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219" w:rsidRDefault="00500219">
      <w:pPr>
        <w:spacing w:line="600" w:lineRule="exact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:rsidR="00500219" w:rsidRDefault="00500219">
      <w:pPr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hAnsi="黑体" w:cs="方正小标宋简体" w:hint="eastAsia"/>
          <w:sz w:val="44"/>
          <w:szCs w:val="44"/>
        </w:rPr>
        <w:t>常州市“终身学习品牌项目”认定标准</w:t>
      </w:r>
    </w:p>
    <w:tbl>
      <w:tblPr>
        <w:tblW w:w="92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65"/>
        <w:gridCol w:w="1555"/>
        <w:gridCol w:w="5502"/>
        <w:gridCol w:w="744"/>
      </w:tblGrid>
      <w:tr w:rsidR="00500219" w:rsidRPr="004E2E9F">
        <w:trPr>
          <w:cantSplit/>
          <w:trHeight w:val="539"/>
          <w:jc w:val="center"/>
        </w:trPr>
        <w:tc>
          <w:tcPr>
            <w:tcW w:w="1465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 w:rsidRPr="004E2E9F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一级指标</w:t>
            </w:r>
          </w:p>
        </w:tc>
        <w:tc>
          <w:tcPr>
            <w:tcW w:w="1555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 w:rsidRPr="004E2E9F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二级指标</w:t>
            </w:r>
          </w:p>
        </w:tc>
        <w:tc>
          <w:tcPr>
            <w:tcW w:w="5502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 w:rsidRPr="004E2E9F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认定标准</w:t>
            </w:r>
          </w:p>
        </w:tc>
        <w:tc>
          <w:tcPr>
            <w:tcW w:w="744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 w:rsidRPr="004E2E9F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分值</w:t>
            </w:r>
          </w:p>
        </w:tc>
      </w:tr>
      <w:tr w:rsidR="00500219" w:rsidRPr="004E2E9F">
        <w:trPr>
          <w:cantSplit/>
          <w:trHeight w:val="539"/>
          <w:jc w:val="center"/>
        </w:trPr>
        <w:tc>
          <w:tcPr>
            <w:tcW w:w="1465" w:type="dxa"/>
            <w:vMerge w:val="restart"/>
            <w:vAlign w:val="center"/>
          </w:tcPr>
          <w:p w:rsidR="00500219" w:rsidRDefault="00500219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上级领导</w:t>
            </w:r>
          </w:p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重视（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10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1555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地方党委政府重视（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5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5502" w:type="dxa"/>
            <w:vAlign w:val="center"/>
          </w:tcPr>
          <w:p w:rsidR="00500219" w:rsidRPr="004E2E9F" w:rsidRDefault="00500219">
            <w:pPr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1.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地方党委政府重视社区教育工作，社区教育工作委员会能够发挥积极作用。（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2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  <w:p w:rsidR="00500219" w:rsidRPr="004E2E9F" w:rsidRDefault="00500219">
            <w:pPr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★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2.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地方党委政府分管领导听取社区教育品牌项目建设工作汇报，参与品牌项目的活动指导，给予一定的条件支持。（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3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744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</w:p>
        </w:tc>
      </w:tr>
      <w:tr w:rsidR="00500219" w:rsidRPr="004E2E9F">
        <w:trPr>
          <w:cantSplit/>
          <w:trHeight w:val="539"/>
          <w:jc w:val="center"/>
        </w:trPr>
        <w:tc>
          <w:tcPr>
            <w:tcW w:w="1465" w:type="dxa"/>
            <w:vMerge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教育部门支持（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5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5502" w:type="dxa"/>
            <w:vAlign w:val="center"/>
          </w:tcPr>
          <w:p w:rsidR="00500219" w:rsidRPr="004E2E9F" w:rsidRDefault="00500219">
            <w:pPr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1.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社区教育网络体系健全，机制健全，社区教育没有明显的城乡差距和地区差距。（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2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  <w:p w:rsidR="00500219" w:rsidRPr="004E2E9F" w:rsidRDefault="00500219">
            <w:pPr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★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2.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教育部门积极引导，开展社区教育品牌项目建设的评比表彰交流活动。（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3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744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</w:p>
        </w:tc>
      </w:tr>
      <w:tr w:rsidR="00500219" w:rsidRPr="004E2E9F">
        <w:trPr>
          <w:cantSplit/>
          <w:trHeight w:val="539"/>
          <w:jc w:val="center"/>
        </w:trPr>
        <w:tc>
          <w:tcPr>
            <w:tcW w:w="1465" w:type="dxa"/>
            <w:vMerge w:val="restart"/>
            <w:vAlign w:val="center"/>
          </w:tcPr>
          <w:p w:rsidR="00500219" w:rsidRDefault="00500219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社区教育</w:t>
            </w:r>
          </w:p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机构主导（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10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1555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社区教育机构重视本地区品牌项目建设（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5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5502" w:type="dxa"/>
            <w:vAlign w:val="center"/>
          </w:tcPr>
          <w:p w:rsidR="00500219" w:rsidRPr="004E2E9F" w:rsidRDefault="00500219">
            <w:pPr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1.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将社区教育品牌项目建设纳入社区教育机构的年度工作计划和总结。（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2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  <w:p w:rsidR="00500219" w:rsidRPr="004E2E9F" w:rsidRDefault="00500219">
            <w:pPr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2.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社区教育机构每年召开品牌项目建设会议。（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3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744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</w:p>
        </w:tc>
      </w:tr>
      <w:tr w:rsidR="00500219" w:rsidRPr="004E2E9F">
        <w:trPr>
          <w:cantSplit/>
          <w:trHeight w:val="539"/>
          <w:jc w:val="center"/>
        </w:trPr>
        <w:tc>
          <w:tcPr>
            <w:tcW w:w="1465" w:type="dxa"/>
            <w:vMerge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社区教育机构主导本品牌项目的建设（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5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5502" w:type="dxa"/>
            <w:vAlign w:val="center"/>
          </w:tcPr>
          <w:p w:rsidR="00500219" w:rsidRPr="004E2E9F" w:rsidRDefault="00500219">
            <w:pPr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1.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品牌项目建设由社区教育机构主导，组织管理规范。（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2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  <w:p w:rsidR="00500219" w:rsidRPr="004E2E9F" w:rsidRDefault="00500219">
            <w:pPr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★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2.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品牌项目有长期发展规划，坚持社会主义核心价值观，定位准确，学习内容积极健康，符合国家有关要求。（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3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744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</w:p>
        </w:tc>
      </w:tr>
      <w:tr w:rsidR="00500219" w:rsidRPr="004E2E9F">
        <w:trPr>
          <w:cantSplit/>
          <w:trHeight w:val="539"/>
          <w:jc w:val="center"/>
        </w:trPr>
        <w:tc>
          <w:tcPr>
            <w:tcW w:w="1465" w:type="dxa"/>
            <w:vMerge w:val="restart"/>
            <w:vAlign w:val="center"/>
          </w:tcPr>
          <w:p w:rsidR="00500219" w:rsidRDefault="00500219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推进措施</w:t>
            </w:r>
          </w:p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有力（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20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1555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资源统筹</w:t>
            </w:r>
          </w:p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5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5502" w:type="dxa"/>
            <w:vAlign w:val="center"/>
          </w:tcPr>
          <w:p w:rsidR="00500219" w:rsidRPr="004E2E9F" w:rsidRDefault="00500219">
            <w:pPr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品牌项目能够较好地发挥统筹各类资源的作用，发挥众建共享的功能。（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5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744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</w:p>
        </w:tc>
      </w:tr>
      <w:tr w:rsidR="00500219" w:rsidRPr="004E2E9F">
        <w:trPr>
          <w:cantSplit/>
          <w:trHeight w:val="539"/>
          <w:jc w:val="center"/>
        </w:trPr>
        <w:tc>
          <w:tcPr>
            <w:tcW w:w="1465" w:type="dxa"/>
            <w:vMerge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队伍建设</w:t>
            </w:r>
          </w:p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5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5502" w:type="dxa"/>
            <w:vAlign w:val="center"/>
          </w:tcPr>
          <w:p w:rsidR="00500219" w:rsidRPr="004E2E9F" w:rsidRDefault="00500219">
            <w:pPr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★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1.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品牌项目有连续的主要负责人主导。（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3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  <w:p w:rsidR="00500219" w:rsidRPr="004E2E9F" w:rsidRDefault="00500219">
            <w:pPr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2.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拥有一支素质高，热心服务的专家、教师和管理服务人员或志愿者队伍。（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2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744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</w:p>
        </w:tc>
      </w:tr>
      <w:tr w:rsidR="00500219" w:rsidRPr="004E2E9F">
        <w:trPr>
          <w:cantSplit/>
          <w:trHeight w:val="539"/>
          <w:jc w:val="center"/>
        </w:trPr>
        <w:tc>
          <w:tcPr>
            <w:tcW w:w="1465" w:type="dxa"/>
            <w:vMerge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组织保障</w:t>
            </w:r>
          </w:p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5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5502" w:type="dxa"/>
            <w:vAlign w:val="center"/>
          </w:tcPr>
          <w:p w:rsidR="00500219" w:rsidRPr="004E2E9F" w:rsidRDefault="00500219">
            <w:pPr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★品牌项目有详细的年度学习教育培训计划，能够通过培育学习型组织、学习型团队和社区学习共同体等多种组织方式具体实施。（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5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744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</w:p>
        </w:tc>
      </w:tr>
      <w:tr w:rsidR="00500219" w:rsidRPr="004E2E9F">
        <w:trPr>
          <w:cantSplit/>
          <w:trHeight w:val="539"/>
          <w:jc w:val="center"/>
        </w:trPr>
        <w:tc>
          <w:tcPr>
            <w:tcW w:w="1465" w:type="dxa"/>
            <w:vMerge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经费保障</w:t>
            </w:r>
          </w:p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5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5502" w:type="dxa"/>
            <w:vAlign w:val="center"/>
          </w:tcPr>
          <w:p w:rsidR="00500219" w:rsidRPr="004E2E9F" w:rsidRDefault="00500219">
            <w:pPr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社区教育机构负责筹集专项资金，品牌项目每年有稳定的资金支持。（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5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744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</w:p>
        </w:tc>
      </w:tr>
      <w:tr w:rsidR="00500219" w:rsidRPr="004E2E9F">
        <w:trPr>
          <w:cantSplit/>
          <w:trHeight w:val="539"/>
          <w:jc w:val="center"/>
        </w:trPr>
        <w:tc>
          <w:tcPr>
            <w:tcW w:w="1465" w:type="dxa"/>
            <w:vAlign w:val="center"/>
          </w:tcPr>
          <w:p w:rsidR="00500219" w:rsidRDefault="00500219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内涵特色</w:t>
            </w:r>
          </w:p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鲜明（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10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1555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特色鲜明</w:t>
            </w:r>
          </w:p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10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5502" w:type="dxa"/>
            <w:vAlign w:val="center"/>
          </w:tcPr>
          <w:p w:rsidR="00500219" w:rsidRPr="004E2E9F" w:rsidRDefault="00500219">
            <w:pPr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★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1.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品牌项目有丰富的文化内涵时代特征，具有传承性和创新性。（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5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  <w:p w:rsidR="00500219" w:rsidRPr="004E2E9F" w:rsidRDefault="00500219">
            <w:pPr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2.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品牌项目有标识，有口号，有能够集中体现本项活动主题、容易记忆的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LOGO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。（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3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  <w:p w:rsidR="00500219" w:rsidRPr="004E2E9F" w:rsidRDefault="00500219">
            <w:pPr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3.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品牌项目有能够集中体现本项活动主题的主题词或口号。（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2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744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</w:p>
        </w:tc>
      </w:tr>
      <w:tr w:rsidR="00500219" w:rsidRPr="004E2E9F">
        <w:trPr>
          <w:cantSplit/>
          <w:trHeight w:val="539"/>
          <w:jc w:val="center"/>
        </w:trPr>
        <w:tc>
          <w:tcPr>
            <w:tcW w:w="1465" w:type="dxa"/>
            <w:vMerge w:val="restart"/>
            <w:vAlign w:val="center"/>
          </w:tcPr>
          <w:p w:rsidR="00500219" w:rsidRDefault="00500219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服务形式</w:t>
            </w:r>
          </w:p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优化（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20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1555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内涵丰富</w:t>
            </w:r>
          </w:p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10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5502" w:type="dxa"/>
            <w:vAlign w:val="center"/>
          </w:tcPr>
          <w:p w:rsidR="00500219" w:rsidRPr="004E2E9F" w:rsidRDefault="00500219">
            <w:pPr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★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1.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品牌项目活动组织形式多样。（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5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  <w:p w:rsidR="00500219" w:rsidRPr="004E2E9F" w:rsidRDefault="00500219">
            <w:pPr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2.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能够发挥信息技术优势，支持多种形式的学习活动。（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5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744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</w:p>
        </w:tc>
      </w:tr>
      <w:tr w:rsidR="00500219" w:rsidRPr="004E2E9F">
        <w:trPr>
          <w:cantSplit/>
          <w:trHeight w:val="539"/>
          <w:jc w:val="center"/>
        </w:trPr>
        <w:tc>
          <w:tcPr>
            <w:tcW w:w="1465" w:type="dxa"/>
            <w:vMerge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学习活动常态化（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10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5502" w:type="dxa"/>
            <w:vAlign w:val="center"/>
          </w:tcPr>
          <w:p w:rsidR="00500219" w:rsidRPr="004E2E9F" w:rsidRDefault="00500219">
            <w:pPr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1.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能够请进来、走出去，参与方式便捷。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(3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)</w:t>
            </w:r>
          </w:p>
          <w:p w:rsidR="00500219" w:rsidRPr="004E2E9F" w:rsidRDefault="00500219">
            <w:pPr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2.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学习资源丰富，有典型教材或学习资料。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(3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)</w:t>
            </w:r>
          </w:p>
          <w:p w:rsidR="00500219" w:rsidRPr="004E2E9F" w:rsidRDefault="00500219">
            <w:pPr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3.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学习场所、时间、服务内容相对稳定，环境条件较好。（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4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)</w:t>
            </w:r>
          </w:p>
        </w:tc>
        <w:tc>
          <w:tcPr>
            <w:tcW w:w="744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</w:p>
        </w:tc>
      </w:tr>
      <w:tr w:rsidR="00500219" w:rsidRPr="004E2E9F">
        <w:trPr>
          <w:cantSplit/>
          <w:trHeight w:val="539"/>
          <w:jc w:val="center"/>
        </w:trPr>
        <w:tc>
          <w:tcPr>
            <w:tcW w:w="1465" w:type="dxa"/>
            <w:vMerge w:val="restart"/>
            <w:vAlign w:val="center"/>
          </w:tcPr>
          <w:p w:rsidR="00500219" w:rsidRDefault="00500219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成果效益</w:t>
            </w:r>
          </w:p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显著（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30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1555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活动成果</w:t>
            </w:r>
          </w:p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15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5502" w:type="dxa"/>
            <w:vAlign w:val="center"/>
          </w:tcPr>
          <w:p w:rsidR="00500219" w:rsidRPr="004E2E9F" w:rsidRDefault="00500219">
            <w:pPr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1.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有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3-6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个通过本项活动产生了感染力强、影响度大、传递正能量的典型故事、事例。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(3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)</w:t>
            </w:r>
          </w:p>
          <w:p w:rsidR="00500219" w:rsidRPr="004E2E9F" w:rsidRDefault="00500219">
            <w:pPr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2.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获得相应的表彰奖励。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(4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)</w:t>
            </w:r>
          </w:p>
          <w:p w:rsidR="00500219" w:rsidRPr="004E2E9F" w:rsidRDefault="00500219">
            <w:pPr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3.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在当地媒体被多次宣传报道。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(3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)</w:t>
            </w:r>
          </w:p>
          <w:p w:rsidR="00500219" w:rsidRPr="004E2E9F" w:rsidRDefault="00500219">
            <w:pPr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★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4.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在本地区、本行业内有较大影响，具有引领性和示范性。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(5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)</w:t>
            </w:r>
          </w:p>
        </w:tc>
        <w:tc>
          <w:tcPr>
            <w:tcW w:w="744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</w:p>
        </w:tc>
      </w:tr>
      <w:tr w:rsidR="00500219" w:rsidRPr="004E2E9F">
        <w:trPr>
          <w:cantSplit/>
          <w:trHeight w:val="539"/>
          <w:jc w:val="center"/>
        </w:trPr>
        <w:tc>
          <w:tcPr>
            <w:tcW w:w="1465" w:type="dxa"/>
            <w:vMerge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参与率与满意度（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15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5502" w:type="dxa"/>
            <w:vAlign w:val="center"/>
          </w:tcPr>
          <w:p w:rsidR="00500219" w:rsidRPr="004E2E9F" w:rsidRDefault="00500219">
            <w:pPr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★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1.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创建时间原则上不少于三年。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(5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)</w:t>
            </w:r>
          </w:p>
          <w:p w:rsidR="00500219" w:rsidRPr="004E2E9F" w:rsidRDefault="00500219">
            <w:pPr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2.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有详细的活动记录，有相对固定的学习群体，参与学习的人数多，一般每年不少于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1000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人或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5000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人次。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(5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)</w:t>
            </w:r>
          </w:p>
          <w:p w:rsidR="00500219" w:rsidRPr="004E2E9F" w:rsidRDefault="00500219">
            <w:pPr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★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3.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参与者满意度高，抽样调查满意度达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90%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以上，形成良好社会影响，对促进全民终身学习作出积极贡献。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(5</w:t>
            </w: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分</w:t>
            </w:r>
            <w:r w:rsidRPr="004E2E9F">
              <w:rPr>
                <w:rFonts w:ascii="仿宋_GB2312" w:eastAsia="仿宋_GB2312" w:hAnsi="??_GB2312" w:cs="仿宋_GB2312"/>
                <w:sz w:val="24"/>
                <w:szCs w:val="24"/>
              </w:rPr>
              <w:t>)</w:t>
            </w:r>
            <w:bookmarkStart w:id="0" w:name="_GoBack"/>
            <w:bookmarkEnd w:id="0"/>
          </w:p>
        </w:tc>
        <w:tc>
          <w:tcPr>
            <w:tcW w:w="744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</w:p>
        </w:tc>
      </w:tr>
      <w:tr w:rsidR="00500219" w:rsidRPr="004E2E9F" w:rsidTr="00F60BF2">
        <w:trPr>
          <w:cantSplit/>
          <w:trHeight w:val="651"/>
          <w:jc w:val="center"/>
        </w:trPr>
        <w:tc>
          <w:tcPr>
            <w:tcW w:w="1465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  <w:r w:rsidRPr="004E2E9F">
              <w:rPr>
                <w:rFonts w:ascii="仿宋_GB2312" w:eastAsia="仿宋_GB2312" w:hAnsi="宋体" w:cs="仿宋_GB2312" w:hint="eastAsia"/>
                <w:sz w:val="24"/>
                <w:szCs w:val="24"/>
              </w:rPr>
              <w:t>总分</w:t>
            </w:r>
          </w:p>
        </w:tc>
        <w:tc>
          <w:tcPr>
            <w:tcW w:w="1555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</w:p>
        </w:tc>
        <w:tc>
          <w:tcPr>
            <w:tcW w:w="5502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</w:p>
        </w:tc>
        <w:tc>
          <w:tcPr>
            <w:tcW w:w="744" w:type="dxa"/>
            <w:vAlign w:val="center"/>
          </w:tcPr>
          <w:p w:rsidR="00500219" w:rsidRPr="004E2E9F" w:rsidRDefault="00500219">
            <w:pPr>
              <w:jc w:val="center"/>
              <w:rPr>
                <w:rFonts w:ascii="仿宋_GB2312" w:eastAsia="仿宋_GB2312" w:hAnsi="??_GB2312" w:cs="Times New Roman"/>
                <w:sz w:val="24"/>
                <w:szCs w:val="24"/>
              </w:rPr>
            </w:pPr>
          </w:p>
        </w:tc>
      </w:tr>
    </w:tbl>
    <w:p w:rsidR="00500219" w:rsidRPr="004E2E9F" w:rsidRDefault="00500219">
      <w:pPr>
        <w:rPr>
          <w:rFonts w:ascii="仿宋_GB2312" w:eastAsia="仿宋_GB2312" w:cs="Times New Roman"/>
        </w:rPr>
      </w:pPr>
      <w:r w:rsidRPr="004E2E9F">
        <w:rPr>
          <w:rFonts w:ascii="仿宋_GB2312" w:eastAsia="仿宋_GB2312" w:hAnsi="宋体" w:cs="仿宋_GB2312" w:hint="eastAsia"/>
          <w:sz w:val="24"/>
          <w:szCs w:val="24"/>
        </w:rPr>
        <w:t>注：★为核心指标，</w:t>
      </w:r>
      <w:r w:rsidRPr="004E2E9F">
        <w:rPr>
          <w:rFonts w:ascii="仿宋_GB2312" w:eastAsia="仿宋_GB2312" w:hAnsi="??_GB2312" w:cs="仿宋_GB2312"/>
          <w:sz w:val="24"/>
          <w:szCs w:val="24"/>
        </w:rPr>
        <w:t>10</w:t>
      </w:r>
      <w:r w:rsidRPr="004E2E9F">
        <w:rPr>
          <w:rFonts w:ascii="仿宋_GB2312" w:eastAsia="仿宋_GB2312" w:hAnsi="宋体" w:cs="仿宋_GB2312" w:hint="eastAsia"/>
          <w:sz w:val="24"/>
          <w:szCs w:val="24"/>
        </w:rPr>
        <w:t>个核心指标全部达标，且总分在</w:t>
      </w:r>
      <w:r w:rsidRPr="004E2E9F">
        <w:rPr>
          <w:rFonts w:ascii="仿宋_GB2312" w:eastAsia="仿宋_GB2312" w:hAnsi="??_GB2312" w:cs="仿宋_GB2312"/>
          <w:sz w:val="24"/>
          <w:szCs w:val="24"/>
        </w:rPr>
        <w:t>80</w:t>
      </w:r>
      <w:r w:rsidRPr="004E2E9F">
        <w:rPr>
          <w:rFonts w:ascii="仿宋_GB2312" w:eastAsia="仿宋_GB2312" w:hAnsi="宋体" w:cs="仿宋_GB2312" w:hint="eastAsia"/>
          <w:sz w:val="24"/>
          <w:szCs w:val="24"/>
        </w:rPr>
        <w:t>分以上认定为常州市社区教育品牌项目。</w:t>
      </w:r>
    </w:p>
    <w:sectPr w:rsidR="00500219" w:rsidRPr="004E2E9F" w:rsidSect="009457FF">
      <w:footerReference w:type="default" r:id="rId6"/>
      <w:pgSz w:w="11906" w:h="16838"/>
      <w:pgMar w:top="1701" w:right="1531" w:bottom="170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0219" w:rsidRDefault="00500219" w:rsidP="009457F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500219" w:rsidRDefault="00500219" w:rsidP="009457F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_GB23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219" w:rsidRDefault="00500219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- 7 -</w:t>
    </w:r>
    <w:r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500219" w:rsidRDefault="00500219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0219" w:rsidRDefault="00500219" w:rsidP="009457F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500219" w:rsidRDefault="00500219" w:rsidP="009457F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DZiM2E5YjRmYTBiY2EyODk1YjMzOGFjZmE2ZDcxOTYifQ=="/>
  </w:docVars>
  <w:rsids>
    <w:rsidRoot w:val="57C27E1D"/>
    <w:rsid w:val="00020F50"/>
    <w:rsid w:val="000A7092"/>
    <w:rsid w:val="001A0A89"/>
    <w:rsid w:val="001C4FBD"/>
    <w:rsid w:val="002C0B48"/>
    <w:rsid w:val="004E2E9F"/>
    <w:rsid w:val="00500219"/>
    <w:rsid w:val="00764D94"/>
    <w:rsid w:val="008918F9"/>
    <w:rsid w:val="008A0A3A"/>
    <w:rsid w:val="009457FF"/>
    <w:rsid w:val="00963FCB"/>
    <w:rsid w:val="009B55B6"/>
    <w:rsid w:val="00B46B68"/>
    <w:rsid w:val="00B93E50"/>
    <w:rsid w:val="00C019A2"/>
    <w:rsid w:val="00C727B0"/>
    <w:rsid w:val="00F60BF2"/>
    <w:rsid w:val="00FC7D69"/>
    <w:rsid w:val="049323D3"/>
    <w:rsid w:val="05CB1883"/>
    <w:rsid w:val="069B049F"/>
    <w:rsid w:val="080170AB"/>
    <w:rsid w:val="0AF75751"/>
    <w:rsid w:val="0BDA2324"/>
    <w:rsid w:val="0C580406"/>
    <w:rsid w:val="10B43477"/>
    <w:rsid w:val="110B64C6"/>
    <w:rsid w:val="118D4A40"/>
    <w:rsid w:val="120909F3"/>
    <w:rsid w:val="12F71CBA"/>
    <w:rsid w:val="1398736B"/>
    <w:rsid w:val="13B95DA7"/>
    <w:rsid w:val="168E5198"/>
    <w:rsid w:val="17E74356"/>
    <w:rsid w:val="1AAB72B2"/>
    <w:rsid w:val="1B9C5FFE"/>
    <w:rsid w:val="1D7B6D1C"/>
    <w:rsid w:val="20D22838"/>
    <w:rsid w:val="220137C6"/>
    <w:rsid w:val="268A7C0A"/>
    <w:rsid w:val="285662AD"/>
    <w:rsid w:val="29C9706D"/>
    <w:rsid w:val="2BEF705F"/>
    <w:rsid w:val="2F5E7D69"/>
    <w:rsid w:val="300C48A2"/>
    <w:rsid w:val="35241EA5"/>
    <w:rsid w:val="37002CEB"/>
    <w:rsid w:val="3BA736F3"/>
    <w:rsid w:val="3C3F1671"/>
    <w:rsid w:val="3D9339A4"/>
    <w:rsid w:val="40946CA5"/>
    <w:rsid w:val="42D35AA5"/>
    <w:rsid w:val="46890F3D"/>
    <w:rsid w:val="49D517DE"/>
    <w:rsid w:val="4A6A0A12"/>
    <w:rsid w:val="4AEB2AC8"/>
    <w:rsid w:val="4C376353"/>
    <w:rsid w:val="4D441B1C"/>
    <w:rsid w:val="4F73639A"/>
    <w:rsid w:val="50B93A61"/>
    <w:rsid w:val="52B5515A"/>
    <w:rsid w:val="55175A13"/>
    <w:rsid w:val="57C27E1D"/>
    <w:rsid w:val="58A3487E"/>
    <w:rsid w:val="5B053525"/>
    <w:rsid w:val="60BE38EB"/>
    <w:rsid w:val="686B4171"/>
    <w:rsid w:val="69D32B9D"/>
    <w:rsid w:val="6AE44266"/>
    <w:rsid w:val="6C18506F"/>
    <w:rsid w:val="6CD67A3D"/>
    <w:rsid w:val="6EE36CD6"/>
    <w:rsid w:val="714B0C86"/>
    <w:rsid w:val="72A14B3C"/>
    <w:rsid w:val="73A31BD0"/>
    <w:rsid w:val="755845DF"/>
    <w:rsid w:val="785A2E96"/>
    <w:rsid w:val="7E653FF3"/>
    <w:rsid w:val="7E927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7FF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457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457FF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9457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457FF"/>
    <w:rPr>
      <w:sz w:val="18"/>
      <w:szCs w:val="18"/>
    </w:rPr>
  </w:style>
  <w:style w:type="table" w:styleId="TableGrid">
    <w:name w:val="Table Grid"/>
    <w:basedOn w:val="TableNormal"/>
    <w:uiPriority w:val="99"/>
    <w:rsid w:val="009457FF"/>
    <w:pPr>
      <w:widowControl w:val="0"/>
      <w:jc w:val="both"/>
    </w:pPr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9457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2</Pages>
  <Words>681</Words>
  <Characters>702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8</cp:revision>
  <dcterms:created xsi:type="dcterms:W3CDTF">2017-10-27T07:05:00Z</dcterms:created>
  <dcterms:modified xsi:type="dcterms:W3CDTF">2023-02-08T06:16:00Z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8B07D1821F5249DEB7E9968699F05875</vt:lpwstr>
  </property>
</Properties>
</file>