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7EA" w:rsidRDefault="005C07EA" w:rsidP="00EA2193">
      <w:pPr>
        <w:spacing w:line="440" w:lineRule="exact"/>
        <w:jc w:val="left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4</w:t>
      </w:r>
    </w:p>
    <w:p w:rsidR="005C07EA" w:rsidRPr="00EA2193" w:rsidRDefault="005C07EA" w:rsidP="00EA2193">
      <w:pPr>
        <w:spacing w:line="6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EA2193"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  <w:t>2022</w:t>
      </w:r>
      <w:r w:rsidRPr="00EA2193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年常州市基础教育集团化办学</w:t>
      </w:r>
    </w:p>
    <w:p w:rsidR="005C07EA" w:rsidRDefault="005C07EA" w:rsidP="00EA2193">
      <w:pPr>
        <w:spacing w:line="600" w:lineRule="exact"/>
        <w:jc w:val="center"/>
        <w:rPr>
          <w:rFonts w:ascii="方正小标宋简体" w:eastAsia="方正小标宋简体" w:hAnsi="方正小标宋简体" w:cs="Times New Roman"/>
          <w:color w:val="000000"/>
          <w:kern w:val="0"/>
          <w:sz w:val="44"/>
          <w:szCs w:val="44"/>
        </w:rPr>
      </w:pPr>
      <w:r w:rsidRPr="00EA2193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基本信息汇总表</w:t>
      </w:r>
    </w:p>
    <w:p w:rsidR="005C07EA" w:rsidRPr="00EA2193" w:rsidRDefault="005C07EA" w:rsidP="00EA2193">
      <w:pPr>
        <w:spacing w:line="400" w:lineRule="exact"/>
        <w:jc w:val="center"/>
        <w:rPr>
          <w:rFonts w:cs="Times New Roman"/>
          <w:sz w:val="44"/>
          <w:szCs w:val="44"/>
        </w:rPr>
      </w:pPr>
    </w:p>
    <w:tbl>
      <w:tblPr>
        <w:tblW w:w="5809" w:type="pct"/>
        <w:jc w:val="center"/>
        <w:tblLayout w:type="fixed"/>
        <w:tblLook w:val="00A0"/>
      </w:tblPr>
      <w:tblGrid>
        <w:gridCol w:w="691"/>
        <w:gridCol w:w="3239"/>
        <w:gridCol w:w="4098"/>
        <w:gridCol w:w="1417"/>
        <w:gridCol w:w="962"/>
      </w:tblGrid>
      <w:tr w:rsidR="005C07EA" w:rsidRPr="00EA2193">
        <w:trPr>
          <w:trHeight w:val="369"/>
          <w:tblHeader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核心校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成员校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运行方式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区域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溧阳市实验幼儿园吾悦园区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溧阳市阳光幼儿园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溧阳市溧城中心小学幼儿园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溧阳市新昌小学幼儿园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溧阳市南京师范大学溧阳实验幼儿园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溧阳市贝桥幼儿园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溧阳市科尔幼儿园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溧阳市眠杨树幼儿园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溧阳市昆仑实验幼儿园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溧阳市后六小学幼儿园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溧阳市清安幼儿园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溧阳市贝桥学校（幼儿园部）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溧阳市意达幼儿园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溧阳市江南幼儿园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溧阳市安琪儿清溪幼儿园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溧阳市书院巷幼儿园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溧阳市书院巷幼儿园平陵园区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溧阳市奥体幼儿园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溧阳市上黄中心幼儿园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溧阳市西平幼儿园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溧阳市濑江幼儿园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溧阳市湾里新村幼儿园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溧阳市天目艺术幼儿园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溧阳市东升实验幼儿园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溧阳市杨庄幼儿园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溧阳市昆仑彩虹幼儿园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溧阳市宏才幼儿园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溧阳市蒋店新城幼儿园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溧阳市幸福城幼儿园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溧阳市京师幼学幼儿园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溧阳市新区实验幼儿园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溧阳市燕河湾幼儿园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溧阳市罗湾路实验幼儿园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溧阳市余桥小学幼儿园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溧阳市夏林幼儿园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溧阳市龙泉幼儿园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溧阳市嘉丰幼儿园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溧阳市文化幼儿园丁园园区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溧阳市文化幼儿园锦绣园区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溧阳市纬拉幼儿园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溧阳市红黄蓝幼儿园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溧阳市南门幼儿园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溧阳市燕山东苑幼儿园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溧阳市竹箦中心幼儿园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溧阳市竹箦中心幼儿园陆笪园区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溧阳市前马幼儿园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溧阳市天目湖中心幼儿园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溧阳市永平幼儿园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溧阳市茶亭幼儿园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溧阳市平桥幼儿园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溧阳市中央花园幼儿园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溧阳市锦绣幼儿园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溧阳市益成幼儿园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溧阳市南渡中心幼儿园旧县园区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溧阳市南渡中心幼儿园强埠园区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溧阳市大溪小学幼儿园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溧阳市横涧幼儿园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溧阳市戴埠第二幼儿园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溧阳市美景幼儿园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溧阳市天目国际村幼儿园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溧阳市别桥中心幼儿园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溧阳市别桥中心幼儿园绸缪园区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溧阳市后周幼儿园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溧阳市古渎小学幼儿园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溧阳市上兴中心幼儿园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溧阳市上兴牌楼幼儿园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溧阳市上沛幼儿园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溧阳市汤桥小学幼儿园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溧阳市永和小学幼儿园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溧阳市社渚中心幼儿园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溧阳市河口小学幼儿园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溧阳市河心小学幼儿园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溧阳市殷桥小学幼儿园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溧阳市昆仑小学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溧阳市平陵小学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溧阳市东升小学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溧阳市马垫小学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溧阳市河口小学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溧阳市杨庄小学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溧阳市贝桥学校（小学部）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溧阳市燕湖小学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溧阳市平桥小学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溧阳市横涧小学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溧阳市前马小学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溧阳市外国语小学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溧阳市外国语小学泓口校区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溧阳市清安小学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溧阳市竹箦中心小学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溧阳市河心小学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南京师范大学溧阳实验小学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溧阳市第二实验小学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溧阳市别桥中心小学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溧阳市后周小学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溧阳市绸缪小学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溧阳市古渎小学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溧阳市后六小学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溧阳市余桥小学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溧阳市上兴中心小学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溧阳市上沛小学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溧阳市汤桥小学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溧阳市永和小学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溧阳市少体校（小学部）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溧阳市永平小学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溧阳市天目湖中心小学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溧阳市新昌小学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20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溧阳市溧城中心小学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溧阳市中关村实验小学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溧阳市上黄中心小学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溧阳市殷桥小学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21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溧阳市西平小学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溧阳市强埠小学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溧阳市旧县小学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溧阳市大溪小学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溧阳市社渚中心小学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22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溧阳市横涧小学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溧阳市平桥小学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23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溧阳市别桥中心小学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溧阳市绸缪小学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溧阳市古渎小学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溧阳市后周小学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24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溧阳市上兴中心小学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溧阳市上沛小学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溧阳市汤桥小学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溧阳市永和小学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25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溧阳市竹箦中心小学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溧阳市前马小学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溧阳市余桥小学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26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溧阳市南渡中心小学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溧阳市强埠小学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溧阳市旧县小学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溧阳市大溪小学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27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溧阳市社渚中心小学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溧阳市河口小学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溧阳市河心小学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溧阳市殷桥小学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28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溧阳市第五中学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溧阳市前马初级中学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溧阳市天目湖初级中学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29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溧阳市后六初级中学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溧阳市别桥初级中学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溧阳市后周初级中学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溧阳市周城初级中学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溧阳市少体校（初中部）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溧阳市贝桥学校（初中部）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30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溧阳市燕湖初级中学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溧阳市新昌初级中学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溧阳市旧县初级中学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溧阳市横涧初级中学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溧阳市平桥初级中学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31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溧阳市上兴初级中学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溧阳市上沛初级中学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溧阳市汤桥初级中学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溧阳市社渚初级中学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溧阳市溧城初级中学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溧阳市南渡初级中学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溧阳市上黄初级中学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溧阳市泓口初级中学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溧阳市竹箦中学（初中部）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33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常州平陵高级中学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34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溧阳市光华高级中学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溧阳市戴埠高级中学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35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溧阳市南渡高级中学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溧阳市竹箦中学（高中部）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36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常州市金坛华城实验小学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常州市金坛华城实验小学朝阳分校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委托管理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常州市金坛华城实验小学春风分校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常州市金坛尧塘实验小学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常州市金坛区河头小学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常州博雅实验学校（小学部）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常州市金坛区水北小学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37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常州市金坛区河滨小学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常州市金坛区涑渎小学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常州市金坛区青少年体校（小学部）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常州市金坛区指前实验学校（小学部）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常州市金坛区洮西小学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常州市金坛区社头小学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38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常州市金坛西城实验小学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常州市金坛西城实验小学常胜分校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委托管理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常州市金坛西城实验小学城西分校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常州市金坛区朱林中心小学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常州市金坛区西岗小学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常州市金坛区唐王小学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39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</w:t>
            </w:r>
            <w:r w:rsidRPr="00EA2193">
              <w:rPr>
                <w:rFonts w:ascii="仿宋_GB2312" w:eastAsia="仿宋_GB2312" w:hAnsi="宋体" w:cs="Times New Roman"/>
                <w:color w:val="000000"/>
                <w:kern w:val="0"/>
              </w:rPr>
              <w:br/>
            </w: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（小学部）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常州市金坛区华罗庚实验学校新城分校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委托管理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常州市金坛区直溪中心小学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常州市金坛区明珍实验学校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常州市金坛区建昌小学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常州市金坛区岸头实验学校（小学部）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40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常州市金坛段玉裁实验小学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常州市金坛区薛埠中心小学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常州市金坛区罗村小学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常州市金坛区花山小学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Style w:val="font51"/>
                <w:rFonts w:hAnsi="宋体" w:hint="eastAsia"/>
                <w:sz w:val="21"/>
                <w:szCs w:val="21"/>
              </w:rPr>
              <w:t>常州市金坛区西</w:t>
            </w:r>
            <w:r w:rsidRPr="00EA2193">
              <w:rPr>
                <w:rStyle w:val="font01"/>
                <w:rFonts w:ascii="仿宋_GB2312" w:hint="eastAsia"/>
                <w:sz w:val="21"/>
                <w:szCs w:val="21"/>
              </w:rPr>
              <w:t>旸</w:t>
            </w:r>
            <w:r w:rsidRPr="00EA2193">
              <w:rPr>
                <w:rStyle w:val="font51"/>
                <w:rFonts w:hAnsi="宋体" w:hint="eastAsia"/>
                <w:sz w:val="21"/>
                <w:szCs w:val="21"/>
              </w:rPr>
              <w:t>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常州市金坛区茅麓小学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41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常州市金坛区东城实验小学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常州市金坛区后阳小学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常州市金坛区白塔小学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常州市金坛区儒林中心小学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常州市金坛区五叶小学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42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</w:t>
            </w:r>
            <w:r w:rsidRPr="00EA2193">
              <w:rPr>
                <w:rFonts w:ascii="仿宋_GB2312" w:eastAsia="仿宋_GB2312" w:hAnsi="宋体" w:cs="Times New Roman"/>
                <w:color w:val="000000"/>
                <w:kern w:val="0"/>
              </w:rPr>
              <w:br/>
            </w: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（初中部）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常州市金坛区朱林中学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AF640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常州市金坛区西岗中学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常州市金坛区白塔中学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43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常州市金坛第二初级中学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常州市金坛区薛埠中学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AF640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常州市金坛区茅麓中学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常州市金坛区青少年体校（初中部）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44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常州市金坛第三初级中学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常州市金坛区儒林中学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AF640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常州市金坛区河头中学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45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常州市金坛第五初级中学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常州市金坛区水北中学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AF640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常州博雅实验学校（初中部）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常州市金坛区尧塘中学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46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常州市金坛良常初级中学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常州市金坛区直溪初级中学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AF640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常州市金坛区建昌中学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47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常州市金坛段玉裁初级中学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常州市金坛区指前实验学校（初中部）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AF640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常州市金坛区岸头实验学校（初中部）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48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常州市金坛区实验幼儿园虹桥分园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委托管理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AF640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常州市金坛区实验幼儿园翠园分园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常州市金坛区指前镇中心幼儿园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AF640E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常州市金坛区卫生幼儿园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常州市金坛区碧水华庭慧乐幼儿园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常州市金坛区水北新欣幼儿园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常州市金坛区康苗幼儿园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常州市金坛区后阳幼儿园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常州市金坛区金城镇白塔幼儿园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49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常州市金坛新城实验幼儿园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常州市金坛新城实验幼儿园九洲里分园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委托管理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F120D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常州市金坛新城实验幼儿园岸头佳园分园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常州市金坛经开区实验幼儿园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F120D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5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spacing w:val="-5"/>
                <w:kern w:val="0"/>
              </w:rPr>
              <w:t>常州市金坛经开区实验幼儿园东方新都分园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常州市金坛区南洲幼儿园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常州市金坛京学附属幼儿园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常州市金坛区柯昂幼儿园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常州市金坛经开区实验幼儿园华胜分园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50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常州市金坛华城实验幼儿园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常州市金坛华城实验幼儿园景潭分园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F120D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常州市金坛华城实验幼儿园峨嵋分园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常州市金坛区朱林镇中心幼儿园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常州市金坛区唐王幼儿园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常州市金坛区朱林镇西岗幼儿园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常州市金坛区岸头幼儿园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常州市金坛区建昌幼儿园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常州市金坛区水北幼儿园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常州市金坛区东方幼儿园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572AA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51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常州市金坛尧塘实验幼儿园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常州市金坛尧塘实验幼儿园溪栖庄园分园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委托管理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F120D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常州市金坛西城实验幼儿园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1572AA">
            <w:pPr>
              <w:jc w:val="center"/>
              <w:rPr>
                <w:rFonts w:cs="Times New Roman"/>
              </w:rPr>
            </w:pPr>
            <w:r w:rsidRPr="00F120DB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常州市金坛西城实验幼儿园文萃分园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常州市金坛西城实验幼儿园春风分园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常州市金坛区河头幼儿园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常州市金坛区涑渎小学幼儿园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常州市金坛区金谷新语幼稚园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常州市金坛区儒林镇中心幼儿园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常州市金坛区社头幼儿园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常州市金坛区儒林镇五叶幼儿园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常州市金坛区洮西幼儿园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52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常州市金坛区直溪镇中心幼儿园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常州市金坛区薛埠镇中心幼儿园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常州市金坛区薛埠镇中心幼儿园罗村分园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常州市金坛区薛埠镇中心幼儿园花山分园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常州市金坛区薛埠镇中心幼儿园西阳分园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常州市金坛区金城镇中心幼儿园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常州市金坛区红太阳幼儿园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常州市金坛区美地蓝庭幼儿园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常州市金坛区直溪镇登观幼儿园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常州市金坛区茅麓幼儿园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53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常州市武进区机关幼儿园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常州市武进区机关幼儿园天禄分园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常州市武进区机关幼儿园星河分园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常州市武进区机关幼儿园星河南园分园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常州市武进区机关幼儿园高新区分园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常州市武进区机关幼儿园火炬路分园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常州市武进国家高新区龚家幼儿园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常州市武进区府北实验幼儿园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常州市武进区政平幼儿园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常州市武进区坂上幼儿园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常州市武进区南河幼儿园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常州市武进区星安幼儿园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海南屯昌实验幼儿园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合作办学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海南省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常州市武进区前黄中心幼儿园文雅苑分园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常州市武进区寨桥幼儿园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常州市武进区前黄实验幼儿园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常州市武进区运村幼儿园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常州市武进区寨桥实验幼儿园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常州市武进区礼嘉镇小树苗幼儿园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常州市武进区礼嘉镇高欣幼儿园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常州市武进区汇慧幼儿园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常州市武进区威雅幼儿园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54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常州市武进区湖塘桥实验幼儿园四季分园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常州市武进区湖塘桥实验幼儿园融创分园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常州市武进区湖塘桥实验幼儿园弘阳分园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常州市武进区湖塘桥实验幼儿园春秋分园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常州市武进区新城阳光幼儿园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</w:t>
            </w:r>
            <w:r w:rsidRPr="00EA2193">
              <w:rPr>
                <w:rFonts w:ascii="仿宋_GB2312" w:eastAsia="仿宋" w:hAnsi="仿宋" w:cs="仿宋" w:hint="eastAsia"/>
                <w:color w:val="000000"/>
                <w:kern w:val="0"/>
              </w:rPr>
              <w:t>滆</w:t>
            </w: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湖科技幼儿园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委托管理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常州市武进区嘉泽中心幼儿园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常州市武进区礼河幼儿园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常州市武进区马杭幼儿园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常州市武进区马杭幼儿园南田分园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常州市武进区夏溪幼儿园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常州市武进区成章幼儿园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常州市武进区厚余幼儿园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常州市武进区湖塘镇华之家幼儿园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常州市武进区金蓓蕾幼儿园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常州市武进区湖塘镇新芽幼儿园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常州市武进区美登堡幼儿园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常州市武进区锦绣幼儿园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常州市武进区柏克莱幼儿园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55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284F7B">
            <w:pPr>
              <w:widowControl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常州市武进区刘海粟幼儿园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常州市武进区刘海粟幼儿园长安分园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常州市武进区刘海粟幼儿园阳湖名城分园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常州市武进区刘海粟幼儿园常发分园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常州市武进区雪堰中心幼儿园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常州市武进区牛塘中心幼儿园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常州市武进区卢家巷幼儿园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常州市武进区南宅幼儿园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常州市武进区漕桥幼儿园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常州市武进区湖塘镇喜洋洋幼儿园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常州市武进区乐迪幼儿园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常州市武进区牛塘镇小童星幼儿园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常州市武进区一杭幼儿园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常州市武进区怡景幼儿园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常州市武进区莱德幼儿园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常州市武进区牛塘镇启翔幼儿园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常州市武进区牛塘镇博林幼儿园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常州市武进区大风车幼儿园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常州市武进区新阳光幼儿园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56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常州市武进区鸣凰实验幼儿园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常州市武进区鸣凰实验幼儿园花园分园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常州市武进区鸣凰实验幼儿园晓柳园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常州市武进区洛阳中心幼儿园岑村分园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常州市武进区湟里中心幼儿园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常州市武进区戴溪幼儿园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常州市武进区村前幼儿园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常州市武进区东安幼儿园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常州市武进区湖塘镇童之梦幼儿园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常州市武进区湖塘镇贝思晨幼儿园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常州市武进区湖塘镇金苗苗幼儿园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5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spacing w:val="-5"/>
                <w:kern w:val="0"/>
              </w:rPr>
              <w:t>常州市武进区洛阳镇谈家头村委丽华幼儿园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常州市武进区洛阳镇马鞍墩幼儿园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常州市武进区翰林莱蒙幼儿园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常州市武进区宝丽幼儿园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常州市武进区洛阳镇东方红幼儿园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常州市武进区洛阳镇金华幼儿园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常州市武进区洛阳镇永安幼儿园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常州市武进区诺贝尔幼儿园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57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Pr="00EA2193" w:rsidRDefault="005C07EA" w:rsidP="00284F7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常州市武进区李公朴幼儿园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常州市武进区李公朴幼儿园贺北园区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常州市武进区李公朴幼儿园十里园区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常州市武进区南夏墅中心幼儿园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  <w:bookmarkStart w:id="0" w:name="_GoBack"/>
            <w:bookmarkEnd w:id="0"/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武进国家高新区南湖幼儿园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常州市武进区庙桥幼儿园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常州市武进区高新北区七彩虹幼儿园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常州市武进区阳湖幼儿园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常州市武进区高新北区长欣幼儿园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常州市武进区金太阳幼儿园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常州市武进区南夏墅街道小太阳幼儿园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常州市武进区汇民幼儿园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常州市武进区塘洋幼儿园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常州市武进区常武伟才幼儿园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常州市武进区鑫东方幼儿园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58</w:t>
            </w:r>
          </w:p>
        </w:tc>
        <w:tc>
          <w:tcPr>
            <w:tcW w:w="15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常州市武进区实验小学</w:t>
            </w:r>
          </w:p>
        </w:tc>
        <w:tc>
          <w:tcPr>
            <w:tcW w:w="196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常州市武进区人民路小学</w:t>
            </w:r>
          </w:p>
        </w:tc>
        <w:tc>
          <w:tcPr>
            <w:tcW w:w="6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常州市武进区南宅实验学校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常州市武进区漕桥小学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海南屯昌实验小学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合作办学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海南省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59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常州市武进区星河实验小学分校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常州市武进区坂上小学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常州市武进区政平小学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60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常州市武进区厚余小学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常州市武进区村前小学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61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常州市武进区刘海粟小学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常州市武进区成章小学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城乡共建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常州市武进区庙桥小学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62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常州市武进清英外国语学校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常州市武进区学府小学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常州市武进区戴溪小学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城乡共建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63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常州市武进区星韵学校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常州市武进区夏溪小学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城乡共建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常州市武进区寨桥小学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64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第二实验小学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常州市武进区雪堰中心小学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常州市武进区实验小学分校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常州市武进区湟里中心小学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常州大学附属小学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常州市武进区李公朴小学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65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第三实验小学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常州市武进区马杭中心小学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常州市武进区采菱小学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常州市武进区城东小学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常州市武进区南夏墅中心小学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常州市武进区鸣凰中心小学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常州市武进区卢家巷实验学校（小学部）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常州市武进区牛塘中心小学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常州市武进区嘉泽中心小学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66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常州市武进区前黄实验学校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常州市武进区前黄初级中学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常州市武进区漕桥初级中学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67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常州市武进区湟里初级中学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常州市武进区成章初级中学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68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常州市武进区运村实验学校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城乡共建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常州市武进区东安实验学校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69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常州市武进区礼河实验学校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常州市武进区夏溪初级中学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城乡共建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70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常州市武进区庙桥初级中学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城乡共建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71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常州市武进区淹城初级中学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常州市武进区寨桥初级中学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城乡共建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常州市武进区雪堰初级中学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72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常州市武进区卢家巷实验学校（初中部）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常州市武进区嘉泽初级中学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常州市武进区牛塘初级中学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常州市武进区南夏墅初级中学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73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常州市武进区坂上初级中学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常州市武进区礼嘉中学（初中部）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常州市武进区潘家初级中学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常州市武进区马杭初级中学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常州市武进区鸣凰中学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74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江苏省前黄高级中学国际分校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97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常州市武进区前黄实验高中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75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常州市新北区银河幼儿园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常州市新北区银河云峯幼儿园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常州市新北区银河香槟湖幼儿园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常州市新北区魏村中心幼儿园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常州市新北区罗溪中心幼儿园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常州市新北区雅居乐星河湾幼儿园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常州市武进区横山桥镇山水实验幼儿园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76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常州市新北区奔牛实验幼儿园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常州市新北区奔牛实验幼儿园金牛分园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常州市新北区九里幼儿园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常州市新北区小河中心幼儿园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常州市新北区新魏幼儿园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77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常州市新北区龙虎塘街道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中心幼儿园（玲珑园区）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常州市新北区龙虎塘街道中心幼儿园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（盘龙园区）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常州市新北区龙虎塘街道中心幼儿园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（腾龙园区）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常州市新北区龙虎塘街道中心幼儿园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（盘龙新园区）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常州市新北区西夏墅中心幼儿园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常州市新北区美林湖乐馨儿幼儿园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常州市新北区孝都幼儿园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常州市新北区新港幼儿园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78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常州市新北区新桥街道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常州市新北区新桥街道中心幼儿园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（滨江园区）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常州市新北区新桥街道中心幼儿园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（西阆苑园区）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常州市新北区安家中心幼儿园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常州市新北区新龙湖幼儿园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常州市新北区天成幼儿园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79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常州市新北区藻江花园幼儿园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宋庆龄国际幼儿园常州园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常州市新北区德馨幼儿园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常州市新北区先启幼儿园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80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常州市新北区华山幼儿园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常州市新北区大风车幼儿园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81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常州市新北区三井街道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常州市新北区飞龙幼儿园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常州市新北区罗溪中心幼儿园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宋庆龄国际幼儿园常州园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常州市新北区安家中心幼儿园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常州市新北区新魏幼儿园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常州市新北区圩塘中心幼儿园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82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常州市新北区河海幼儿园</w:t>
            </w:r>
            <w:r w:rsidRPr="00EA2193">
              <w:rPr>
                <w:rFonts w:ascii="仿宋_GB2312" w:eastAsia="仿宋_GB2312" w:hAnsi="宋体" w:cs="Times New Roman"/>
                <w:color w:val="000000"/>
                <w:kern w:val="0"/>
              </w:rPr>
              <w:br/>
            </w: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（岷江园区）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常州市新北区河海幼儿园（国宾园区）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常州市新北区天安幼儿园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常州市新北区景粼天著幼儿园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常州美林幼儿园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83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284F7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Pr="00284F7B" w:rsidRDefault="005C07EA" w:rsidP="00284F7B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常州市新北区薛家镇中心幼儿园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常州市新北区薛家镇中心幼儿园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（二村园区）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常州市新北区薛家镇中心幼儿园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（奥园园区）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常州市新北区薛家镇中心幼儿园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（聚怡园区）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常州市新北区薛家镇中心幼儿园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（凤凰湖园区）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常州市新北区吕墅幼儿园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常州市新北区绿都万和城幼儿园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常州市新北区百丈中心幼儿园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常州市新北区熙悦幼儿园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84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常州市新北区春江镇中心幼儿园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常州市新北区春江镇中心幼儿园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（百馨西苑园区）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常州市新北区圩塘中心幼儿园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常州市新北区孟河实验幼儿园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常州市新北区孟河镇永嘉幼儿园有限公司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85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常州市新北区魏村中心幼儿园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常州市新北区新华幼儿园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86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常州市新北区银河香槟湖幼儿园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常州外国语附属双语幼儿园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常州市新北区临平实验幼儿园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87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常州市中央花园幼儿园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常州市新北区明德幼儿园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常州市新北区大名城幼儿园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88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常州市天润幼儿园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常州市新北区天禧幼儿园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常州市新北区新城樾隽幼儿园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常州市新北区翰林智群幼儿园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89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常州市新北区汤庄桥幼儿园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常州市新北区西夏墅中心幼儿园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90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常州市新北区三井实验小学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常州市新北区泰山小学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常州市新北区薛家实验小学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常州市新北区吕墅小学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91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常州市新北区新桥第二实验小学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常州市新北区百草园小学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常州市新北区飞龙实验小学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常州市新北区安家中心小学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92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常州市新北区龙虎塘第二实验小学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常州市新北区圩塘中心小学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93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常州市新北区河海实验小学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常州市新北区香槟湖小学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常州市新北区百丈中心小学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常州市新北区魏村中心小学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94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常州市新北区小河中心小学</w:t>
            </w:r>
            <w:r w:rsidRPr="00EA2193">
              <w:rPr>
                <w:rFonts w:ascii="仿宋_GB2312" w:eastAsia="仿宋_GB2312" w:hAnsi="宋体" w:cs="Times New Roman"/>
                <w:color w:val="000000"/>
                <w:kern w:val="0"/>
              </w:rPr>
              <w:br/>
            </w: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（含东六）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常州市新北区万绥小学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95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常州市新北区春江中心小学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常州市新北区新华实验小学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常州市新北区孝都小学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96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常州市新北区奔牛实验小学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常州市新北区九里小学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常州市新北区罗溪中心小学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常州市新北区汤庄桥小学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常州市中天实验学校（小学部）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97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常州市新北区西夏墅中心小学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常州市新北区孟河实验小学（含石桥）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常州市新北区浦河实验学校</w:t>
            </w: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(</w:t>
            </w: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小学部</w:t>
            </w: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)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98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常州市新北区西夏墅中心小学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常州市新北区孟河实验小学（含石桥）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常州市新北区浦河实验学校</w:t>
            </w: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(</w:t>
            </w: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小学部</w:t>
            </w: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)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99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常州市新北区飞龙中学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100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101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常州市河海实验学校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常州市新北区新桥初级中学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102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常州市新北区安家中学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常州市西夏墅中学（初中部）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常州市新北区浦河实验学校（初中部）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103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常州市新北区吕墅中学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常州市新北区奔牛初级中学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常州市新北区罗溪中学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104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常州市新北区小河中学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105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常州市中天实验学校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常州市新北区小河中学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106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常州市滨江中学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常州市新北区魏村中学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常州市新北区圩塘中学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107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常州市局前街小学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常州市中山路小学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常州市凤凰新城实验小学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常州市华润小学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常州市东坡小学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常州市雕庄中心小学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常州市虹景小学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常州市郑陆实验学校（小学部）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常州市晋陵小学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常州经开区实验小学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常州经开区第二实验小学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委托管理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常州市科教城小学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合作办学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108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常州市翠竹新村小学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常州市第二实验小学翰学校区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常州市紫云小学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常州市红梅实验小学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常州市朝阳新村第二小学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常州市青龙实验小学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常州市东青实验学校（小学部）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青海省玛沁县第三民族中学（小学部）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青海省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109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常州市怡康小学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常州市龙锦小学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常州市清凉小学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常州市丽华新村第三小学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常州市北环路小学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武进区芙蓉小学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110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常州市香梅小学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常州市延陵小学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常州市浦前中心小学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常州市丽华新村第二小学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常州市天宁区天隆和记黄埔幼儿园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111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常州市正衡中学天宁分校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常州市焦溪初级中学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常州市郑陆实验学校（初中部）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常州市东青实验学校（初中部）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常州市新北区罗溪中学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委托管理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112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常州市天宁区雕庄中心幼儿园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常州市天宁区采菱幼儿园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常州市天宁区德美复宁思幼儿园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常州市天宁区阳光幼儿园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113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常州市天宁区青龙中心幼儿园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常州市天宁区紫云幼儿园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常州市天宁区青竹幼儿园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常州市天宁区爱德美幼儿园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114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常州市天宁区北环幼儿园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常州市天宁区青山湾幼儿园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常州市怡康幼儿园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常州市天宁区常春藤幼儿园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常州市天宁区香缇湾大风车幼儿园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常州市天宁区天隆金梅幼儿园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115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常州市天宁区红梅幼儿园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常州市天宁区红梅中心幼儿园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常州市红梅东村幼儿园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常州市天宁区华润鸣乔幼儿园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常州市天宁区北环翕乐幼儿园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116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常州市天宁区彩虹幼儿园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常州市天宁区阳光龙庭幼儿园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常州市天宁区翠竹幼儿园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常州市天宁区凯斯幼儿园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常州市天宁区天成幼儿园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117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常州市天宁区清凉新村幼儿园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常州市广化幼儿园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常州市天宁区茶山中心幼儿园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常州市天宁区斜桥巷幼儿园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常州市天宁区星辰幼儿园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常州市天宁区明莘幼儿园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118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常州市天宁区天隆和记黄埔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常州市天宁区天隆兆丰幼儿园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常州市天宁区吉的堡幼儿园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常州市天宁区香溢紫郡幼儿园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常州市天宁区娑罗巷幼儿园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常州市天宁区新世纪幼儿园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常州市天宁区海华幼儿园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119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常州市天宁区丽华第三幼儿园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常州市天宁区丽华新村第二幼儿园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常州市天宁区新城逸境幼儿园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常州市天宁区朝阳幼儿园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常州市天宁区华润幼儿园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常州市天宁区旭阳幼儿园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常州市天宁区东坡幼儿园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120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常州市天宁区郑陆中心幼儿园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常州市天宁区三河口幼儿园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常州市天宁区焦溪幼儿园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常州市天宁区东青幼儿园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121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常州市平冈小学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常州市钟楼实验小学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常州市新闸中心小学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常州市钟楼区第二实验小学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常州市邹区实验小学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城乡共建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常州市邹区第二实验小学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122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常州市觅渡桥小学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常州市广化小学校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常州市冠英小学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常州市卜弋小学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城乡共建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123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常州市怀德苑小学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常州市香江华廷小学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常州市西林实验学校（小学部）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常州市泰村实验学校（小学部）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城乡共建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124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常州市花园第二小学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常州市白云小学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常州市谭市小学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125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常州市清潭小学第一校区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常州市清潭小学第二校区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常州市清潭小学第三校区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126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常州市西新桥小学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常州市盛毓度小学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常州市西横街小学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127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常州市五星实验小学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常州市西仓桥小学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常州市芦墅小学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128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常州市荆川小学</w:t>
            </w: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（教科院附属小学）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常州市东方小学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常州市钟楼区钟爱学校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129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常州市鸣珂巷幼儿园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常州市钟楼区宝龙幼儿园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常州市钟楼区万福幼儿园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常州市钟楼区金茂幼儿园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常州市钟楼区荷源幼儿园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常州市钟楼区西新桥幼儿园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常州市钟楼区西新桥幼儿园三村园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常州市钟楼区西新桥幼儿园二小园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130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常州市刘海粟美术幼儿园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常州市刘海粟美术幼儿园香江华廷园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常州市钟楼区刘海粟美术幼儿园红星园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常州市钟楼区枫逸幼儿园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131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钟楼区盛菊影幼儿园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常州市钟楼区科技实验幼儿园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常州市钟楼区清潭幼儿园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常州市钟楼区西林街道中心幼儿园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常州市钟楼区西林街道中心幼儿园华林园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常州市钟楼区永红街道中心幼儿园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常州市钟楼区立言小丁香幼儿园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132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常州市阳光幼儿园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常州市阳光幼儿园花二园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常州市花园新村幼儿园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常州市花园新村幼儿园西村园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常州市怀德苑幼儿园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常州市钟楼区白云幼儿园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133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钟楼区北港中心幼儿园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常州市钟楼区北港街道中心幼儿园梧桐园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常州市钟楼区五星幼儿园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常州市钟楼区勤业新村幼儿园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常州市钟楼区新闸街道中心幼儿园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常州市运河之星幼儿园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134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常州市邹区中心幼儿园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常州市邹区中心幼儿园邹新园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常州市钟楼区岳杨幼儿园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常州市钟楼区卜弋幼儿园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常州市钟楼区泰村幼儿园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135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</w:p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钟楼区爱儿坊幼儿园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常州市钟楼区爱儿坊幼儿园紫荆园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常州市钟楼区景瑞幼儿园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常州莱茵双语幼儿园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常州市大地幼稚园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常州市大地幼稚园世纪明珠园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常州市钟楼区翰林河景幼儿园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常州市钟楼区小百灵幼儿园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常州市钟楼区开心幼儿园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常州市钟楼区希盛幼儿园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136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钟楼区昕宏幼儿园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常州市钟楼区玖里书香幼儿园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常州市钟楼区康佳幼儿园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常州市钟楼区康佳幼儿园清潭园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常州市钟楼区瑞迩德幼儿园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常州市钟楼区柯菲幼儿园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常州市钟楼区聪明兔幼儿园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137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江苏常州经济开发区幼儿园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江苏常州经济开发区幼儿园河苑分园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常州市武进区小太阳幼儿园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常州市武进区金色童年幼儿园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138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常州经开区青洋幼儿园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常州经济开发区宛沿河幼儿园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139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常州市武进区潞城幼儿园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常州经济开发区东方实验幼儿园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常州经开区东城幼儿园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140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常州市武进区丁堰幼儿园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常州经济开发区大明幼儿园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141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常州市武进区遥观中心幼儿园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常州经开区临津幼儿园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142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常州市武进区横林中心幼儿园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常州市武进区横林中心幼儿园欧里分园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常州市武进区崔桥幼儿园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143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常州市武进区宋剑湖幼儿园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常州市武进区宋剑湖幼儿园沧浪分园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常州市武进区宋剑湖幼儿园瑞莲分园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144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常州市武进区横山桥中心幼儿园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常州市武进区新安幼儿园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常州市武进区芙蓉幼儿园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145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无锡市滨湖区宋庆龄实验幼儿园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常州市武进区横林新槐幼儿园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146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常州市新北区天成幼儿园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常州经济开发区江村幼儿园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147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148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常州市武进区遥观中心小学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常州市武进区南塘桥小学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常州市武进区宋剑湖小学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常州市武进区剑湖实验学校（小学部）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149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常州市武进区横林实验小学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常州经开区冯仲云小学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常州经开区横林小学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常州市武进区崔桥小学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150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常州市武进区横山桥中心小学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常州经开区横山桥阳光小学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常州市武进区芙蓉小学</w:t>
            </w:r>
          </w:p>
        </w:tc>
        <w:tc>
          <w:tcPr>
            <w:tcW w:w="6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常州市武进区新安小学</w:t>
            </w:r>
          </w:p>
        </w:tc>
        <w:tc>
          <w:tcPr>
            <w:tcW w:w="6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151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常州经开区实验初级中学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152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常州市武进区横林初级中学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常州经开区横林实验初级中学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153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常州市河海实验学校（初中部）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合作办学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常州市第二十四中学天宁分校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局属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常州市虹景中学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合作办学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局属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154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常州市实验初级中学天宁分校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常州市武进区遥观初级中学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常州市延陵中学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合作办学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155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常州市泰村实验学校（初中部）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常州市武进区横林初级中学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156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常州市西林实验学校（初中部）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常州市戚墅堰实验中学（初中部）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常州市龙虎塘中学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常州市新闸中学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157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常州市卜弋中学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158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常州市郑陆实验学校（初中部）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159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常州市东青实验学校（初中部）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常州市第四中学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常州市新闸中学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160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常州市武进区剑湖实验学校（初中部）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161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常州市武进区芙蓉初级中学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常州市邹区中学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项目合作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162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</w:tr>
      <w:tr w:rsidR="005C07EA" w:rsidRPr="00EA2193" w:rsidTr="001A10FE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</w:rPr>
              <w:t>局属</w:t>
            </w:r>
          </w:p>
        </w:tc>
      </w:tr>
      <w:tr w:rsidR="005C07EA" w:rsidRPr="00EA2193" w:rsidTr="001A10FE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江苏省横林高级中学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713A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1713A6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城乡结对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常州市龙城高级中学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局属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163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常州市正行中学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局属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常州市武进区横山桥高级中学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164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常州市戚墅堰实验中学（高中部）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结对帮扶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165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常州市钟楼实验中学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常州市滨江中学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联盟式办学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常州外国语附属双语学校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常州市科教城初级中学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/>
                <w:color w:val="000000"/>
                <w:kern w:val="0"/>
              </w:rPr>
              <w:t>166</w:t>
            </w:r>
          </w:p>
        </w:tc>
        <w:tc>
          <w:tcPr>
            <w:tcW w:w="15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常州市机关幼儿园</w:t>
            </w: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常州市中央花园幼儿园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新北区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常州悠悠早教中心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常州经济开发区东方名园幼儿园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经开区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常州市天宁区九洲幼儿园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一体化办学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天宁区</w:t>
            </w:r>
          </w:p>
        </w:tc>
      </w:tr>
      <w:tr w:rsidR="005C07EA" w:rsidRPr="00EA2193">
        <w:trPr>
          <w:trHeight w:val="369"/>
          <w:jc w:val="center"/>
        </w:trPr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5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常州市钟楼区星悦幼儿园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合作办学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C07EA" w:rsidRPr="00EA2193" w:rsidRDefault="005C07EA" w:rsidP="00EA2193">
            <w:pPr>
              <w:widowControl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EA219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钟楼区</w:t>
            </w:r>
          </w:p>
        </w:tc>
      </w:tr>
    </w:tbl>
    <w:p w:rsidR="005C07EA" w:rsidRDefault="005C07EA">
      <w:pPr>
        <w:rPr>
          <w:rFonts w:cs="Times New Roman"/>
        </w:rPr>
      </w:pPr>
    </w:p>
    <w:sectPr w:rsidR="005C07EA" w:rsidSect="008D1ECE">
      <w:footerReference w:type="default" r:id="rId6"/>
      <w:pgSz w:w="11906" w:h="16838"/>
      <w:pgMar w:top="1701" w:right="1531" w:bottom="1701" w:left="1531" w:header="851" w:footer="992" w:gutter="0"/>
      <w:pgNumType w:fmt="numberInDash" w:start="2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7EA" w:rsidRDefault="005C07E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C07EA" w:rsidRDefault="005C07E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7EA" w:rsidRPr="008D1ECE" w:rsidRDefault="005C07EA" w:rsidP="000B6B79">
    <w:pPr>
      <w:pStyle w:val="Footer"/>
      <w:framePr w:wrap="auto" w:vAnchor="text" w:hAnchor="margin" w:xAlign="right" w:y="1"/>
      <w:rPr>
        <w:rStyle w:val="PageNumber"/>
        <w:rFonts w:ascii="Times New Roman" w:hAnsi="Times New Roman" w:cs="Times New Roman"/>
        <w:sz w:val="28"/>
        <w:szCs w:val="28"/>
      </w:rPr>
    </w:pPr>
    <w:r w:rsidRPr="008D1ECE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8D1ECE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8D1ECE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- 44 -</w:t>
    </w:r>
    <w:r w:rsidRPr="008D1ECE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C07EA" w:rsidRDefault="005C07EA" w:rsidP="008D1ECE">
    <w:pPr>
      <w:pStyle w:val="Footer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7EA" w:rsidRDefault="005C07E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C07EA" w:rsidRDefault="005C07E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DF98F"/>
    <w:rsid w:val="9EC3D68E"/>
    <w:rsid w:val="AB33279B"/>
    <w:rsid w:val="BEF79EC6"/>
    <w:rsid w:val="D63F8C6C"/>
    <w:rsid w:val="DBDFF516"/>
    <w:rsid w:val="DDBFF212"/>
    <w:rsid w:val="ECEF8840"/>
    <w:rsid w:val="EEFBE6BD"/>
    <w:rsid w:val="EF56940F"/>
    <w:rsid w:val="F7771ABB"/>
    <w:rsid w:val="F77DF98F"/>
    <w:rsid w:val="FEA69C62"/>
    <w:rsid w:val="FEBF1315"/>
    <w:rsid w:val="FF1EDE64"/>
    <w:rsid w:val="000B6B79"/>
    <w:rsid w:val="0014079C"/>
    <w:rsid w:val="001572AA"/>
    <w:rsid w:val="001713A6"/>
    <w:rsid w:val="001A10FE"/>
    <w:rsid w:val="001C014D"/>
    <w:rsid w:val="00284F7B"/>
    <w:rsid w:val="002D1FEB"/>
    <w:rsid w:val="00367CF8"/>
    <w:rsid w:val="005C07EA"/>
    <w:rsid w:val="00654FC3"/>
    <w:rsid w:val="008368A0"/>
    <w:rsid w:val="008D1ECE"/>
    <w:rsid w:val="00AF640E"/>
    <w:rsid w:val="00BF229F"/>
    <w:rsid w:val="00EA2193"/>
    <w:rsid w:val="00F11981"/>
    <w:rsid w:val="00F120DB"/>
    <w:rsid w:val="00FD42F2"/>
    <w:rsid w:val="1B3FA756"/>
    <w:rsid w:val="3DBB166F"/>
    <w:rsid w:val="4FFF0607"/>
    <w:rsid w:val="5FB3B88B"/>
    <w:rsid w:val="7BBF0524"/>
    <w:rsid w:val="7D15B873"/>
    <w:rsid w:val="7DBE84FB"/>
    <w:rsid w:val="7DFFEE6E"/>
    <w:rsid w:val="7ECFE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981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51">
    <w:name w:val="font51"/>
    <w:basedOn w:val="DefaultParagraphFont"/>
    <w:uiPriority w:val="99"/>
    <w:rsid w:val="00F11981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font01">
    <w:name w:val="font01"/>
    <w:basedOn w:val="DefaultParagraphFont"/>
    <w:uiPriority w:val="99"/>
    <w:rsid w:val="00F11981"/>
    <w:rPr>
      <w:rFonts w:ascii="宋体" w:eastAsia="宋体" w:hAnsi="宋体" w:cs="宋体"/>
      <w:color w:val="000000"/>
      <w:sz w:val="24"/>
      <w:szCs w:val="24"/>
      <w:u w:val="none"/>
    </w:rPr>
  </w:style>
  <w:style w:type="paragraph" w:styleId="Header">
    <w:name w:val="header"/>
    <w:basedOn w:val="Normal"/>
    <w:link w:val="HeaderChar"/>
    <w:uiPriority w:val="99"/>
    <w:rsid w:val="00EA2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368A0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EA2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368A0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8D1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22</Pages>
  <Words>2497</Words>
  <Characters>14239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kylin</dc:creator>
  <cp:keywords/>
  <dc:description/>
  <cp:lastModifiedBy>吴琳赟</cp:lastModifiedBy>
  <cp:revision>6</cp:revision>
  <cp:lastPrinted>2023-02-16T08:44:00Z</cp:lastPrinted>
  <dcterms:created xsi:type="dcterms:W3CDTF">2023-02-16T15:28:00Z</dcterms:created>
  <dcterms:modified xsi:type="dcterms:W3CDTF">2023-02-21T01:17:00Z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