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500" w:rsidRPr="00D91904" w:rsidRDefault="00F05500">
      <w:pPr>
        <w:rPr>
          <w:rFonts w:ascii="黑体" w:eastAsia="黑体" w:hAnsi="黑体" w:cs="Times New Roman"/>
          <w:color w:val="000000"/>
          <w:sz w:val="32"/>
          <w:szCs w:val="32"/>
        </w:rPr>
      </w:pPr>
      <w:r w:rsidRPr="00D91904">
        <w:rPr>
          <w:rFonts w:ascii="黑体" w:eastAsia="黑体" w:hAnsi="黑体" w:cs="黑体" w:hint="eastAsia"/>
          <w:color w:val="000000"/>
          <w:sz w:val="32"/>
          <w:szCs w:val="32"/>
          <w:lang/>
        </w:rPr>
        <w:t>附件</w:t>
      </w:r>
      <w:r w:rsidRPr="00D91904">
        <w:rPr>
          <w:rFonts w:ascii="黑体" w:eastAsia="黑体" w:hAnsi="黑体" w:cs="黑体"/>
          <w:color w:val="000000"/>
          <w:sz w:val="32"/>
          <w:szCs w:val="32"/>
          <w:lang/>
        </w:rPr>
        <w:t>1</w:t>
      </w:r>
    </w:p>
    <w:p w:rsidR="00F05500" w:rsidRPr="00D91904" w:rsidRDefault="00F05500" w:rsidP="00D91904">
      <w:pPr>
        <w:jc w:val="center"/>
        <w:rPr>
          <w:rFonts w:ascii="方正小标宋简体" w:eastAsia="方正小标宋简体" w:hAnsi="方正小标宋简体" w:cs="Times New Roman"/>
          <w:color w:val="000000"/>
          <w:sz w:val="44"/>
          <w:szCs w:val="44"/>
        </w:rPr>
      </w:pPr>
      <w:r w:rsidRPr="00D91904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lang/>
        </w:rPr>
        <w:t>首届常州市基础教育</w:t>
      </w:r>
      <w:r w:rsidRPr="00D91904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教学指导专业委员会名单</w:t>
      </w:r>
    </w:p>
    <w:p w:rsidR="00F05500" w:rsidRDefault="00F05500">
      <w:pPr>
        <w:rPr>
          <w:rFonts w:ascii="仿宋_GB2312" w:eastAsia="仿宋_GB2312" w:hAnsi="仿宋_GB2312" w:cs="Times New Roman"/>
          <w:color w:val="000000"/>
          <w:sz w:val="32"/>
          <w:szCs w:val="32"/>
        </w:rPr>
      </w:pP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语文教学指导专业委员会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数学教学指导专业委员会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3.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英语教学指导专业委员会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4.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思想政治（道德与法治）教学指导专业委员会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5.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历史教学指导专业委员会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6.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地理教学指导专业委员会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7.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物理教学指导专业委员会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D91904">
        <w:rPr>
          <w:rFonts w:ascii="仿宋_GB2312" w:eastAsia="仿宋_GB2312" w:hAnsi="仿宋_GB2312" w:cs="仿宋_GB2312"/>
          <w:color w:val="000000"/>
          <w:sz w:val="32"/>
          <w:szCs w:val="32"/>
        </w:rPr>
        <w:t>8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化学教学指导专业委员会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D91904">
        <w:rPr>
          <w:rFonts w:ascii="仿宋_GB2312" w:eastAsia="仿宋_GB2312" w:hAnsi="仿宋_GB2312" w:cs="仿宋_GB2312"/>
          <w:color w:val="000000"/>
          <w:sz w:val="32"/>
          <w:szCs w:val="32"/>
        </w:rPr>
        <w:t>9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生物教学指导专业委员会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10.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技术（信息科技、通用技术）教学指导专业委员会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11.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科学教学指导专业委员会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12.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体育与健康教学指导专业委员会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13.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美育教学指导专业委员会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14.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劳动教育指导专业委员会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15.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综合实践活动指导专业委员会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16.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数字化学习教学指导专业委员会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17.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跨学科教学指导专业委员会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18.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德育工作指导专业委员会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19.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心理健康教育指导专业委员会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20.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安全教育指导专业委员会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21.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家庭教育指导专业委员会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22.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学前教育保教指导专业委员会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23.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特殊教育教学指导专业委员会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24.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教学研究指导专业委员会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25.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作业与考试命题指导专业委员会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26.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拔尖创新人才培养指导专业委员会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D91904">
        <w:rPr>
          <w:rFonts w:ascii="仿宋_GB2312" w:eastAsia="仿宋_GB2312" w:hAnsi="仿宋_GB2312" w:cs="仿宋_GB2312"/>
          <w:color w:val="000000"/>
          <w:sz w:val="32"/>
          <w:szCs w:val="32"/>
        </w:rPr>
        <w:t>27.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教育教学质量评价指导专业委员会</w:t>
      </w:r>
    </w:p>
    <w:p w:rsidR="00F05500" w:rsidRPr="00D91904" w:rsidRDefault="00F05500" w:rsidP="00D91904">
      <w:pPr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28.</w:t>
      </w:r>
      <w:r w:rsidRPr="00D9190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教学管理改革指导专业委员会</w:t>
      </w:r>
    </w:p>
    <w:sectPr w:rsidR="00F05500" w:rsidRPr="00D91904" w:rsidSect="00D91904">
      <w:footerReference w:type="default" r:id="rId7"/>
      <w:pgSz w:w="11906" w:h="16838" w:code="9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500" w:rsidRDefault="00F0550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05500" w:rsidRDefault="00F0550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500" w:rsidRPr="00D91904" w:rsidRDefault="00F05500" w:rsidP="00647E4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D91904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D91904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D91904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D91904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05500" w:rsidRDefault="00F05500" w:rsidP="00D91904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500" w:rsidRDefault="00F0550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05500" w:rsidRDefault="00F0550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6F5B41"/>
    <w:multiLevelType w:val="singleLevel"/>
    <w:tmpl w:val="FF6F5B4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D7F05B6"/>
    <w:rsid w:val="BE775C2B"/>
    <w:rsid w:val="000C01A6"/>
    <w:rsid w:val="00197937"/>
    <w:rsid w:val="002635C8"/>
    <w:rsid w:val="003A0F3E"/>
    <w:rsid w:val="004611BB"/>
    <w:rsid w:val="00647E4E"/>
    <w:rsid w:val="009F0C7E"/>
    <w:rsid w:val="00C83E32"/>
    <w:rsid w:val="00D91904"/>
    <w:rsid w:val="00E91D65"/>
    <w:rsid w:val="00F05500"/>
    <w:rsid w:val="00FD2DEB"/>
    <w:rsid w:val="4CFD71CD"/>
    <w:rsid w:val="5D7F05B6"/>
    <w:rsid w:val="7FCD7F8A"/>
    <w:rsid w:val="7FFF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2DE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D2D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5DBC"/>
    <w:rPr>
      <w:rFonts w:cs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FD2DE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5DBC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D91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234</Words>
  <Characters>251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韩志祥</dc:creator>
  <cp:keywords/>
  <dc:description/>
  <cp:lastModifiedBy>吴琳赟</cp:lastModifiedBy>
  <cp:revision>4</cp:revision>
  <dcterms:created xsi:type="dcterms:W3CDTF">2023-01-17T01:04:00Z</dcterms:created>
  <dcterms:modified xsi:type="dcterms:W3CDTF">2023-03-20T06:14:00Z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2052-11.8.2.1115</vt:lpwstr>
  </property>
  <property fmtid="{D5CDD505-2E9C-101B-9397-08002B2CF9AE}" pid="3" name="ICV">
    <vt:lpwstr>1A81ADD4437EC21BA1A2C4633145B1BB</vt:lpwstr>
  </property>
</Properties>
</file>