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CC" w:rsidRDefault="007479CC" w:rsidP="00B16A5E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4A4304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7479CC" w:rsidRPr="004A4304" w:rsidRDefault="007479CC" w:rsidP="00C9533B">
      <w:pPr>
        <w:jc w:val="center"/>
        <w:rPr>
          <w:rFonts w:ascii="黑体" w:eastAsia="黑体" w:hAnsi="黑体" w:cs="Times New Roman"/>
          <w:sz w:val="32"/>
          <w:szCs w:val="32"/>
        </w:rPr>
      </w:pPr>
      <w:r w:rsidRPr="004C6C0A">
        <w:rPr>
          <w:rFonts w:ascii="方正小标宋简体" w:eastAsia="方正小标宋简体" w:hAnsi="宋体" w:cs="方正小标宋简体"/>
          <w:color w:val="000000"/>
          <w:kern w:val="0"/>
          <w:sz w:val="44"/>
          <w:szCs w:val="44"/>
        </w:rPr>
        <w:t>2023</w:t>
      </w:r>
      <w:r w:rsidRPr="004C6C0A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年常州市中小学教师培训重点项目</w:t>
      </w:r>
    </w:p>
    <w:tbl>
      <w:tblPr>
        <w:tblW w:w="13968" w:type="dxa"/>
        <w:jc w:val="center"/>
        <w:tblLayout w:type="fixed"/>
        <w:tblLook w:val="00A0"/>
      </w:tblPr>
      <w:tblGrid>
        <w:gridCol w:w="713"/>
        <w:gridCol w:w="1854"/>
        <w:gridCol w:w="2988"/>
        <w:gridCol w:w="2030"/>
        <w:gridCol w:w="926"/>
        <w:gridCol w:w="3270"/>
        <w:gridCol w:w="927"/>
        <w:gridCol w:w="1260"/>
      </w:tblGrid>
      <w:tr w:rsidR="007479CC" w:rsidRPr="00C9533B" w:rsidTr="00E169D4">
        <w:trPr>
          <w:trHeight w:val="812"/>
          <w:tblHeader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重点任务</w:t>
            </w: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培训对象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计划</w:t>
            </w:r>
          </w:p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培训目标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计划</w:t>
            </w:r>
          </w:p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实施时间</w:t>
            </w:r>
          </w:p>
        </w:tc>
      </w:tr>
      <w:tr w:rsidR="007479CC" w:rsidRPr="00C9533B" w:rsidTr="00E169D4">
        <w:trPr>
          <w:trHeight w:val="411"/>
          <w:jc w:val="center"/>
        </w:trPr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一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479CC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思想政治与</w:t>
            </w:r>
          </w:p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师德师风培训</w:t>
            </w: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党的二十大精神学习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全市中小学教师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全员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统一思想行动，推动党的二十大精神在全市教育系统落地生根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812"/>
          <w:jc w:val="center"/>
        </w:trPr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党的二十大精神学习宣讲员培训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思政课骨干教师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提升思政课骨干教师政治理论水平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812"/>
          <w:jc w:val="center"/>
        </w:trPr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教师思想政治和师德师风建设培训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全市中小学教师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全员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掌握相关法规制度，强化典型引领，提升师德水平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812"/>
          <w:jc w:val="center"/>
        </w:trPr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法治教育课程合作建设培训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全市中小学法治教育骨干教师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提高教师法治教育课程开发和实施能力及师生法治素养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812"/>
          <w:jc w:val="center"/>
        </w:trPr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健康护航能力提升培训</w:t>
            </w: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中小学教师心理健康实务培训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心理健康教育骨干教师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提升中小学骨干教师心理健康教育能力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1-6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812"/>
          <w:jc w:val="center"/>
        </w:trPr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教师初级救护员培训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中小学校医、教师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掌握学校应急救护知识及技能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、</w:t>
            </w: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1214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9CC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教育数字化</w:t>
            </w:r>
          </w:p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能力提升培训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“拥抱技术，变革教学”实用教育信息技术系列培训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中小学各科教师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提高教师信息技术应用能力与信息化教学水平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812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信息技术应用技能培训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省智慧校园合格校相关教师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提升信息技术与各学科融合应用的水平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411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德育与班主任专业化培训</w:t>
            </w: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9.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市名班主任高级研修班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中小学校名班主任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提高班级管理理论和实践水平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411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职校班主任能力培训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职校班主任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培养职业学校班主任工作能力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371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学业质量提升研究培训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“双减”背景下作业设计与实施能力培训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中小学各学科教师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560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优化作业设计，提升教学质量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12.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中小学考试命题与评价能力培训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中小学各学科教师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1300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提升教师课程理解能力及考试命题、评价能力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13.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教研组长科研领导力、组织建设力培训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中小学各学科教研组长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提升教研组长校本教研设计、实施与评估能力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1093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14.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中小学深化学校体育改革培训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示范区（校）、实验区（校）校长与骨干教师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提高相关学校体育课程规划、实施管理能力，提高课程实施效能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1093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职业学校双师型教师培训</w:t>
            </w: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职教教师教科研能力提升培训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职业学校专业负责人、教研室主任、骨干教师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引导专任教师围绕专业建设、课程改革、实践教学等方面开展教学研究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职教教师产业服务能力提升培训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职业学校骨干教师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引导专任教师开展四技服务，提升职业教育服务经济社会发展能力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七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教师成长</w:t>
            </w:r>
          </w:p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梯队性培训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17.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中学新教师试用期培训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市区新教师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提高教学能力和水平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月、</w:t>
            </w: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18.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青年教师教育素养</w:t>
            </w: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Cedu-ai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场景化演练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年以内青年教师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提升新教师教育教学技能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19.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“常有名师”培育计划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领军、卓越、新锐教师培训班学员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提高教育教学理论和实践水平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博导工作站培训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博导工作站学员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提升科研能力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21.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学科领军型教师培训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普通高中学科优秀教师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建设拔尖创新人才培养优秀教师队伍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9-12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32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479CC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培训者专业</w:t>
            </w:r>
          </w:p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能力提升培训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22.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校本研修管理者培训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中小学校教师发展负责人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提高校本研修管理水平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7479CC" w:rsidRPr="00C9533B" w:rsidTr="00E169D4">
        <w:trPr>
          <w:trHeight w:val="742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479CC" w:rsidRPr="00C9533B" w:rsidRDefault="007479CC" w:rsidP="00C9533B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23.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名师工作室优秀学员专题研修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E169D4" w:rsidRDefault="007479CC" w:rsidP="00E169D4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市名师工作室成员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促进基于项目研究的专业能力成长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9CC" w:rsidRPr="00C9533B" w:rsidRDefault="007479CC" w:rsidP="00C9533B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C9533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1-12</w:t>
            </w:r>
            <w:r w:rsidRPr="00C9533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</w:tbl>
    <w:p w:rsidR="007479CC" w:rsidRDefault="007479CC" w:rsidP="00C9533B">
      <w:pPr>
        <w:spacing w:line="20" w:lineRule="exact"/>
        <w:rPr>
          <w:rFonts w:cs="Times New Roman"/>
          <w:sz w:val="32"/>
          <w:szCs w:val="32"/>
        </w:rPr>
      </w:pPr>
    </w:p>
    <w:sectPr w:rsidR="007479CC" w:rsidSect="00C9533B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6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9CC" w:rsidRDefault="007479C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479CC" w:rsidRDefault="007479C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CC" w:rsidRPr="00C9533B" w:rsidRDefault="007479CC" w:rsidP="00A6103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9533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9533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9533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C9533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479CC" w:rsidRDefault="007479CC" w:rsidP="00C9533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9CC" w:rsidRDefault="007479C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479CC" w:rsidRDefault="007479C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F103B"/>
    <w:multiLevelType w:val="singleLevel"/>
    <w:tmpl w:val="642F103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WU5ODcwOTJkODYyY2E4ODViZmE1YzE0YzQxZDM0NmEifQ=="/>
  </w:docVars>
  <w:rsids>
    <w:rsidRoot w:val="7894754F"/>
    <w:rsid w:val="00000A3B"/>
    <w:rsid w:val="000038B2"/>
    <w:rsid w:val="00047D88"/>
    <w:rsid w:val="000762D8"/>
    <w:rsid w:val="000D019D"/>
    <w:rsid w:val="00101B85"/>
    <w:rsid w:val="00167DB7"/>
    <w:rsid w:val="00182DE3"/>
    <w:rsid w:val="0018535C"/>
    <w:rsid w:val="001960C3"/>
    <w:rsid w:val="00202428"/>
    <w:rsid w:val="00211601"/>
    <w:rsid w:val="00242429"/>
    <w:rsid w:val="0025419F"/>
    <w:rsid w:val="00262D10"/>
    <w:rsid w:val="00297B8F"/>
    <w:rsid w:val="002B0A32"/>
    <w:rsid w:val="002B6ADB"/>
    <w:rsid w:val="002C3747"/>
    <w:rsid w:val="002E5451"/>
    <w:rsid w:val="00315BC0"/>
    <w:rsid w:val="0032370B"/>
    <w:rsid w:val="003259B3"/>
    <w:rsid w:val="003B1D4A"/>
    <w:rsid w:val="003C14D9"/>
    <w:rsid w:val="003C451B"/>
    <w:rsid w:val="00412E27"/>
    <w:rsid w:val="004161FC"/>
    <w:rsid w:val="00434C6F"/>
    <w:rsid w:val="004466ED"/>
    <w:rsid w:val="00476275"/>
    <w:rsid w:val="00481B8E"/>
    <w:rsid w:val="004A4304"/>
    <w:rsid w:val="004C2336"/>
    <w:rsid w:val="004C6C0A"/>
    <w:rsid w:val="005908BF"/>
    <w:rsid w:val="005A2866"/>
    <w:rsid w:val="005C7073"/>
    <w:rsid w:val="005D1D06"/>
    <w:rsid w:val="005D7C34"/>
    <w:rsid w:val="005F4B53"/>
    <w:rsid w:val="005F733B"/>
    <w:rsid w:val="0060178E"/>
    <w:rsid w:val="006236AD"/>
    <w:rsid w:val="006822FB"/>
    <w:rsid w:val="006840DE"/>
    <w:rsid w:val="00686F27"/>
    <w:rsid w:val="00690343"/>
    <w:rsid w:val="006F17B6"/>
    <w:rsid w:val="007004E6"/>
    <w:rsid w:val="007479CC"/>
    <w:rsid w:val="007515A7"/>
    <w:rsid w:val="007814DB"/>
    <w:rsid w:val="007A3FCA"/>
    <w:rsid w:val="007C7347"/>
    <w:rsid w:val="008017FD"/>
    <w:rsid w:val="008027AA"/>
    <w:rsid w:val="00850847"/>
    <w:rsid w:val="00855E5B"/>
    <w:rsid w:val="008874D8"/>
    <w:rsid w:val="008C7661"/>
    <w:rsid w:val="008D2DD1"/>
    <w:rsid w:val="00905786"/>
    <w:rsid w:val="00931B0C"/>
    <w:rsid w:val="00941C38"/>
    <w:rsid w:val="00963C23"/>
    <w:rsid w:val="00967CB9"/>
    <w:rsid w:val="00971B1D"/>
    <w:rsid w:val="009A3DF0"/>
    <w:rsid w:val="009E48CB"/>
    <w:rsid w:val="00A1430F"/>
    <w:rsid w:val="00A275D2"/>
    <w:rsid w:val="00A27B51"/>
    <w:rsid w:val="00A5756F"/>
    <w:rsid w:val="00A6103B"/>
    <w:rsid w:val="00A9275B"/>
    <w:rsid w:val="00AD39CC"/>
    <w:rsid w:val="00AF0393"/>
    <w:rsid w:val="00B16A5E"/>
    <w:rsid w:val="00B2557A"/>
    <w:rsid w:val="00B30BC3"/>
    <w:rsid w:val="00B3543C"/>
    <w:rsid w:val="00BD3BA1"/>
    <w:rsid w:val="00C35CF9"/>
    <w:rsid w:val="00C44D17"/>
    <w:rsid w:val="00C470B4"/>
    <w:rsid w:val="00C95307"/>
    <w:rsid w:val="00C9533B"/>
    <w:rsid w:val="00CB5BD4"/>
    <w:rsid w:val="00D15FD0"/>
    <w:rsid w:val="00D23E03"/>
    <w:rsid w:val="00D91C13"/>
    <w:rsid w:val="00DE43A3"/>
    <w:rsid w:val="00E169D4"/>
    <w:rsid w:val="00E44395"/>
    <w:rsid w:val="00E52B78"/>
    <w:rsid w:val="00E856CF"/>
    <w:rsid w:val="00EF295B"/>
    <w:rsid w:val="00F166E2"/>
    <w:rsid w:val="00F23897"/>
    <w:rsid w:val="00F27E31"/>
    <w:rsid w:val="00F35B83"/>
    <w:rsid w:val="00F90839"/>
    <w:rsid w:val="00FD6527"/>
    <w:rsid w:val="00FE3B87"/>
    <w:rsid w:val="00FE719A"/>
    <w:rsid w:val="01EA5317"/>
    <w:rsid w:val="0393787F"/>
    <w:rsid w:val="04120E59"/>
    <w:rsid w:val="0A6E0F2A"/>
    <w:rsid w:val="0DC921BA"/>
    <w:rsid w:val="107C31A0"/>
    <w:rsid w:val="155344FA"/>
    <w:rsid w:val="15D67E7C"/>
    <w:rsid w:val="16526560"/>
    <w:rsid w:val="1D6B1439"/>
    <w:rsid w:val="1DFD5AFD"/>
    <w:rsid w:val="22D22E85"/>
    <w:rsid w:val="28ED08CD"/>
    <w:rsid w:val="2AEA44EE"/>
    <w:rsid w:val="2E1C329D"/>
    <w:rsid w:val="321E1F95"/>
    <w:rsid w:val="33235945"/>
    <w:rsid w:val="34232E92"/>
    <w:rsid w:val="382331C3"/>
    <w:rsid w:val="3A0F220C"/>
    <w:rsid w:val="3A39689C"/>
    <w:rsid w:val="3CA12D06"/>
    <w:rsid w:val="400F0C9D"/>
    <w:rsid w:val="40D514FC"/>
    <w:rsid w:val="442F1F9E"/>
    <w:rsid w:val="453661C0"/>
    <w:rsid w:val="47FDC512"/>
    <w:rsid w:val="48DA2A0C"/>
    <w:rsid w:val="4CC76658"/>
    <w:rsid w:val="4D750AAA"/>
    <w:rsid w:val="51391573"/>
    <w:rsid w:val="51FD700C"/>
    <w:rsid w:val="5470679E"/>
    <w:rsid w:val="5624217B"/>
    <w:rsid w:val="572A034D"/>
    <w:rsid w:val="5A0B1DAA"/>
    <w:rsid w:val="5ACD5104"/>
    <w:rsid w:val="5BD9B585"/>
    <w:rsid w:val="5D935288"/>
    <w:rsid w:val="60EC26DA"/>
    <w:rsid w:val="637D7A54"/>
    <w:rsid w:val="65B87943"/>
    <w:rsid w:val="6A7E2925"/>
    <w:rsid w:val="70DB3E68"/>
    <w:rsid w:val="71196F04"/>
    <w:rsid w:val="717178DE"/>
    <w:rsid w:val="76D20298"/>
    <w:rsid w:val="7894754F"/>
    <w:rsid w:val="78EA6695"/>
    <w:rsid w:val="7BD6160D"/>
    <w:rsid w:val="7F87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12E27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12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12E27"/>
    <w:rPr>
      <w:rFonts w:ascii="Calibri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412E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12E27"/>
    <w:rPr>
      <w:rFonts w:ascii="Calibri" w:hAnsi="Calibri" w:cs="Calibri"/>
      <w:kern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D652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6527"/>
    <w:rPr>
      <w:rFonts w:ascii="Calibri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C95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3</Pages>
  <Words>228</Words>
  <Characters>1304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50</cp:revision>
  <cp:lastPrinted>2023-03-23T02:29:00Z</cp:lastPrinted>
  <dcterms:created xsi:type="dcterms:W3CDTF">2023-01-18T21:25:00Z</dcterms:created>
  <dcterms:modified xsi:type="dcterms:W3CDTF">2023-03-24T02:16:00Z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21ACF1FE19244F8391CC5369BBBFA17D</vt:lpwstr>
  </property>
</Properties>
</file>