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9E1" w:rsidRPr="006F267A" w:rsidRDefault="000229E1">
      <w:pPr>
        <w:jc w:val="left"/>
        <w:rPr>
          <w:rFonts w:ascii="黑体" w:eastAsia="黑体" w:hAnsi="黑体" w:cs="黑体"/>
          <w:sz w:val="32"/>
          <w:szCs w:val="32"/>
        </w:rPr>
      </w:pPr>
      <w:r w:rsidRPr="006F267A">
        <w:rPr>
          <w:rFonts w:ascii="黑体" w:eastAsia="黑体" w:hAnsi="黑体" w:cs="黑体" w:hint="eastAsia"/>
          <w:sz w:val="32"/>
          <w:szCs w:val="32"/>
        </w:rPr>
        <w:t>附件</w:t>
      </w:r>
      <w:r w:rsidRPr="006F267A">
        <w:rPr>
          <w:rFonts w:ascii="黑体" w:eastAsia="黑体" w:hAnsi="黑体" w:cs="黑体"/>
          <w:sz w:val="32"/>
          <w:szCs w:val="32"/>
        </w:rPr>
        <w:t>2</w:t>
      </w:r>
    </w:p>
    <w:p w:rsidR="000229E1" w:rsidRPr="006F267A" w:rsidRDefault="000229E1" w:rsidP="006F267A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“童眼看·童声议”活动初选结果汇总表</w:t>
      </w:r>
    </w:p>
    <w:p w:rsidR="000229E1" w:rsidRDefault="000229E1" w:rsidP="006F267A">
      <w:pPr>
        <w:spacing w:line="400" w:lineRule="exact"/>
        <w:rPr>
          <w:rFonts w:ascii="仿宋_GB2312" w:eastAsia="仿宋_GB2312" w:hAnsi="方正小标宋简体" w:cs="Times New Roman"/>
          <w:sz w:val="24"/>
          <w:szCs w:val="24"/>
        </w:rPr>
      </w:pPr>
    </w:p>
    <w:p w:rsidR="000229E1" w:rsidRPr="006F267A" w:rsidRDefault="000229E1" w:rsidP="006F267A">
      <w:pPr>
        <w:spacing w:line="440" w:lineRule="exact"/>
        <w:rPr>
          <w:rFonts w:ascii="仿宋_GB2312" w:eastAsia="仿宋_GB2312" w:hAnsi="方正小标宋简体" w:cs="Times New Roman"/>
          <w:sz w:val="24"/>
          <w:szCs w:val="24"/>
        </w:rPr>
      </w:pPr>
      <w:r w:rsidRPr="006F267A">
        <w:rPr>
          <w:rFonts w:ascii="仿宋_GB2312" w:eastAsia="仿宋_GB2312" w:hAnsi="方正小标宋简体" w:cs="仿宋_GB2312" w:hint="eastAsia"/>
          <w:sz w:val="24"/>
          <w:szCs w:val="24"/>
        </w:rPr>
        <w:t>辖市</w:t>
      </w:r>
      <w:r>
        <w:rPr>
          <w:rFonts w:ascii="仿宋_GB2312" w:eastAsia="仿宋_GB2312" w:hAnsi="方正小标宋简体" w:cs="仿宋_GB2312" w:hint="eastAsia"/>
          <w:sz w:val="24"/>
          <w:szCs w:val="24"/>
        </w:rPr>
        <w:t>（</w:t>
      </w:r>
      <w:r w:rsidRPr="006F267A">
        <w:rPr>
          <w:rFonts w:ascii="仿宋_GB2312" w:eastAsia="仿宋_GB2312" w:hAnsi="方正小标宋简体" w:cs="仿宋_GB2312" w:hint="eastAsia"/>
          <w:sz w:val="24"/>
          <w:szCs w:val="24"/>
        </w:rPr>
        <w:t>区</w:t>
      </w:r>
      <w:r>
        <w:rPr>
          <w:rFonts w:ascii="仿宋_GB2312" w:eastAsia="仿宋_GB2312" w:hAnsi="方正小标宋简体" w:cs="仿宋_GB2312" w:hint="eastAsia"/>
          <w:sz w:val="24"/>
          <w:szCs w:val="24"/>
        </w:rPr>
        <w:t>）</w:t>
      </w:r>
      <w:r w:rsidRPr="006F267A">
        <w:rPr>
          <w:rFonts w:ascii="仿宋_GB2312" w:eastAsia="仿宋_GB2312" w:hAnsi="方正小标宋简体" w:cs="仿宋_GB2312" w:hint="eastAsia"/>
          <w:sz w:val="24"/>
          <w:szCs w:val="24"/>
        </w:rPr>
        <w:t>教育局：</w:t>
      </w:r>
    </w:p>
    <w:tbl>
      <w:tblPr>
        <w:tblW w:w="13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0"/>
        <w:gridCol w:w="1470"/>
        <w:gridCol w:w="784"/>
        <w:gridCol w:w="4115"/>
        <w:gridCol w:w="2912"/>
        <w:gridCol w:w="3670"/>
      </w:tblGrid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sz w:val="24"/>
                <w:szCs w:val="24"/>
              </w:rPr>
            </w:pP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sz w:val="24"/>
                <w:szCs w:val="24"/>
              </w:rPr>
            </w:pP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sz w:val="24"/>
                <w:szCs w:val="24"/>
              </w:rPr>
            </w:pP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sz w:val="24"/>
                <w:szCs w:val="24"/>
                <w:lang/>
              </w:rPr>
            </w:pP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学校（</w:t>
            </w: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/>
              </w:rPr>
              <w:t>全称）</w:t>
            </w: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sz w:val="24"/>
                <w:szCs w:val="24"/>
              </w:rPr>
            </w:pP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班级（</w:t>
            </w: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/>
              </w:rPr>
              <w:t>如：八（</w:t>
            </w:r>
            <w:r w:rsidRPr="006F267A"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lang/>
              </w:rPr>
              <w:t>1</w:t>
            </w: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/>
              </w:rPr>
              <w:t>）班</w:t>
            </w: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仿宋_GB2312"/>
                <w:b/>
                <w:bCs/>
                <w:sz w:val="24"/>
                <w:szCs w:val="24"/>
                <w:lang/>
              </w:rPr>
            </w:pPr>
            <w:r w:rsidRPr="006F267A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  <w:lang/>
              </w:rPr>
              <w:t>微议案</w:t>
            </w:r>
          </w:p>
        </w:tc>
      </w:tr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</w:tr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</w:tr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</w:tr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</w:tr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</w:tr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</w:tr>
      <w:tr w:rsidR="000229E1" w:rsidRPr="006F267A" w:rsidTr="00B7174A">
        <w:trPr>
          <w:trHeight w:val="652"/>
          <w:jc w:val="center"/>
        </w:trPr>
        <w:tc>
          <w:tcPr>
            <w:tcW w:w="86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4115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2912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0229E1" w:rsidRPr="006F267A" w:rsidRDefault="000229E1" w:rsidP="006F267A">
            <w:pPr>
              <w:spacing w:line="440" w:lineRule="exact"/>
              <w:jc w:val="center"/>
              <w:rPr>
                <w:rFonts w:ascii="仿宋_GB2312" w:eastAsia="仿宋_GB2312" w:hAnsi="方正小标宋简体"/>
                <w:sz w:val="24"/>
                <w:szCs w:val="24"/>
              </w:rPr>
            </w:pPr>
          </w:p>
        </w:tc>
      </w:tr>
    </w:tbl>
    <w:p w:rsidR="000229E1" w:rsidRPr="006F267A" w:rsidRDefault="000229E1">
      <w:pPr>
        <w:rPr>
          <w:rFonts w:ascii="仿宋_GB2312" w:eastAsia="仿宋_GB2312" w:hAnsi="方正小标宋简体"/>
          <w:sz w:val="24"/>
          <w:szCs w:val="24"/>
          <w:u w:val="single"/>
        </w:rPr>
      </w:pPr>
    </w:p>
    <w:p w:rsidR="000229E1" w:rsidRDefault="000229E1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</w:p>
    <w:sectPr w:rsidR="000229E1" w:rsidSect="006F267A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9E1" w:rsidRDefault="000229E1">
      <w:r>
        <w:separator/>
      </w:r>
    </w:p>
  </w:endnote>
  <w:endnote w:type="continuationSeparator" w:id="1">
    <w:p w:rsidR="000229E1" w:rsidRDefault="00022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9E1" w:rsidRPr="006F267A" w:rsidRDefault="000229E1" w:rsidP="007C151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F267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F267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F267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6F267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229E1" w:rsidRDefault="000229E1" w:rsidP="006F267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9E1" w:rsidRDefault="000229E1">
      <w:r>
        <w:separator/>
      </w:r>
    </w:p>
  </w:footnote>
  <w:footnote w:type="continuationSeparator" w:id="1">
    <w:p w:rsidR="000229E1" w:rsidRDefault="000229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2MzYmExZGQ0N2VkMTkwNTlkZmM5OGM1ZGRhNzBjNzgifQ=="/>
  </w:docVars>
  <w:rsids>
    <w:rsidRoot w:val="00930CF2"/>
    <w:rsid w:val="C75F4AE8"/>
    <w:rsid w:val="FFFBB4C9"/>
    <w:rsid w:val="000229E1"/>
    <w:rsid w:val="00302E8B"/>
    <w:rsid w:val="006F267A"/>
    <w:rsid w:val="007C151C"/>
    <w:rsid w:val="00930CF2"/>
    <w:rsid w:val="00B7174A"/>
    <w:rsid w:val="00D33F57"/>
    <w:rsid w:val="32744790"/>
    <w:rsid w:val="4F1A6E3E"/>
    <w:rsid w:val="7DFFA14E"/>
    <w:rsid w:val="7FC7A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CF2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30CF2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F2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6B3F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6F2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6B3F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6F2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17</Words>
  <Characters>101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2023-04-07T15:20:00Z</dcterms:created>
  <dcterms:modified xsi:type="dcterms:W3CDTF">2023-04-14T02:06:00Z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1675B259BD7B863157B23764F85CCBC9</vt:lpwstr>
  </property>
</Properties>
</file>