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192" w:rsidRDefault="00F94192">
      <w:pPr>
        <w:spacing w:line="360" w:lineRule="auto"/>
        <w:rPr>
          <w:rFonts w:ascii="黑体" w:eastAsia="黑体" w:hAnsi="黑体" w:cs="黑体"/>
          <w:sz w:val="32"/>
          <w:szCs w:val="32"/>
          <w:lang w:eastAsia="zh-TW"/>
        </w:rPr>
      </w:pPr>
      <w:r>
        <w:rPr>
          <w:rFonts w:ascii="黑体" w:eastAsia="黑体" w:hAnsi="黑体" w:cs="黑体" w:hint="eastAsia"/>
          <w:sz w:val="32"/>
          <w:szCs w:val="32"/>
          <w:lang w:eastAsia="zh-TW"/>
        </w:rPr>
        <w:t>附件</w:t>
      </w:r>
      <w:r>
        <w:rPr>
          <w:rFonts w:ascii="黑体" w:eastAsia="黑体" w:hAnsi="黑体" w:cs="黑体"/>
          <w:sz w:val="32"/>
          <w:szCs w:val="32"/>
          <w:lang w:eastAsia="zh-TW"/>
        </w:rPr>
        <w:t>2</w:t>
      </w:r>
    </w:p>
    <w:p w:rsidR="00F94192" w:rsidRDefault="00F94192">
      <w:pPr>
        <w:spacing w:line="700" w:lineRule="exact"/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sz w:val="44"/>
          <w:szCs w:val="44"/>
          <w:lang w:eastAsia="zh-TW"/>
        </w:rPr>
        <w:t>常州市首届儿童议事会成员名单</w:t>
      </w:r>
    </w:p>
    <w:p w:rsidR="00F94192" w:rsidRDefault="00F94192">
      <w:pPr>
        <w:spacing w:line="700" w:lineRule="exact"/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sz w:val="44"/>
          <w:szCs w:val="44"/>
          <w:lang w:eastAsia="zh-TW"/>
        </w:rPr>
        <w:t>（</w:t>
      </w:r>
      <w:r>
        <w:rPr>
          <w:rFonts w:ascii="方正小标宋简体" w:eastAsia="方正小标宋简体" w:hAnsi="宋体" w:cs="方正小标宋简体"/>
          <w:sz w:val="44"/>
          <w:szCs w:val="44"/>
          <w:lang w:eastAsia="zh-TW"/>
        </w:rPr>
        <w:t>20</w:t>
      </w:r>
      <w:r>
        <w:rPr>
          <w:rFonts w:ascii="方正小标宋简体" w:eastAsia="方正小标宋简体" w:hAnsi="宋体" w:cs="方正小标宋简体" w:hint="eastAsia"/>
          <w:sz w:val="44"/>
          <w:szCs w:val="44"/>
        </w:rPr>
        <w:t>名）</w:t>
      </w:r>
    </w:p>
    <w:p w:rsidR="00F94192" w:rsidRDefault="00F94192" w:rsidP="00166910">
      <w:pPr>
        <w:spacing w:line="400" w:lineRule="exact"/>
        <w:jc w:val="center"/>
        <w:rPr>
          <w:rFonts w:ascii="方正小标宋简体" w:eastAsia="方正小标宋简体" w:hAnsi="宋体" w:cs="Times New Roman"/>
          <w:sz w:val="44"/>
          <w:szCs w:val="44"/>
        </w:rPr>
      </w:pPr>
    </w:p>
    <w:tbl>
      <w:tblPr>
        <w:tblW w:w="8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68"/>
        <w:gridCol w:w="2951"/>
      </w:tblGrid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  <w:bookmarkStart w:id="0" w:name="_GoBack"/>
            <w:bookmarkEnd w:id="0"/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常州市武进区戴溪小学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绳若骐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常州市</w:t>
            </w: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武进区马杭中心小学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王蔚萱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常州市武进区湖塘桥第三实验小学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刘芊烨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常州市武进区实验小学分校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丁子妍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常州市新北区龙虎塘实验小学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张梦凡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常州市新北区孟河中心小学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贡煊博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张宁熙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常州市博爱小学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李奕瑾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常州市红梅实验小学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王芷涵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常州市钟楼区昕弘实验学校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俞欣桐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常州市新闸中学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吴艺涵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常州经开区冯仲云小学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余昊宸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常州市武进区剑湖实验学校（小学部）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沈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苇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常州市武进区遥观中心小学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葛籽涵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常州市勤业中学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刘宸希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常州市第二十四中学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陈歆湉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常州外国语学校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李卓璋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常州外国语学校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蒋</w:t>
            </w:r>
            <w:r w:rsidRPr="00166910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忞</w:t>
            </w: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骏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常州市教科院附属初级中学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张明宇</w:t>
            </w:r>
          </w:p>
        </w:tc>
      </w:tr>
      <w:tr w:rsidR="00F94192" w:rsidRPr="00166910" w:rsidTr="002E4EE9">
        <w:trPr>
          <w:trHeight w:val="510"/>
          <w:jc w:val="center"/>
        </w:trPr>
        <w:tc>
          <w:tcPr>
            <w:tcW w:w="5268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常州市正行中学</w:t>
            </w:r>
          </w:p>
        </w:tc>
        <w:tc>
          <w:tcPr>
            <w:tcW w:w="2951" w:type="dxa"/>
            <w:vAlign w:val="center"/>
          </w:tcPr>
          <w:p w:rsidR="00F94192" w:rsidRPr="00166910" w:rsidRDefault="00F94192" w:rsidP="00166910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166910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张萌萌</w:t>
            </w:r>
          </w:p>
        </w:tc>
      </w:tr>
    </w:tbl>
    <w:p w:rsidR="00F94192" w:rsidRDefault="00F94192" w:rsidP="00166910">
      <w:pPr>
        <w:spacing w:line="20" w:lineRule="exact"/>
        <w:jc w:val="center"/>
        <w:rPr>
          <w:rFonts w:ascii="仿宋_GB2312" w:eastAsia="仿宋_GB2312" w:hAnsi="仿宋_GB2312" w:cs="Times New Roman"/>
          <w:sz w:val="24"/>
          <w:szCs w:val="24"/>
          <w:lang w:eastAsia="zh-TW"/>
        </w:rPr>
      </w:pPr>
    </w:p>
    <w:sectPr w:rsidR="00F94192" w:rsidSect="00427A78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192" w:rsidRDefault="00F94192" w:rsidP="00A33FA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94192" w:rsidRDefault="00F94192" w:rsidP="00A33FA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汉仪书宋二KW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192" w:rsidRPr="00166910" w:rsidRDefault="00F94192" w:rsidP="00EF6434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166910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166910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166910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 w:rsidRPr="00166910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F94192" w:rsidRDefault="00F94192" w:rsidP="00166910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192" w:rsidRDefault="00F94192" w:rsidP="00A33FA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94192" w:rsidRDefault="00F94192" w:rsidP="00A33FA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D2FC445A"/>
    <w:rsid w:val="D2FC445A"/>
    <w:rsid w:val="001179BD"/>
    <w:rsid w:val="00166910"/>
    <w:rsid w:val="001E00C4"/>
    <w:rsid w:val="002E4EE9"/>
    <w:rsid w:val="00341B85"/>
    <w:rsid w:val="003744AB"/>
    <w:rsid w:val="00427A78"/>
    <w:rsid w:val="004C40EB"/>
    <w:rsid w:val="004F3B0B"/>
    <w:rsid w:val="006E5F87"/>
    <w:rsid w:val="009A46EE"/>
    <w:rsid w:val="00A33FA4"/>
    <w:rsid w:val="00A64D31"/>
    <w:rsid w:val="00AE6AF6"/>
    <w:rsid w:val="00AF20C4"/>
    <w:rsid w:val="00BD04FE"/>
    <w:rsid w:val="00D622F7"/>
    <w:rsid w:val="00E10307"/>
    <w:rsid w:val="00EF2F40"/>
    <w:rsid w:val="00EF6434"/>
    <w:rsid w:val="00F94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9BD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F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33FA4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A33F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33FA4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1669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176</Words>
  <Characters>184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枫林</dc:creator>
  <cp:keywords/>
  <dc:description/>
  <cp:lastModifiedBy>吴琳赟</cp:lastModifiedBy>
  <cp:revision>7</cp:revision>
  <cp:lastPrinted>2023-06-13T02:41:00Z</cp:lastPrinted>
  <dcterms:created xsi:type="dcterms:W3CDTF">2023-06-06T14:51:00Z</dcterms:created>
  <dcterms:modified xsi:type="dcterms:W3CDTF">2023-06-13T02:41:00Z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0DF7567B3827A30181D77E64EE8F32F9</vt:lpwstr>
  </property>
</Properties>
</file>