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7FD" w:rsidRPr="00117BB4" w:rsidRDefault="005917FD">
      <w:pPr>
        <w:rPr>
          <w:rFonts w:ascii="黑体" w:eastAsia="黑体" w:hAnsi="黑体" w:cs="黑体"/>
          <w:sz w:val="32"/>
          <w:szCs w:val="32"/>
        </w:rPr>
      </w:pPr>
      <w:r w:rsidRPr="00117BB4">
        <w:rPr>
          <w:rFonts w:ascii="黑体" w:eastAsia="黑体" w:hAnsi="黑体" w:cs="黑体" w:hint="eastAsia"/>
          <w:sz w:val="32"/>
          <w:szCs w:val="32"/>
        </w:rPr>
        <w:t>附件</w:t>
      </w:r>
      <w:r w:rsidRPr="00117BB4">
        <w:rPr>
          <w:rFonts w:ascii="黑体" w:eastAsia="黑体" w:hAnsi="黑体" w:cs="黑体"/>
          <w:sz w:val="32"/>
          <w:szCs w:val="32"/>
        </w:rPr>
        <w:t>2</w:t>
      </w:r>
    </w:p>
    <w:p w:rsidR="005917FD" w:rsidRDefault="005917FD">
      <w:pPr>
        <w:jc w:val="center"/>
        <w:rPr>
          <w:rFonts w:cs="Times New Roman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常州市儿童友好（示范）学校</w:t>
      </w: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申报表</w:t>
      </w:r>
    </w:p>
    <w:tbl>
      <w:tblPr>
        <w:tblW w:w="85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16"/>
        <w:gridCol w:w="1098"/>
        <w:gridCol w:w="1923"/>
        <w:gridCol w:w="237"/>
        <w:gridCol w:w="897"/>
        <w:gridCol w:w="1083"/>
        <w:gridCol w:w="900"/>
        <w:gridCol w:w="1278"/>
      </w:tblGrid>
      <w:tr w:rsidR="005917FD" w:rsidRPr="00117BB4">
        <w:trPr>
          <w:trHeight w:val="551"/>
          <w:jc w:val="center"/>
        </w:trPr>
        <w:tc>
          <w:tcPr>
            <w:tcW w:w="2214" w:type="dxa"/>
            <w:gridSpan w:val="2"/>
            <w:vAlign w:val="center"/>
          </w:tcPr>
          <w:p w:rsidR="005917FD" w:rsidRPr="00117BB4" w:rsidRDefault="005917FD" w:rsidP="00F877D5">
            <w:pPr>
              <w:spacing w:line="44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117BB4">
              <w:rPr>
                <w:rFonts w:ascii="仿宋_GB2312" w:eastAsia="仿宋_GB2312" w:cs="仿宋_GB2312" w:hint="eastAsia"/>
                <w:sz w:val="24"/>
                <w:szCs w:val="24"/>
              </w:rPr>
              <w:t>学校（盖章）</w:t>
            </w:r>
          </w:p>
        </w:tc>
        <w:tc>
          <w:tcPr>
            <w:tcW w:w="4140" w:type="dxa"/>
            <w:gridSpan w:val="4"/>
            <w:vAlign w:val="center"/>
          </w:tcPr>
          <w:p w:rsidR="005917FD" w:rsidRPr="00117BB4" w:rsidRDefault="005917FD" w:rsidP="00F877D5">
            <w:pPr>
              <w:spacing w:line="44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5917FD" w:rsidRPr="00117BB4" w:rsidRDefault="005917FD" w:rsidP="00F877D5">
            <w:pPr>
              <w:spacing w:line="44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117BB4">
              <w:rPr>
                <w:rFonts w:ascii="仿宋_GB2312" w:eastAsia="仿宋_GB2312" w:cs="仿宋_GB2312" w:hint="eastAsia"/>
                <w:sz w:val="24"/>
                <w:szCs w:val="24"/>
              </w:rPr>
              <w:t>类型</w:t>
            </w:r>
          </w:p>
        </w:tc>
        <w:tc>
          <w:tcPr>
            <w:tcW w:w="1278" w:type="dxa"/>
            <w:vAlign w:val="center"/>
          </w:tcPr>
          <w:p w:rsidR="005917FD" w:rsidRPr="00117BB4" w:rsidRDefault="005917FD" w:rsidP="00F877D5">
            <w:pPr>
              <w:spacing w:line="44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5917FD" w:rsidRPr="00117BB4">
        <w:trPr>
          <w:trHeight w:val="573"/>
          <w:jc w:val="center"/>
        </w:trPr>
        <w:tc>
          <w:tcPr>
            <w:tcW w:w="2214" w:type="dxa"/>
            <w:gridSpan w:val="2"/>
            <w:vAlign w:val="center"/>
          </w:tcPr>
          <w:p w:rsidR="005917FD" w:rsidRPr="00117BB4" w:rsidRDefault="005917FD" w:rsidP="00F877D5">
            <w:pPr>
              <w:spacing w:line="44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117BB4">
              <w:rPr>
                <w:rFonts w:ascii="仿宋_GB2312" w:eastAsia="仿宋_GB2312" w:cs="仿宋_GB2312" w:hint="eastAsia"/>
                <w:sz w:val="24"/>
                <w:szCs w:val="24"/>
              </w:rPr>
              <w:t>学校地址</w:t>
            </w:r>
          </w:p>
        </w:tc>
        <w:tc>
          <w:tcPr>
            <w:tcW w:w="6318" w:type="dxa"/>
            <w:gridSpan w:val="6"/>
            <w:vAlign w:val="center"/>
          </w:tcPr>
          <w:p w:rsidR="005917FD" w:rsidRPr="00117BB4" w:rsidRDefault="005917FD" w:rsidP="00F877D5">
            <w:pPr>
              <w:spacing w:line="44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5917FD" w:rsidRPr="00117BB4">
        <w:trPr>
          <w:trHeight w:val="612"/>
          <w:jc w:val="center"/>
        </w:trPr>
        <w:tc>
          <w:tcPr>
            <w:tcW w:w="2214" w:type="dxa"/>
            <w:gridSpan w:val="2"/>
            <w:vAlign w:val="center"/>
          </w:tcPr>
          <w:p w:rsidR="005917FD" w:rsidRPr="00117BB4" w:rsidRDefault="005917FD" w:rsidP="00F877D5">
            <w:pPr>
              <w:spacing w:line="44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117BB4">
              <w:rPr>
                <w:rFonts w:ascii="仿宋_GB2312" w:eastAsia="仿宋_GB2312" w:cs="仿宋_GB2312" w:hint="eastAsia"/>
                <w:sz w:val="24"/>
                <w:szCs w:val="24"/>
              </w:rPr>
              <w:t>班级数</w:t>
            </w:r>
          </w:p>
        </w:tc>
        <w:tc>
          <w:tcPr>
            <w:tcW w:w="2160" w:type="dxa"/>
            <w:gridSpan w:val="2"/>
            <w:vAlign w:val="center"/>
          </w:tcPr>
          <w:p w:rsidR="005917FD" w:rsidRPr="00117BB4" w:rsidRDefault="005917FD" w:rsidP="00F877D5">
            <w:pPr>
              <w:spacing w:line="44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5917FD" w:rsidRPr="00117BB4" w:rsidRDefault="005917FD" w:rsidP="00F877D5">
            <w:pPr>
              <w:spacing w:line="44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117BB4">
              <w:rPr>
                <w:rFonts w:ascii="仿宋_GB2312" w:eastAsia="仿宋_GB2312" w:cs="仿宋_GB2312" w:hint="eastAsia"/>
                <w:sz w:val="24"/>
                <w:szCs w:val="24"/>
              </w:rPr>
              <w:t>学生数</w:t>
            </w:r>
          </w:p>
        </w:tc>
        <w:tc>
          <w:tcPr>
            <w:tcW w:w="2178" w:type="dxa"/>
            <w:gridSpan w:val="2"/>
            <w:vAlign w:val="center"/>
          </w:tcPr>
          <w:p w:rsidR="005917FD" w:rsidRPr="00117BB4" w:rsidRDefault="005917FD" w:rsidP="00F877D5">
            <w:pPr>
              <w:spacing w:line="44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5917FD" w:rsidRPr="00117BB4">
        <w:trPr>
          <w:trHeight w:val="612"/>
          <w:jc w:val="center"/>
        </w:trPr>
        <w:tc>
          <w:tcPr>
            <w:tcW w:w="2214" w:type="dxa"/>
            <w:gridSpan w:val="2"/>
            <w:vAlign w:val="center"/>
          </w:tcPr>
          <w:p w:rsidR="005917FD" w:rsidRPr="00117BB4" w:rsidRDefault="005917FD" w:rsidP="00F877D5">
            <w:pPr>
              <w:spacing w:line="44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117BB4">
              <w:rPr>
                <w:rFonts w:ascii="仿宋_GB2312" w:eastAsia="仿宋_GB2312" w:cs="仿宋_GB2312" w:hint="eastAsia"/>
                <w:sz w:val="24"/>
                <w:szCs w:val="24"/>
              </w:rPr>
              <w:t>校（园）长</w:t>
            </w:r>
          </w:p>
        </w:tc>
        <w:tc>
          <w:tcPr>
            <w:tcW w:w="2160" w:type="dxa"/>
            <w:gridSpan w:val="2"/>
            <w:vAlign w:val="center"/>
          </w:tcPr>
          <w:p w:rsidR="005917FD" w:rsidRPr="00117BB4" w:rsidRDefault="005917FD" w:rsidP="00F877D5">
            <w:pPr>
              <w:spacing w:line="44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5917FD" w:rsidRPr="00117BB4" w:rsidRDefault="005917FD" w:rsidP="00F877D5">
            <w:pPr>
              <w:spacing w:line="44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117BB4">
              <w:rPr>
                <w:rFonts w:ascii="仿宋_GB2312" w:eastAsia="仿宋_GB2312" w:cs="仿宋_GB2312" w:hint="eastAsia"/>
                <w:sz w:val="24"/>
                <w:szCs w:val="24"/>
              </w:rPr>
              <w:t>联系方式</w:t>
            </w:r>
          </w:p>
        </w:tc>
        <w:tc>
          <w:tcPr>
            <w:tcW w:w="2178" w:type="dxa"/>
            <w:gridSpan w:val="2"/>
            <w:vAlign w:val="center"/>
          </w:tcPr>
          <w:p w:rsidR="005917FD" w:rsidRPr="00117BB4" w:rsidRDefault="005917FD" w:rsidP="00F877D5">
            <w:pPr>
              <w:spacing w:line="44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5917FD" w:rsidRPr="00117BB4">
        <w:trPr>
          <w:jc w:val="center"/>
        </w:trPr>
        <w:tc>
          <w:tcPr>
            <w:tcW w:w="2214" w:type="dxa"/>
            <w:gridSpan w:val="2"/>
            <w:vAlign w:val="center"/>
          </w:tcPr>
          <w:p w:rsidR="005917FD" w:rsidRPr="00117BB4" w:rsidRDefault="005917FD" w:rsidP="00F877D5">
            <w:pPr>
              <w:spacing w:line="44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117BB4">
              <w:rPr>
                <w:rFonts w:ascii="仿宋_GB2312" w:eastAsia="仿宋_GB2312" w:cs="仿宋_GB2312" w:hint="eastAsia"/>
                <w:sz w:val="24"/>
                <w:szCs w:val="24"/>
              </w:rPr>
              <w:t>工作联系人</w:t>
            </w:r>
          </w:p>
        </w:tc>
        <w:tc>
          <w:tcPr>
            <w:tcW w:w="2160" w:type="dxa"/>
            <w:gridSpan w:val="2"/>
            <w:vAlign w:val="center"/>
          </w:tcPr>
          <w:p w:rsidR="005917FD" w:rsidRPr="00117BB4" w:rsidRDefault="005917FD" w:rsidP="00F877D5">
            <w:pPr>
              <w:spacing w:line="44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5917FD" w:rsidRDefault="005917FD" w:rsidP="00F877D5">
            <w:pPr>
              <w:spacing w:line="44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117BB4">
              <w:rPr>
                <w:rFonts w:ascii="仿宋_GB2312" w:eastAsia="仿宋_GB2312" w:cs="仿宋_GB2312" w:hint="eastAsia"/>
                <w:sz w:val="24"/>
                <w:szCs w:val="24"/>
              </w:rPr>
              <w:t>联系方式</w:t>
            </w:r>
          </w:p>
          <w:p w:rsidR="005917FD" w:rsidRPr="00117BB4" w:rsidRDefault="005917FD" w:rsidP="00F877D5">
            <w:pPr>
              <w:spacing w:line="44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117BB4">
              <w:rPr>
                <w:rFonts w:ascii="仿宋_GB2312" w:eastAsia="仿宋_GB2312" w:cs="仿宋_GB2312" w:hint="eastAsia"/>
                <w:sz w:val="24"/>
                <w:szCs w:val="24"/>
              </w:rPr>
              <w:t>及电子邮箱</w:t>
            </w:r>
          </w:p>
        </w:tc>
        <w:tc>
          <w:tcPr>
            <w:tcW w:w="2178" w:type="dxa"/>
            <w:gridSpan w:val="2"/>
            <w:vAlign w:val="center"/>
          </w:tcPr>
          <w:p w:rsidR="005917FD" w:rsidRPr="00117BB4" w:rsidRDefault="005917FD" w:rsidP="00F877D5">
            <w:pPr>
              <w:spacing w:line="44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5917FD" w:rsidRPr="00117BB4">
        <w:trPr>
          <w:trHeight w:val="557"/>
          <w:jc w:val="center"/>
        </w:trPr>
        <w:tc>
          <w:tcPr>
            <w:tcW w:w="8532" w:type="dxa"/>
            <w:gridSpan w:val="8"/>
            <w:vAlign w:val="center"/>
          </w:tcPr>
          <w:p w:rsidR="005917FD" w:rsidRPr="00117BB4" w:rsidRDefault="005917FD" w:rsidP="00F877D5">
            <w:pPr>
              <w:spacing w:line="44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117BB4">
              <w:rPr>
                <w:rFonts w:ascii="仿宋_GB2312" w:eastAsia="仿宋_GB2312" w:cs="仿宋_GB2312" w:hint="eastAsia"/>
                <w:sz w:val="24"/>
                <w:szCs w:val="24"/>
              </w:rPr>
              <w:t>儿童友好学校建设情况</w:t>
            </w:r>
          </w:p>
        </w:tc>
      </w:tr>
      <w:tr w:rsidR="005917FD" w:rsidRPr="00117BB4">
        <w:trPr>
          <w:trHeight w:val="2236"/>
          <w:jc w:val="center"/>
        </w:trPr>
        <w:tc>
          <w:tcPr>
            <w:tcW w:w="8532" w:type="dxa"/>
            <w:gridSpan w:val="8"/>
          </w:tcPr>
          <w:p w:rsidR="005917FD" w:rsidRPr="00117BB4" w:rsidRDefault="005917FD" w:rsidP="00F877D5">
            <w:pPr>
              <w:spacing w:line="44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117BB4">
              <w:rPr>
                <w:rFonts w:ascii="仿宋_GB2312" w:eastAsia="仿宋_GB2312" w:cs="仿宋_GB2312" w:hint="eastAsia"/>
                <w:sz w:val="24"/>
                <w:szCs w:val="24"/>
              </w:rPr>
              <w:t>（可附页，控制在</w:t>
            </w:r>
            <w:r>
              <w:rPr>
                <w:rFonts w:ascii="仿宋_GB2312" w:eastAsia="仿宋_GB2312" w:cs="仿宋_GB2312"/>
                <w:sz w:val="24"/>
                <w:szCs w:val="24"/>
              </w:rPr>
              <w:t>2000</w:t>
            </w:r>
            <w:r w:rsidRPr="00117BB4">
              <w:rPr>
                <w:rFonts w:ascii="仿宋_GB2312" w:eastAsia="仿宋_GB2312" w:cs="仿宋_GB2312" w:hint="eastAsia"/>
                <w:sz w:val="24"/>
                <w:szCs w:val="24"/>
              </w:rPr>
              <w:t>字以内）</w:t>
            </w:r>
          </w:p>
        </w:tc>
      </w:tr>
      <w:tr w:rsidR="005917FD" w:rsidRPr="00117BB4">
        <w:trPr>
          <w:trHeight w:val="2547"/>
          <w:jc w:val="center"/>
        </w:trPr>
        <w:tc>
          <w:tcPr>
            <w:tcW w:w="1116" w:type="dxa"/>
            <w:vAlign w:val="center"/>
          </w:tcPr>
          <w:p w:rsidR="005917FD" w:rsidRPr="00117BB4" w:rsidRDefault="005917FD" w:rsidP="00117BB4">
            <w:pPr>
              <w:spacing w:line="44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117BB4">
              <w:rPr>
                <w:rFonts w:ascii="仿宋_GB2312" w:eastAsia="仿宋_GB2312" w:cs="仿宋_GB2312" w:hint="eastAsia"/>
                <w:sz w:val="24"/>
                <w:szCs w:val="24"/>
              </w:rPr>
              <w:t>辖市（区）教育行政部门意见</w:t>
            </w:r>
          </w:p>
        </w:tc>
        <w:tc>
          <w:tcPr>
            <w:tcW w:w="3021" w:type="dxa"/>
            <w:gridSpan w:val="2"/>
            <w:vAlign w:val="center"/>
          </w:tcPr>
          <w:p w:rsidR="005917FD" w:rsidRPr="00117BB4" w:rsidRDefault="005917FD" w:rsidP="00F877D5">
            <w:pPr>
              <w:spacing w:line="44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5917FD" w:rsidRPr="00117BB4" w:rsidRDefault="005917FD" w:rsidP="00F877D5">
            <w:pPr>
              <w:spacing w:line="44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5917FD" w:rsidRPr="00117BB4" w:rsidRDefault="005917FD" w:rsidP="00F877D5">
            <w:pPr>
              <w:spacing w:line="44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5917FD" w:rsidRPr="00117BB4" w:rsidRDefault="005917FD" w:rsidP="00F877D5">
            <w:pPr>
              <w:spacing w:line="44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117BB4">
              <w:rPr>
                <w:rFonts w:ascii="仿宋_GB2312" w:eastAsia="仿宋_GB2312" w:cs="仿宋_GB2312"/>
                <w:sz w:val="24"/>
                <w:szCs w:val="24"/>
              </w:rPr>
              <w:t xml:space="preserve">          </w:t>
            </w:r>
            <w:r w:rsidRPr="00117BB4">
              <w:rPr>
                <w:rFonts w:ascii="仿宋_GB2312" w:eastAsia="仿宋_GB2312" w:cs="仿宋_GB2312" w:hint="eastAsia"/>
                <w:sz w:val="24"/>
                <w:szCs w:val="24"/>
              </w:rPr>
              <w:t>（盖章）</w:t>
            </w:r>
          </w:p>
          <w:p w:rsidR="005917FD" w:rsidRPr="00117BB4" w:rsidRDefault="005917FD" w:rsidP="00F877D5">
            <w:pPr>
              <w:spacing w:line="44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117BB4">
              <w:rPr>
                <w:rFonts w:ascii="仿宋_GB2312" w:eastAsia="仿宋_GB2312" w:cs="仿宋_GB2312"/>
                <w:sz w:val="24"/>
                <w:szCs w:val="24"/>
              </w:rPr>
              <w:t xml:space="preserve">         </w:t>
            </w:r>
            <w:r w:rsidRPr="00117BB4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117BB4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117BB4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117BB4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117BB4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117BB4"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</w:p>
        </w:tc>
        <w:tc>
          <w:tcPr>
            <w:tcW w:w="1134" w:type="dxa"/>
            <w:gridSpan w:val="2"/>
            <w:vAlign w:val="center"/>
          </w:tcPr>
          <w:p w:rsidR="005917FD" w:rsidRPr="00117BB4" w:rsidRDefault="005917FD" w:rsidP="00117BB4">
            <w:pPr>
              <w:spacing w:line="44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117BB4">
              <w:rPr>
                <w:rFonts w:ascii="仿宋_GB2312" w:eastAsia="仿宋_GB2312" w:cs="仿宋_GB2312" w:hint="eastAsia"/>
                <w:sz w:val="24"/>
                <w:szCs w:val="24"/>
              </w:rPr>
              <w:t>辖市（区）政府妇儿工委办意见</w:t>
            </w:r>
          </w:p>
        </w:tc>
        <w:tc>
          <w:tcPr>
            <w:tcW w:w="3261" w:type="dxa"/>
            <w:gridSpan w:val="3"/>
            <w:vAlign w:val="center"/>
          </w:tcPr>
          <w:p w:rsidR="005917FD" w:rsidRPr="00117BB4" w:rsidRDefault="005917FD" w:rsidP="00117BB4">
            <w:pPr>
              <w:spacing w:line="44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5917FD" w:rsidRPr="00117BB4" w:rsidRDefault="005917FD" w:rsidP="00117BB4">
            <w:pPr>
              <w:spacing w:line="44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5917FD" w:rsidRPr="00117BB4" w:rsidRDefault="005917FD" w:rsidP="00117BB4">
            <w:pPr>
              <w:spacing w:line="44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5917FD" w:rsidRPr="00117BB4" w:rsidRDefault="005917FD" w:rsidP="00117BB4">
            <w:pPr>
              <w:spacing w:line="44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117BB4">
              <w:rPr>
                <w:rFonts w:ascii="仿宋_GB2312" w:eastAsia="仿宋_GB2312" w:cs="仿宋_GB2312"/>
                <w:sz w:val="24"/>
                <w:szCs w:val="24"/>
              </w:rPr>
              <w:t xml:space="preserve">          </w:t>
            </w:r>
            <w:r w:rsidRPr="00117BB4">
              <w:rPr>
                <w:rFonts w:ascii="仿宋_GB2312" w:eastAsia="仿宋_GB2312" w:cs="仿宋_GB2312" w:hint="eastAsia"/>
                <w:sz w:val="24"/>
                <w:szCs w:val="24"/>
              </w:rPr>
              <w:t>（盖章）</w:t>
            </w:r>
          </w:p>
          <w:p w:rsidR="005917FD" w:rsidRPr="00117BB4" w:rsidRDefault="005917FD" w:rsidP="00117BB4">
            <w:pPr>
              <w:spacing w:line="44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117BB4">
              <w:rPr>
                <w:rFonts w:ascii="仿宋_GB2312" w:eastAsia="仿宋_GB2312" w:cs="仿宋_GB2312"/>
                <w:sz w:val="24"/>
                <w:szCs w:val="24"/>
              </w:rPr>
              <w:t xml:space="preserve">         </w:t>
            </w:r>
            <w:r w:rsidRPr="00117BB4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117BB4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117BB4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117BB4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117BB4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117BB4"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</w:p>
        </w:tc>
      </w:tr>
      <w:tr w:rsidR="005917FD" w:rsidRPr="00117BB4">
        <w:trPr>
          <w:trHeight w:val="2545"/>
          <w:jc w:val="center"/>
        </w:trPr>
        <w:tc>
          <w:tcPr>
            <w:tcW w:w="1116" w:type="dxa"/>
            <w:vAlign w:val="center"/>
          </w:tcPr>
          <w:p w:rsidR="005917FD" w:rsidRPr="00117BB4" w:rsidRDefault="005917FD" w:rsidP="00117BB4">
            <w:pPr>
              <w:spacing w:line="44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117BB4">
              <w:rPr>
                <w:rFonts w:ascii="仿宋_GB2312" w:eastAsia="仿宋_GB2312" w:cs="仿宋_GB2312" w:hint="eastAsia"/>
                <w:sz w:val="24"/>
                <w:szCs w:val="24"/>
              </w:rPr>
              <w:t>市教育局意见</w:t>
            </w:r>
          </w:p>
        </w:tc>
        <w:tc>
          <w:tcPr>
            <w:tcW w:w="3021" w:type="dxa"/>
            <w:gridSpan w:val="2"/>
            <w:vAlign w:val="center"/>
          </w:tcPr>
          <w:p w:rsidR="005917FD" w:rsidRPr="00117BB4" w:rsidRDefault="005917FD" w:rsidP="00117BB4">
            <w:pPr>
              <w:spacing w:line="44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5917FD" w:rsidRPr="00117BB4" w:rsidRDefault="005917FD" w:rsidP="00117BB4">
            <w:pPr>
              <w:spacing w:line="44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5917FD" w:rsidRPr="00117BB4" w:rsidRDefault="005917FD" w:rsidP="00117BB4">
            <w:pPr>
              <w:spacing w:line="44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5917FD" w:rsidRPr="00117BB4" w:rsidRDefault="005917FD" w:rsidP="00117BB4">
            <w:pPr>
              <w:spacing w:line="44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117BB4">
              <w:rPr>
                <w:rFonts w:ascii="仿宋_GB2312" w:eastAsia="仿宋_GB2312" w:cs="仿宋_GB2312"/>
                <w:sz w:val="24"/>
                <w:szCs w:val="24"/>
              </w:rPr>
              <w:t xml:space="preserve">          </w:t>
            </w:r>
            <w:r w:rsidRPr="00117BB4">
              <w:rPr>
                <w:rFonts w:ascii="仿宋_GB2312" w:eastAsia="仿宋_GB2312" w:cs="仿宋_GB2312" w:hint="eastAsia"/>
                <w:sz w:val="24"/>
                <w:szCs w:val="24"/>
              </w:rPr>
              <w:t>（盖章）</w:t>
            </w:r>
          </w:p>
          <w:p w:rsidR="005917FD" w:rsidRPr="00117BB4" w:rsidRDefault="005917FD" w:rsidP="00117BB4">
            <w:pPr>
              <w:spacing w:line="44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</w:t>
            </w:r>
            <w:r w:rsidRPr="00117BB4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117BB4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117BB4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117BB4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117BB4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117BB4"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</w:p>
        </w:tc>
        <w:tc>
          <w:tcPr>
            <w:tcW w:w="1134" w:type="dxa"/>
            <w:gridSpan w:val="2"/>
            <w:vAlign w:val="center"/>
          </w:tcPr>
          <w:p w:rsidR="005917FD" w:rsidRPr="00117BB4" w:rsidRDefault="005917FD" w:rsidP="00117BB4">
            <w:pPr>
              <w:spacing w:line="44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117BB4">
              <w:rPr>
                <w:rFonts w:ascii="仿宋_GB2312" w:eastAsia="仿宋_GB2312" w:cs="仿宋_GB2312" w:hint="eastAsia"/>
                <w:sz w:val="24"/>
                <w:szCs w:val="24"/>
              </w:rPr>
              <w:t>市政府妇儿工委办意见</w:t>
            </w:r>
          </w:p>
        </w:tc>
        <w:tc>
          <w:tcPr>
            <w:tcW w:w="3261" w:type="dxa"/>
            <w:gridSpan w:val="3"/>
            <w:vAlign w:val="center"/>
          </w:tcPr>
          <w:p w:rsidR="005917FD" w:rsidRPr="00117BB4" w:rsidRDefault="005917FD" w:rsidP="00117BB4">
            <w:pPr>
              <w:spacing w:line="44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5917FD" w:rsidRPr="00117BB4" w:rsidRDefault="005917FD" w:rsidP="00117BB4">
            <w:pPr>
              <w:spacing w:line="44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5917FD" w:rsidRPr="00117BB4" w:rsidRDefault="005917FD" w:rsidP="00117BB4">
            <w:pPr>
              <w:spacing w:line="44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5917FD" w:rsidRPr="00117BB4" w:rsidRDefault="005917FD" w:rsidP="00117BB4">
            <w:pPr>
              <w:spacing w:line="44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117BB4">
              <w:rPr>
                <w:rFonts w:ascii="仿宋_GB2312" w:eastAsia="仿宋_GB2312" w:cs="仿宋_GB2312"/>
                <w:sz w:val="24"/>
                <w:szCs w:val="24"/>
              </w:rPr>
              <w:t xml:space="preserve">          </w:t>
            </w:r>
            <w:r w:rsidRPr="00117BB4">
              <w:rPr>
                <w:rFonts w:ascii="仿宋_GB2312" w:eastAsia="仿宋_GB2312" w:cs="仿宋_GB2312" w:hint="eastAsia"/>
                <w:sz w:val="24"/>
                <w:szCs w:val="24"/>
              </w:rPr>
              <w:t>（盖章）</w:t>
            </w:r>
          </w:p>
          <w:p w:rsidR="005917FD" w:rsidRPr="00117BB4" w:rsidRDefault="005917FD" w:rsidP="00117BB4">
            <w:pPr>
              <w:spacing w:line="44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117BB4">
              <w:rPr>
                <w:rFonts w:ascii="仿宋_GB2312" w:eastAsia="仿宋_GB2312" w:cs="仿宋_GB2312"/>
                <w:sz w:val="24"/>
                <w:szCs w:val="24"/>
              </w:rPr>
              <w:t xml:space="preserve">   </w:t>
            </w:r>
            <w:r w:rsidRPr="00117BB4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117BB4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117BB4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117BB4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117BB4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117BB4"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</w:p>
        </w:tc>
      </w:tr>
    </w:tbl>
    <w:p w:rsidR="005917FD" w:rsidRPr="00117BB4" w:rsidRDefault="005917FD" w:rsidP="005917FD">
      <w:pPr>
        <w:ind w:leftChars="57" w:left="31680" w:hangingChars="250" w:firstLine="31680"/>
        <w:rPr>
          <w:rFonts w:ascii="仿宋_GB2312" w:eastAsia="仿宋_GB2312" w:cs="Times New Roman"/>
          <w:b/>
          <w:bCs/>
          <w:sz w:val="24"/>
          <w:szCs w:val="24"/>
        </w:rPr>
      </w:pPr>
      <w:r w:rsidRPr="00117BB4">
        <w:rPr>
          <w:rFonts w:ascii="仿宋_GB2312" w:eastAsia="仿宋_GB2312" w:cs="仿宋_GB2312" w:hint="eastAsia"/>
          <w:b/>
          <w:bCs/>
          <w:sz w:val="24"/>
          <w:szCs w:val="24"/>
        </w:rPr>
        <w:t>说明：“类型”填写学前、小学、初中、九年一贯制、普高、职业学校、特殊教育。</w:t>
      </w:r>
    </w:p>
    <w:p w:rsidR="005917FD" w:rsidRPr="00117BB4" w:rsidRDefault="005917FD" w:rsidP="003153FE">
      <w:pPr>
        <w:ind w:leftChars="342" w:left="31680"/>
        <w:rPr>
          <w:rFonts w:ascii="仿宋_GB2312" w:eastAsia="仿宋_GB2312" w:cs="Times New Roman"/>
          <w:b/>
          <w:bCs/>
          <w:sz w:val="24"/>
          <w:szCs w:val="24"/>
        </w:rPr>
      </w:pPr>
      <w:r w:rsidRPr="00117BB4">
        <w:rPr>
          <w:rFonts w:ascii="仿宋_GB2312" w:eastAsia="仿宋_GB2312" w:cs="仿宋_GB2312" w:hint="eastAsia"/>
          <w:b/>
          <w:bCs/>
          <w:sz w:val="24"/>
          <w:szCs w:val="24"/>
        </w:rPr>
        <w:t>本表一式三份。</w:t>
      </w:r>
    </w:p>
    <w:sectPr w:rsidR="005917FD" w:rsidRPr="00117BB4" w:rsidSect="000807E3">
      <w:footerReference w:type="default" r:id="rId6"/>
      <w:pgSz w:w="11906" w:h="16838"/>
      <w:pgMar w:top="1701" w:right="1531" w:bottom="1701" w:left="1531" w:header="851" w:footer="992" w:gutter="0"/>
      <w:pgNumType w:fmt="numberInDash" w:start="8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17FD" w:rsidRDefault="005917FD" w:rsidP="004D6C7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5917FD" w:rsidRDefault="005917FD" w:rsidP="004D6C7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7FD" w:rsidRPr="00117BB4" w:rsidRDefault="005917FD" w:rsidP="00A16D55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117BB4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117BB4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117BB4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- 8 -</w:t>
    </w:r>
    <w:r w:rsidRPr="00117BB4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5917FD" w:rsidRDefault="005917FD" w:rsidP="00117BB4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17FD" w:rsidRDefault="005917FD" w:rsidP="004D6C7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5917FD" w:rsidRDefault="005917FD" w:rsidP="004D6C7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M2MzYmExZGQ0N2VkMTkwNTlkZmM5OGM1ZGRhNzBjNzgifQ=="/>
  </w:docVars>
  <w:rsids>
    <w:rsidRoot w:val="00BF3349"/>
    <w:rsid w:val="000334D9"/>
    <w:rsid w:val="000807E3"/>
    <w:rsid w:val="00090534"/>
    <w:rsid w:val="000B1538"/>
    <w:rsid w:val="00113E85"/>
    <w:rsid w:val="00117BB4"/>
    <w:rsid w:val="001741E3"/>
    <w:rsid w:val="001A6CAB"/>
    <w:rsid w:val="001C03E9"/>
    <w:rsid w:val="001D2D5F"/>
    <w:rsid w:val="001E74FB"/>
    <w:rsid w:val="001F21F9"/>
    <w:rsid w:val="00201B34"/>
    <w:rsid w:val="0020488E"/>
    <w:rsid w:val="00211A48"/>
    <w:rsid w:val="00215E76"/>
    <w:rsid w:val="002731DC"/>
    <w:rsid w:val="00293B8D"/>
    <w:rsid w:val="003153FE"/>
    <w:rsid w:val="00322785"/>
    <w:rsid w:val="00360213"/>
    <w:rsid w:val="003B2DC4"/>
    <w:rsid w:val="003D14E4"/>
    <w:rsid w:val="003E04D7"/>
    <w:rsid w:val="00416DCA"/>
    <w:rsid w:val="00451BFE"/>
    <w:rsid w:val="00483EA5"/>
    <w:rsid w:val="004B2049"/>
    <w:rsid w:val="004B4643"/>
    <w:rsid w:val="004D6C7D"/>
    <w:rsid w:val="005917FD"/>
    <w:rsid w:val="00601210"/>
    <w:rsid w:val="00626DA2"/>
    <w:rsid w:val="006325EA"/>
    <w:rsid w:val="006D0938"/>
    <w:rsid w:val="00773CAA"/>
    <w:rsid w:val="00777311"/>
    <w:rsid w:val="007B0E83"/>
    <w:rsid w:val="007E7AFA"/>
    <w:rsid w:val="00827B86"/>
    <w:rsid w:val="00844455"/>
    <w:rsid w:val="008925B6"/>
    <w:rsid w:val="00894460"/>
    <w:rsid w:val="0089682F"/>
    <w:rsid w:val="008975D8"/>
    <w:rsid w:val="008B7D0F"/>
    <w:rsid w:val="008C6985"/>
    <w:rsid w:val="009542C8"/>
    <w:rsid w:val="00980580"/>
    <w:rsid w:val="009A57C5"/>
    <w:rsid w:val="009C3FEB"/>
    <w:rsid w:val="009E5BA6"/>
    <w:rsid w:val="009F618A"/>
    <w:rsid w:val="00A07231"/>
    <w:rsid w:val="00A16D55"/>
    <w:rsid w:val="00A344D7"/>
    <w:rsid w:val="00A63B3D"/>
    <w:rsid w:val="00AA2B6F"/>
    <w:rsid w:val="00AA681C"/>
    <w:rsid w:val="00AD1E10"/>
    <w:rsid w:val="00AD2A57"/>
    <w:rsid w:val="00AE4B6E"/>
    <w:rsid w:val="00AF07AC"/>
    <w:rsid w:val="00B220E5"/>
    <w:rsid w:val="00B27732"/>
    <w:rsid w:val="00BE79FA"/>
    <w:rsid w:val="00BF3349"/>
    <w:rsid w:val="00C16640"/>
    <w:rsid w:val="00C335AA"/>
    <w:rsid w:val="00C538AE"/>
    <w:rsid w:val="00C860DF"/>
    <w:rsid w:val="00D025AE"/>
    <w:rsid w:val="00D76D07"/>
    <w:rsid w:val="00E120C0"/>
    <w:rsid w:val="00EA2EC7"/>
    <w:rsid w:val="00EF7339"/>
    <w:rsid w:val="00F072D6"/>
    <w:rsid w:val="00F13567"/>
    <w:rsid w:val="00F3409E"/>
    <w:rsid w:val="00F435CE"/>
    <w:rsid w:val="00F877D5"/>
    <w:rsid w:val="00FC4FE4"/>
    <w:rsid w:val="00FD18FD"/>
    <w:rsid w:val="28EB2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349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F3349"/>
    <w:pPr>
      <w:widowControl w:val="0"/>
      <w:jc w:val="both"/>
    </w:pPr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D6C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D6C7D"/>
    <w:rPr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4D6C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D6C7D"/>
    <w:rPr>
      <w:kern w:val="2"/>
      <w:sz w:val="18"/>
      <w:szCs w:val="18"/>
    </w:rPr>
  </w:style>
  <w:style w:type="character" w:styleId="PageNumber">
    <w:name w:val="page number"/>
    <w:basedOn w:val="DefaultParagraphFont"/>
    <w:uiPriority w:val="99"/>
    <w:rsid w:val="00117B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79</TotalTime>
  <Pages>1</Pages>
  <Words>173</Words>
  <Characters>180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吴琳赟</cp:lastModifiedBy>
  <cp:revision>39</cp:revision>
  <dcterms:created xsi:type="dcterms:W3CDTF">2023-09-07T06:39:00Z</dcterms:created>
  <dcterms:modified xsi:type="dcterms:W3CDTF">2023-09-18T06:12:00Z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48A4FA6240B646B88F17400CB1AD39E6_12</vt:lpwstr>
  </property>
</Properties>
</file>