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0E6" w:rsidRPr="00D90AFE" w:rsidRDefault="00FB30E6" w:rsidP="00FB6010">
      <w:pPr>
        <w:rPr>
          <w:rFonts w:ascii="黑体" w:eastAsia="黑体" w:hAnsi="黑体" w:cs="Times New Roman"/>
          <w:sz w:val="44"/>
          <w:szCs w:val="44"/>
        </w:rPr>
      </w:pPr>
      <w:r w:rsidRPr="00D90AFE">
        <w:rPr>
          <w:rFonts w:ascii="黑体" w:eastAsia="黑体" w:hAnsi="黑体" w:cs="黑体" w:hint="eastAsia"/>
          <w:sz w:val="32"/>
          <w:szCs w:val="32"/>
        </w:rPr>
        <w:t>附件</w:t>
      </w:r>
      <w:r w:rsidRPr="00D90AFE">
        <w:rPr>
          <w:rFonts w:ascii="黑体" w:eastAsia="黑体" w:hAnsi="黑体" w:cs="黑体"/>
          <w:sz w:val="32"/>
          <w:szCs w:val="32"/>
        </w:rPr>
        <w:t>3</w:t>
      </w:r>
    </w:p>
    <w:p w:rsidR="00FB30E6" w:rsidRDefault="00FB30E6" w:rsidP="00D90AFE">
      <w:pPr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常州市儿童友好（示范）学校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申报汇总表</w:t>
      </w:r>
    </w:p>
    <w:p w:rsidR="00FB30E6" w:rsidRPr="00D90AFE" w:rsidRDefault="00FB30E6" w:rsidP="009C0576">
      <w:pPr>
        <w:spacing w:line="560" w:lineRule="exact"/>
        <w:rPr>
          <w:rFonts w:ascii="仿宋_GB2312" w:eastAsia="仿宋_GB2312" w:cs="Times New Roman"/>
          <w:sz w:val="24"/>
          <w:szCs w:val="24"/>
        </w:rPr>
      </w:pPr>
      <w:r w:rsidRPr="00D90AFE">
        <w:rPr>
          <w:rFonts w:ascii="仿宋_GB2312" w:eastAsia="仿宋_GB2312" w:cs="仿宋_GB2312" w:hint="eastAsia"/>
          <w:sz w:val="24"/>
          <w:szCs w:val="24"/>
        </w:rPr>
        <w:t>辖市（区）（盖章）：</w:t>
      </w:r>
      <w:r w:rsidRPr="00D90AFE">
        <w:rPr>
          <w:rFonts w:ascii="仿宋_GB2312" w:eastAsia="仿宋_GB2312" w:cs="仿宋_GB2312"/>
          <w:sz w:val="24"/>
          <w:szCs w:val="24"/>
        </w:rPr>
        <w:t xml:space="preserve">                            </w:t>
      </w:r>
      <w:r>
        <w:rPr>
          <w:rFonts w:ascii="仿宋_GB2312" w:eastAsia="仿宋_GB2312" w:cs="仿宋_GB2312"/>
          <w:sz w:val="24"/>
          <w:szCs w:val="24"/>
        </w:rPr>
        <w:t xml:space="preserve">     </w:t>
      </w:r>
      <w:r w:rsidRPr="00D90AFE">
        <w:rPr>
          <w:rFonts w:ascii="仿宋_GB2312" w:eastAsia="仿宋_GB2312" w:cs="仿宋_GB2312"/>
          <w:sz w:val="24"/>
          <w:szCs w:val="24"/>
        </w:rPr>
        <w:t xml:space="preserve">  </w:t>
      </w:r>
      <w:r w:rsidRPr="00D90AFE">
        <w:rPr>
          <w:rFonts w:ascii="仿宋_GB2312" w:eastAsia="仿宋_GB2312" w:cs="仿宋_GB2312" w:hint="eastAsia"/>
          <w:sz w:val="24"/>
          <w:szCs w:val="24"/>
        </w:rPr>
        <w:t>联系人</w:t>
      </w:r>
      <w:r w:rsidRPr="00D90AFE">
        <w:rPr>
          <w:rFonts w:ascii="仿宋_GB2312" w:eastAsia="仿宋_GB2312" w:cs="仿宋_GB2312"/>
          <w:sz w:val="24"/>
          <w:szCs w:val="24"/>
        </w:rPr>
        <w:t xml:space="preserve">:                       </w:t>
      </w:r>
      <w:r w:rsidRPr="00D90AFE">
        <w:rPr>
          <w:rFonts w:ascii="仿宋_GB2312" w:eastAsia="仿宋_GB2312" w:cs="仿宋_GB2312" w:hint="eastAsia"/>
          <w:sz w:val="24"/>
          <w:szCs w:val="24"/>
        </w:rPr>
        <w:t>电话：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0"/>
        <w:gridCol w:w="2408"/>
        <w:gridCol w:w="1176"/>
        <w:gridCol w:w="1022"/>
        <w:gridCol w:w="1031"/>
        <w:gridCol w:w="1446"/>
        <w:gridCol w:w="1918"/>
        <w:gridCol w:w="1484"/>
        <w:gridCol w:w="1783"/>
        <w:gridCol w:w="1014"/>
      </w:tblGrid>
      <w:tr w:rsidR="00FB30E6" w:rsidRPr="00D90AFE">
        <w:trPr>
          <w:trHeight w:val="680"/>
          <w:jc w:val="center"/>
        </w:trPr>
        <w:tc>
          <w:tcPr>
            <w:tcW w:w="710" w:type="dxa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D90AFE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08" w:type="dxa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D90AFE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学校</w:t>
            </w:r>
          </w:p>
        </w:tc>
        <w:tc>
          <w:tcPr>
            <w:tcW w:w="1176" w:type="dxa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D90AFE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类型</w:t>
            </w:r>
          </w:p>
        </w:tc>
        <w:tc>
          <w:tcPr>
            <w:tcW w:w="1022" w:type="dxa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D90AFE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班级数</w:t>
            </w:r>
          </w:p>
        </w:tc>
        <w:tc>
          <w:tcPr>
            <w:tcW w:w="1031" w:type="dxa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D90AFE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学生数</w:t>
            </w:r>
          </w:p>
        </w:tc>
        <w:tc>
          <w:tcPr>
            <w:tcW w:w="1446" w:type="dxa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D90AFE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校（园）长</w:t>
            </w:r>
          </w:p>
        </w:tc>
        <w:tc>
          <w:tcPr>
            <w:tcW w:w="1918" w:type="dxa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D90AFE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1484" w:type="dxa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D90AFE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工作联系人</w:t>
            </w:r>
          </w:p>
        </w:tc>
        <w:tc>
          <w:tcPr>
            <w:tcW w:w="1783" w:type="dxa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D90AFE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1014" w:type="dxa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D90AFE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FB30E6" w:rsidRPr="00D90AFE">
        <w:trPr>
          <w:trHeight w:val="680"/>
          <w:jc w:val="center"/>
        </w:trPr>
        <w:tc>
          <w:tcPr>
            <w:tcW w:w="710" w:type="dxa"/>
            <w:vAlign w:val="center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B30E6" w:rsidRPr="00D90AFE">
        <w:trPr>
          <w:trHeight w:val="680"/>
          <w:jc w:val="center"/>
        </w:trPr>
        <w:tc>
          <w:tcPr>
            <w:tcW w:w="710" w:type="dxa"/>
            <w:vAlign w:val="center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B30E6" w:rsidRPr="00D90AFE">
        <w:trPr>
          <w:trHeight w:val="680"/>
          <w:jc w:val="center"/>
        </w:trPr>
        <w:tc>
          <w:tcPr>
            <w:tcW w:w="710" w:type="dxa"/>
            <w:vAlign w:val="center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B30E6" w:rsidRPr="00D90AFE">
        <w:trPr>
          <w:trHeight w:val="680"/>
          <w:jc w:val="center"/>
        </w:trPr>
        <w:tc>
          <w:tcPr>
            <w:tcW w:w="710" w:type="dxa"/>
            <w:vAlign w:val="center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B30E6" w:rsidRPr="00D90AFE">
        <w:trPr>
          <w:trHeight w:val="680"/>
          <w:jc w:val="center"/>
        </w:trPr>
        <w:tc>
          <w:tcPr>
            <w:tcW w:w="710" w:type="dxa"/>
            <w:vAlign w:val="center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FB30E6" w:rsidRPr="00D90AFE">
        <w:trPr>
          <w:trHeight w:val="680"/>
          <w:jc w:val="center"/>
        </w:trPr>
        <w:tc>
          <w:tcPr>
            <w:tcW w:w="710" w:type="dxa"/>
            <w:vAlign w:val="center"/>
          </w:tcPr>
          <w:p w:rsidR="00FB30E6" w:rsidRPr="00D90AFE" w:rsidRDefault="00FB30E6" w:rsidP="00C6536C">
            <w:pPr>
              <w:spacing w:line="5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FB30E6" w:rsidRPr="00D90AFE" w:rsidRDefault="00FB30E6" w:rsidP="00C6536C">
            <w:pPr>
              <w:spacing w:line="50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FB30E6" w:rsidRPr="00D90AFE" w:rsidRDefault="00FB30E6" w:rsidP="00D90AFE">
      <w:pPr>
        <w:spacing w:line="500" w:lineRule="exact"/>
        <w:rPr>
          <w:rFonts w:ascii="仿宋_GB2312" w:eastAsia="仿宋_GB2312" w:cs="Times New Roman"/>
          <w:b/>
          <w:bCs/>
          <w:sz w:val="24"/>
          <w:szCs w:val="24"/>
        </w:rPr>
      </w:pPr>
      <w:r w:rsidRPr="00D90AFE">
        <w:rPr>
          <w:rFonts w:ascii="仿宋_GB2312" w:eastAsia="仿宋_GB2312" w:cs="仿宋_GB2312" w:hint="eastAsia"/>
          <w:b/>
          <w:bCs/>
          <w:sz w:val="24"/>
          <w:szCs w:val="24"/>
        </w:rPr>
        <w:t>说明：“类型”填写学前、小学、初中、九年一贯制、普高、职业学校、特殊教育。本表一份。</w:t>
      </w:r>
    </w:p>
    <w:sectPr w:rsidR="00FB30E6" w:rsidRPr="00D90AFE" w:rsidSect="00882185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0E6" w:rsidRDefault="00FB30E6" w:rsidP="00FB601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B30E6" w:rsidRDefault="00FB30E6" w:rsidP="00FB601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E6" w:rsidRPr="00D90AFE" w:rsidRDefault="00FB30E6" w:rsidP="00A16D5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D90AFE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D90AFE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D90AFE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D90AFE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B30E6" w:rsidRDefault="00FB30E6" w:rsidP="00D90AFE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0E6" w:rsidRDefault="00FB30E6" w:rsidP="00FB601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B30E6" w:rsidRDefault="00FB30E6" w:rsidP="00FB601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010"/>
    <w:rsid w:val="0002162C"/>
    <w:rsid w:val="00080AF0"/>
    <w:rsid w:val="0026577E"/>
    <w:rsid w:val="002D2C8C"/>
    <w:rsid w:val="00397963"/>
    <w:rsid w:val="003F2B8C"/>
    <w:rsid w:val="00544FF5"/>
    <w:rsid w:val="005C36FF"/>
    <w:rsid w:val="00734595"/>
    <w:rsid w:val="0074658C"/>
    <w:rsid w:val="00882185"/>
    <w:rsid w:val="009B08AB"/>
    <w:rsid w:val="009C0576"/>
    <w:rsid w:val="00A16D55"/>
    <w:rsid w:val="00A46BF2"/>
    <w:rsid w:val="00A74108"/>
    <w:rsid w:val="00A92478"/>
    <w:rsid w:val="00AA5B6E"/>
    <w:rsid w:val="00B13CAA"/>
    <w:rsid w:val="00B752E0"/>
    <w:rsid w:val="00BC44A3"/>
    <w:rsid w:val="00C41DF0"/>
    <w:rsid w:val="00C4209A"/>
    <w:rsid w:val="00C6536C"/>
    <w:rsid w:val="00C91635"/>
    <w:rsid w:val="00D3740F"/>
    <w:rsid w:val="00D90AFE"/>
    <w:rsid w:val="00E2669C"/>
    <w:rsid w:val="00F91DFC"/>
    <w:rsid w:val="00FB30E6"/>
    <w:rsid w:val="00FB6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8A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B60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B6010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B60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B6010"/>
    <w:rPr>
      <w:sz w:val="18"/>
      <w:szCs w:val="18"/>
    </w:rPr>
  </w:style>
  <w:style w:type="table" w:styleId="TableGrid">
    <w:name w:val="Table Grid"/>
    <w:basedOn w:val="TableNormal"/>
    <w:uiPriority w:val="99"/>
    <w:rsid w:val="00FB6010"/>
    <w:rPr>
      <w:rFonts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D90A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1</Pages>
  <Words>124</Words>
  <Characters>127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刘晖</dc:creator>
  <cp:keywords/>
  <dc:description/>
  <cp:lastModifiedBy>吴琳赟</cp:lastModifiedBy>
  <cp:revision>15</cp:revision>
  <dcterms:created xsi:type="dcterms:W3CDTF">2023-09-13T01:35:00Z</dcterms:created>
  <dcterms:modified xsi:type="dcterms:W3CDTF">2023-09-15T03:13:00Z</dcterms:modified>
</cp:coreProperties>
</file>