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pStyle w:val="9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ascii="方正小标宋简体" w:hAnsi="Calibri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Calibri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Calibri" w:eastAsia="方正小标宋简体" w:cs="方正小标宋简体"/>
          <w:sz w:val="44"/>
          <w:szCs w:val="44"/>
        </w:rPr>
        <w:t>年常州市校园足球示范校名单</w:t>
      </w:r>
    </w:p>
    <w:p>
      <w:pPr>
        <w:pStyle w:val="9"/>
        <w:spacing w:line="240" w:lineRule="exact"/>
        <w:jc w:val="center"/>
        <w:rPr>
          <w:rFonts w:ascii="方正小标宋简体" w:hAnsi="Calibri" w:eastAsia="方正小标宋简体"/>
          <w:sz w:val="32"/>
          <w:szCs w:val="32"/>
        </w:rPr>
      </w:pP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常州市华润小学（体育传统特色学校）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常州市三河口小学（体育传统特色学校）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常州市武进区礼河实验学校（体育传统特色学校）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常州市武进区夏溪小学（体育传统特色学校）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常州市武进区卢家巷实验学校（体育传统特色学校）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常州市钟楼实验中学（体育传统特色学校）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常州市白云小学（体育传统特色学校）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常州市龙城小学（体育传统特色学校）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江苏省横林高级中学（体育传统特色学校）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溧阳市溧城中心小学（体育传统特色学校）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常州市北郊高级中学（高水平体育传统特色学校）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常州市田家炳高级中学（高水平体育传统特色学校）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常州市雕庄中心小学（高水平体育传统特色学校）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常州市东青实验学校（高水平体育传统特色学校）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常州市实验初级中学天宁分校（高水平体育传统特色学校）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常州市北郊初级中学（高水平体育传统特色学校）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常州市怀德苑小学（高水平体育传统特色学校）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常州市田家炳初级中学（高水平体育传统特色学校）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常州市实验小学教育集团平冈校区（体育传统特色学校）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常州市新北区河海实验小学（体育传统特色学校）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常州市武进区淹城初级中学（体育传统特色学校）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常州市新北区圩塘中心小学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常州市武进区横林实验小学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常州市礼嘉中心小学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常州市武进区刘海粟小学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武进区洛阳初级中学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常州市湟里高级中学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常州市朝阳新村第二小学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常州市第二实验小学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溧阳市文化小学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常州市武进区横山桥中心小学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常州市武进区戴溪小学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常州市武进区东安实验学校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常州市武进区湖塘桥初级中学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常州市金坛区第二中学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常州市荆川小学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常州市田家炳初级中学</w:t>
      </w:r>
    </w:p>
    <w:p>
      <w:pPr>
        <w:jc w:val="center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常州市武进区湖塘实验中学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常州市新北区香槟湖小学</w:t>
      </w:r>
    </w:p>
    <w:p>
      <w:pPr>
        <w:pStyle w:val="9"/>
        <w:jc w:val="center"/>
        <w:rPr>
          <w:rFonts w:ascii="方正小标宋简体" w:hAnsi="Calibri" w:eastAsia="方正小标宋简体"/>
          <w:sz w:val="44"/>
          <w:szCs w:val="44"/>
        </w:rPr>
      </w:pPr>
      <w:r>
        <w:rPr>
          <w:rFonts w:ascii="方正小标宋简体" w:hAnsi="Calibri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Calibri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Calibri" w:eastAsia="方正小标宋简体" w:cs="方正小标宋简体"/>
          <w:sz w:val="44"/>
          <w:szCs w:val="44"/>
        </w:rPr>
        <w:t>年常州市校园足球试点校名单</w:t>
      </w:r>
    </w:p>
    <w:p>
      <w:pPr>
        <w:pStyle w:val="9"/>
        <w:spacing w:line="240" w:lineRule="exact"/>
        <w:jc w:val="center"/>
        <w:rPr>
          <w:rFonts w:ascii="黑体" w:hAnsi="黑体" w:eastAsia="黑体"/>
          <w:sz w:val="30"/>
          <w:szCs w:val="30"/>
        </w:rPr>
      </w:pP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常州市武进区星河实验小学分校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常州市武进区夏溪初级中学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常州市</w:t>
      </w:r>
      <w:r>
        <w:rPr>
          <w:rFonts w:hint="eastAsia" w:ascii="仿宋_GB2312" w:eastAsia="仿宋_GB2312" w:cs="仿宋_GB2312"/>
          <w:sz w:val="32"/>
          <w:szCs w:val="32"/>
        </w:rPr>
        <w:t>武进区湖塘桥第二实验小学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常州市龙锦小学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常州市武进区横林初级中学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常州市武进区横山桥高级中学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常州市武进区宋剑湖小学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常州市武进区坂上小学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常州市勤业中学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常州市钟楼实验小学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常州市谭市小学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常州市花园小学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常州市金坛区西旸小学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溧阳市戴埠高级中学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常州市青龙实验小学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常州市明德实验中学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常州市花园中学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常州市丽华中学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常州市教科院附属初级中学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常州市虹景小学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常州市解放路小学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常州市武进区遥观初级中学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常州市武进区遥观中心小学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常州市东方小学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常州市三河口高级中学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常州市武进清英外国语学校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常州市武进区前黄初级中学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常州市清潭中学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常州市外国语学校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江苏省溧阳中学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溧阳市溧城镇东升小学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常州市武进区前黄中心小学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常州市武进区礼嘉中学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溧阳市燕山中学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常州市武进区崔桥小学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常州市戚墅堰实验中学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常州经开区实验小学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常州市香梅小学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常州市红梅实验小学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常州市第二十四中学天宁分校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常州市清凉小学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常州市郑陆实验学校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常州市武进区实验小学分校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常州市武进区厚余小学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常州市实验初级中学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常州市第一中学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常州市戚墅堰高级中学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常州市武进区横山桥初级中学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常州市兰陵中学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常州市正衡中学天宁分校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常州市新北区三井实验小学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常州市新北区薛家实验小学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常州市新北区安家中心小学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常州市新北区春江中心小学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常州市新北区新桥初级中学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常州市新桥高级中学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常州市新北区魏村中学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常州市新北区魏村中心小学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常州市新北区飞龙实验小学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常州市新北区飞龙中学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常州市焦溪小学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常州市钟楼区昕弘实验学校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溧阳市实验小学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常州市金坛区华罗庚实验学校新城分校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常州市金坛区朱林中心小学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常州市金坛区河滨小学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常州市金坛区五叶小学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常州市金坛区直溪初级中学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常州市金坛第四中学</w:t>
      </w:r>
    </w:p>
    <w:p>
      <w:pPr>
        <w:jc w:val="center"/>
        <w:rPr>
          <w:rFonts w:hint="eastAsia"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溧阳市竹箦中心小学</w:t>
      </w:r>
    </w:p>
    <w:p>
      <w:pPr>
        <w:jc w:val="center"/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常州市市北实验初级中学</w:t>
      </w:r>
    </w:p>
    <w:p>
      <w:pPr>
        <w:jc w:val="center"/>
        <w:rPr>
          <w:rFonts w:hint="default" w:asci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color w:val="auto"/>
          <w:sz w:val="32"/>
          <w:szCs w:val="32"/>
          <w:lang w:val="en-US" w:eastAsia="zh-CN"/>
        </w:rPr>
        <w:t>江苏省常州高级中学</w:t>
      </w:r>
      <w:bookmarkStart w:id="0" w:name="_GoBack"/>
      <w:bookmarkEnd w:id="0"/>
    </w:p>
    <w:p>
      <w:pPr>
        <w:jc w:val="center"/>
        <w:rPr>
          <w:rFonts w:ascii="仿宋_GB2312" w:eastAsia="仿宋_GB2312" w:cs="Times New Roman"/>
          <w:sz w:val="28"/>
          <w:szCs w:val="28"/>
        </w:rPr>
      </w:pPr>
    </w:p>
    <w:p>
      <w:pPr>
        <w:spacing w:line="590" w:lineRule="exact"/>
        <w:jc w:val="center"/>
        <w:rPr>
          <w:rFonts w:ascii="黑体" w:hAnsi="黑体" w:eastAsia="黑体" w:cs="Times New Roman"/>
          <w:sz w:val="30"/>
          <w:szCs w:val="30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- 11 -</w:t>
    </w:r>
    <w:r>
      <w:rPr>
        <w:rStyle w:val="6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008905CF"/>
    <w:rsid w:val="00000D46"/>
    <w:rsid w:val="000041B8"/>
    <w:rsid w:val="00015BFF"/>
    <w:rsid w:val="00020D76"/>
    <w:rsid w:val="00032D1A"/>
    <w:rsid w:val="0005753D"/>
    <w:rsid w:val="000A7A38"/>
    <w:rsid w:val="000C42F8"/>
    <w:rsid w:val="000C7401"/>
    <w:rsid w:val="000E0BB9"/>
    <w:rsid w:val="001119D4"/>
    <w:rsid w:val="00147AAD"/>
    <w:rsid w:val="001C27DE"/>
    <w:rsid w:val="00212B90"/>
    <w:rsid w:val="002569C9"/>
    <w:rsid w:val="00263F97"/>
    <w:rsid w:val="0027528A"/>
    <w:rsid w:val="002E5BCD"/>
    <w:rsid w:val="002F36A6"/>
    <w:rsid w:val="00346BD9"/>
    <w:rsid w:val="0036030F"/>
    <w:rsid w:val="00361D83"/>
    <w:rsid w:val="00383216"/>
    <w:rsid w:val="003B1973"/>
    <w:rsid w:val="003E056B"/>
    <w:rsid w:val="004577B0"/>
    <w:rsid w:val="00493CF0"/>
    <w:rsid w:val="004C1753"/>
    <w:rsid w:val="004C4CE0"/>
    <w:rsid w:val="00513509"/>
    <w:rsid w:val="0053583B"/>
    <w:rsid w:val="00593EB1"/>
    <w:rsid w:val="006315C5"/>
    <w:rsid w:val="006754A1"/>
    <w:rsid w:val="00682CB8"/>
    <w:rsid w:val="006C18C1"/>
    <w:rsid w:val="006C1A37"/>
    <w:rsid w:val="006E38A1"/>
    <w:rsid w:val="00766EFE"/>
    <w:rsid w:val="007900FA"/>
    <w:rsid w:val="007A4E19"/>
    <w:rsid w:val="008403B9"/>
    <w:rsid w:val="008715D9"/>
    <w:rsid w:val="008905CF"/>
    <w:rsid w:val="008A7E58"/>
    <w:rsid w:val="00911EE2"/>
    <w:rsid w:val="00917FB1"/>
    <w:rsid w:val="00985947"/>
    <w:rsid w:val="009923FD"/>
    <w:rsid w:val="009A7CA8"/>
    <w:rsid w:val="009B6807"/>
    <w:rsid w:val="00A24AC4"/>
    <w:rsid w:val="00A30C7D"/>
    <w:rsid w:val="00A72C78"/>
    <w:rsid w:val="00B0517F"/>
    <w:rsid w:val="00B2390C"/>
    <w:rsid w:val="00B430D3"/>
    <w:rsid w:val="00B53CD7"/>
    <w:rsid w:val="00B73386"/>
    <w:rsid w:val="00B83781"/>
    <w:rsid w:val="00BE7F8D"/>
    <w:rsid w:val="00C336FE"/>
    <w:rsid w:val="00C40901"/>
    <w:rsid w:val="00C80C1F"/>
    <w:rsid w:val="00CB1EC5"/>
    <w:rsid w:val="00CE6B57"/>
    <w:rsid w:val="00D72FBD"/>
    <w:rsid w:val="00DB33C7"/>
    <w:rsid w:val="00DE40A7"/>
    <w:rsid w:val="00DF0481"/>
    <w:rsid w:val="00E03559"/>
    <w:rsid w:val="00E429E5"/>
    <w:rsid w:val="00E87DCE"/>
    <w:rsid w:val="00EC2D9A"/>
    <w:rsid w:val="00ED2192"/>
    <w:rsid w:val="00EE180C"/>
    <w:rsid w:val="00F10C5A"/>
    <w:rsid w:val="0B106EC1"/>
    <w:rsid w:val="0C791635"/>
    <w:rsid w:val="13723DB8"/>
    <w:rsid w:val="1494463F"/>
    <w:rsid w:val="1A020B2A"/>
    <w:rsid w:val="20263784"/>
    <w:rsid w:val="2EA555C2"/>
    <w:rsid w:val="33993D95"/>
    <w:rsid w:val="4F18101A"/>
    <w:rsid w:val="55A2552E"/>
    <w:rsid w:val="58953117"/>
    <w:rsid w:val="5FAD5684"/>
    <w:rsid w:val="62137FB8"/>
    <w:rsid w:val="64ED07CF"/>
    <w:rsid w:val="6A616DE2"/>
    <w:rsid w:val="74952B49"/>
    <w:rsid w:val="75861ABF"/>
    <w:rsid w:val="7C0E43B5"/>
    <w:rsid w:val="7F94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Footer Char"/>
    <w:basedOn w:val="5"/>
    <w:link w:val="2"/>
    <w:semiHidden/>
    <w:locked/>
    <w:uiPriority w:val="99"/>
    <w:rPr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sz w:val="18"/>
      <w:szCs w:val="18"/>
    </w:rPr>
  </w:style>
  <w:style w:type="paragraph" w:customStyle="1" w:styleId="9">
    <w:name w:val="正文1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6</Pages>
  <Words>218</Words>
  <Characters>1246</Characters>
  <Lines>0</Lines>
  <Paragraphs>0</Paragraphs>
  <TotalTime>1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2021-12-27T03:10:00Z</dcterms:created>
  <dc:creator>假行僧</dc:creator>
  <cp:lastModifiedBy>czbjadu</cp:lastModifiedBy>
  <dcterms:modified xsi:type="dcterms:W3CDTF">2023-10-07T00:40:57Z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D90F9F0F67764609ABF0497AA92DF9B0</vt:lpwstr>
  </property>
</Properties>
</file>