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025" w:rsidRDefault="001D6025">
      <w:pPr>
        <w:rPr>
          <w:rFonts w:ascii="黑体" w:eastAsia="黑体" w:hAnsi="黑体" w:cs="黑体"/>
          <w:color w:val="000000"/>
          <w:sz w:val="32"/>
          <w:szCs w:val="32"/>
          <w:shd w:val="clear" w:color="auto" w:fill="FFFFFF"/>
        </w:rPr>
      </w:pPr>
      <w:r>
        <w:rPr>
          <w:rFonts w:ascii="黑体" w:eastAsia="黑体" w:hAnsi="黑体" w:cs="黑体" w:hint="eastAsia"/>
          <w:color w:val="000000"/>
          <w:sz w:val="32"/>
          <w:szCs w:val="32"/>
          <w:shd w:val="clear" w:color="auto" w:fill="FFFFFF"/>
        </w:rPr>
        <w:t>附件</w:t>
      </w:r>
      <w:r>
        <w:rPr>
          <w:rFonts w:ascii="黑体" w:eastAsia="黑体" w:hAnsi="黑体" w:cs="黑体"/>
          <w:color w:val="000000"/>
          <w:sz w:val="32"/>
          <w:szCs w:val="32"/>
          <w:shd w:val="clear" w:color="auto" w:fill="FFFFFF"/>
        </w:rPr>
        <w:t>2</w:t>
      </w:r>
    </w:p>
    <w:p w:rsidR="001D6025" w:rsidRDefault="001D6025" w:rsidP="00E45CE7">
      <w:pPr>
        <w:spacing w:line="700" w:lineRule="exact"/>
        <w:jc w:val="center"/>
        <w:rPr>
          <w:rFonts w:ascii="方正小标宋简体" w:eastAsia="方正小标宋简体" w:hAnsi="方正小标宋_GBK" w:cs="Times New Roman"/>
          <w:sz w:val="44"/>
          <w:szCs w:val="44"/>
        </w:rPr>
      </w:pPr>
      <w:r w:rsidRPr="00E45CE7">
        <w:rPr>
          <w:rFonts w:ascii="方正小标宋简体" w:eastAsia="方正小标宋简体" w:hAnsi="方正小标宋_GBK" w:cs="方正小标宋简体" w:hint="eastAsia"/>
          <w:sz w:val="44"/>
          <w:szCs w:val="44"/>
        </w:rPr>
        <w:t>常州市首届青少年现场书法展示活动</w:t>
      </w:r>
    </w:p>
    <w:p w:rsidR="001D6025" w:rsidRPr="00E45CE7" w:rsidRDefault="001D6025" w:rsidP="00E45CE7">
      <w:pPr>
        <w:spacing w:line="700" w:lineRule="exact"/>
        <w:jc w:val="center"/>
        <w:rPr>
          <w:rFonts w:ascii="方正小标宋简体" w:eastAsia="方正小标宋简体" w:hAnsi="方正小标宋_GBK" w:cs="Times New Roman"/>
          <w:sz w:val="44"/>
          <w:szCs w:val="44"/>
        </w:rPr>
      </w:pPr>
      <w:r w:rsidRPr="00E45CE7">
        <w:rPr>
          <w:rFonts w:ascii="方正小标宋简体" w:eastAsia="方正小标宋简体" w:hAnsi="方正小标宋_GBK" w:cs="方正小标宋简体" w:hint="eastAsia"/>
          <w:sz w:val="44"/>
          <w:szCs w:val="44"/>
        </w:rPr>
        <w:t>优秀指导教师奖获奖名单</w:t>
      </w:r>
    </w:p>
    <w:p w:rsidR="001D6025" w:rsidRDefault="001D6025">
      <w:pPr>
        <w:spacing w:line="240" w:lineRule="exact"/>
        <w:rPr>
          <w:rFonts w:cs="Times New Roman"/>
          <w:sz w:val="36"/>
          <w:szCs w:val="36"/>
        </w:rPr>
      </w:pPr>
    </w:p>
    <w:tbl>
      <w:tblPr>
        <w:tblW w:w="781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1151"/>
        <w:gridCol w:w="4463"/>
        <w:gridCol w:w="2200"/>
      </w:tblGrid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hAnsi="华文中宋" w:cs="Times New Roman"/>
                <w:b/>
                <w:bCs/>
                <w:spacing w:val="4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hAnsi="华文中宋" w:cs="仿宋_GB2312" w:hint="eastAsia"/>
                <w:b/>
                <w:bCs/>
                <w:spacing w:val="4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hAnsi="华文中宋" w:cs="Times New Roman"/>
                <w:b/>
                <w:bCs/>
                <w:spacing w:val="4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hAnsi="华文中宋" w:cs="仿宋_GB2312" w:hint="eastAsia"/>
                <w:b/>
                <w:bCs/>
                <w:spacing w:val="4"/>
                <w:sz w:val="21"/>
                <w:szCs w:val="21"/>
                <w:lang w:eastAsia="zh-CN"/>
              </w:rPr>
              <w:t>学校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hAnsi="华文中宋" w:cs="Times New Roman"/>
                <w:b/>
                <w:bCs/>
                <w:spacing w:val="4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hAnsi="华文中宋" w:cs="仿宋_GB2312" w:hint="eastAsia"/>
                <w:b/>
                <w:bCs/>
                <w:spacing w:val="4"/>
                <w:sz w:val="21"/>
                <w:szCs w:val="21"/>
                <w:lang w:eastAsia="zh-CN"/>
              </w:rPr>
              <w:t>指导老师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溧阳市文化小学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王静芬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溧阳市外国语小学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姚波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8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8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溧阳市溧城中心小学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彭衷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溧阳市永平小学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梁燕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溧阳市昆仑小学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史小忠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溧阳市马垫小学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2"/>
                <w:sz w:val="21"/>
                <w:szCs w:val="21"/>
              </w:rPr>
              <w:t>陈丽君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pacing w:val="5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-3"/>
                <w:sz w:val="21"/>
                <w:szCs w:val="21"/>
                <w:lang w:eastAsia="zh-CN"/>
              </w:rPr>
              <w:t>7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溧阳市光华高级中学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芮一萍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江苏省溧阳中学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吴园秀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9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溧阳市实验初级中学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杨进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3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3"/>
                <w:sz w:val="21"/>
                <w:szCs w:val="21"/>
                <w:lang w:eastAsia="zh-CN"/>
              </w:rPr>
              <w:t>10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溧阳市南渡初级中学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席锁明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11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溧阳市上兴初级中学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郑冬华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12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常州金坛区河滨小学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蒋华平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13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常州市金坛区段玉裁中学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z w:val="21"/>
                <w:szCs w:val="21"/>
                <w:lang w:eastAsia="zh-CN"/>
              </w:rPr>
              <w:t>邓海霞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14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常州市武进区南宅实验学校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蒋建刚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15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常州市武进区湟里中心小学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蒋青月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16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常州市武进区湟里中心小学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王建法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17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常州市武进区人民路小学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徐竹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18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常州市武进区李公朴小学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3"/>
                <w:sz w:val="21"/>
                <w:szCs w:val="21"/>
              </w:rPr>
              <w:t>陆天梦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19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 w:hint="eastAsia"/>
                <w:spacing w:val="8"/>
                <w:sz w:val="21"/>
                <w:szCs w:val="21"/>
                <w:lang w:eastAsia="zh-CN"/>
              </w:rPr>
              <w:t>常州市武进区湖塘桥实验小学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夏梦蝶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20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 w:hint="eastAsia"/>
                <w:spacing w:val="8"/>
                <w:sz w:val="21"/>
                <w:szCs w:val="21"/>
                <w:lang w:eastAsia="zh-CN"/>
              </w:rPr>
              <w:t>常州市武进区南夏墅中心小学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jc w:val="center"/>
              <w:rPr>
                <w:rFonts w:ascii="仿宋_GB2312" w:eastAsia="仿宋_GB2312" w:hAnsi="宋体" w:cs="Times New Roman"/>
                <w:lang w:eastAsia="en-US"/>
              </w:rPr>
            </w:pPr>
            <w:r w:rsidRPr="00E45CE7">
              <w:rPr>
                <w:rFonts w:ascii="仿宋_GB2312" w:eastAsia="仿宋_GB2312" w:hAnsi="宋体" w:cs="仿宋_GB2312" w:hint="eastAsia"/>
              </w:rPr>
              <w:t>谢建东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-2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-2"/>
                <w:sz w:val="21"/>
                <w:szCs w:val="21"/>
                <w:lang w:eastAsia="zh-CN"/>
              </w:rPr>
              <w:t>21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常州市武进区实验小学分校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3"/>
                <w:sz w:val="21"/>
                <w:szCs w:val="21"/>
              </w:rPr>
              <w:t>薛姣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22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常州市武进区星韵学校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仇莉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23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常州市武进区洛阳高级中学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虞赛玉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24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常州市武进区马杭初级中学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胡敏明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25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常州市武进区湖塘实验中学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周晨绯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26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常州市武进区湖塘实验中学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3"/>
                <w:sz w:val="21"/>
                <w:szCs w:val="21"/>
              </w:rPr>
              <w:t>曹薇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27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常州市武进区湖塘实验中学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庄铭杰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28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常州市武进区湖塘实验中学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王梦露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29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常州市武进区湟里初级中学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蒋秋霞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30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常州市龙城小学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吴樾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31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常州市龙城小学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江健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32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常州市新北区河海实验小学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2"/>
                <w:sz w:val="21"/>
                <w:szCs w:val="21"/>
              </w:rPr>
              <w:t>万英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33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常州市新北区河海实验小学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3"/>
                <w:sz w:val="21"/>
                <w:szCs w:val="21"/>
              </w:rPr>
              <w:t>时娟芳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34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常州市新北区河海实验小学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陈洁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35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常州市新北区三井实验小学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王慧娟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36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pacing w:val="6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 w:hint="eastAsia"/>
                <w:spacing w:val="6"/>
                <w:sz w:val="21"/>
                <w:szCs w:val="21"/>
                <w:lang w:eastAsia="zh-CN"/>
              </w:rPr>
              <w:t>常州市</w:t>
            </w:r>
            <w:bookmarkStart w:id="0" w:name="_GoBack"/>
            <w:bookmarkEnd w:id="0"/>
            <w:r w:rsidRPr="00E45CE7">
              <w:rPr>
                <w:rFonts w:ascii="仿宋_GB2312" w:eastAsia="仿宋_GB2312" w:cs="仿宋_GB2312" w:hint="eastAsia"/>
                <w:spacing w:val="6"/>
                <w:sz w:val="21"/>
                <w:szCs w:val="21"/>
                <w:lang w:eastAsia="zh-CN"/>
              </w:rPr>
              <w:t>新北区外国语附属双语学校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pacing w:val="6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6"/>
                <w:sz w:val="21"/>
                <w:szCs w:val="21"/>
                <w:lang w:eastAsia="zh-CN"/>
              </w:rPr>
              <w:t>吕梦川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37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常州市新北区吕墅小学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3"/>
                <w:sz w:val="21"/>
                <w:szCs w:val="21"/>
              </w:rPr>
              <w:t>于烽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38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常州市河海实验学校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马郁茜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39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常州市龙锦小学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王晓杰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2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2"/>
                <w:sz w:val="21"/>
                <w:szCs w:val="21"/>
                <w:lang w:eastAsia="zh-CN"/>
              </w:rPr>
              <w:t>40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常州市东坡小学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周敏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41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常州市雕庄中心小学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2"/>
                <w:sz w:val="21"/>
                <w:szCs w:val="21"/>
              </w:rPr>
              <w:t>马婷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42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常州市凤凰新城实验小学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张云飞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43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常州市香梅小学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3"/>
                <w:sz w:val="21"/>
                <w:szCs w:val="21"/>
              </w:rPr>
              <w:t>缪依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44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常州市正衡中学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pacing w:val="4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4"/>
                <w:sz w:val="21"/>
                <w:szCs w:val="21"/>
                <w:lang w:eastAsia="zh-CN"/>
              </w:rPr>
              <w:t>岳敏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45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常州市冠英小学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陈</w:t>
            </w:r>
            <w:r w:rsidRPr="00E45CE7">
              <w:rPr>
                <w:rFonts w:ascii="仿宋_GB2312" w:hint="eastAsia"/>
                <w:spacing w:val="-1"/>
                <w:sz w:val="21"/>
                <w:szCs w:val="21"/>
              </w:rPr>
              <w:t>喆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46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常州市花园小学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赵凤英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47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常州市荆川小学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王怡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z w:val="21"/>
                <w:szCs w:val="21"/>
                <w:lang w:eastAsia="zh-CN"/>
              </w:rPr>
              <w:t>48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常州市荆川小学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jc w:val="center"/>
              <w:rPr>
                <w:rFonts w:ascii="仿宋_GB2312" w:eastAsia="仿宋_GB2312" w:hAnsi="宋体" w:cs="Times New Roman"/>
                <w:lang w:eastAsia="en-US"/>
              </w:rPr>
            </w:pPr>
            <w:r w:rsidRPr="00E45CE7">
              <w:rPr>
                <w:rFonts w:ascii="仿宋_GB2312" w:eastAsia="仿宋_GB2312" w:hAnsi="宋体" w:cs="仿宋_GB2312" w:hint="eastAsia"/>
              </w:rPr>
              <w:t>吴梦迪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49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常州市西新桥小学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杜鹃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50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常州市西新桥小学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郭莉佳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51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常州市实验小学平冈校区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汪洁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52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常州市实验小学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3"/>
                <w:sz w:val="21"/>
                <w:szCs w:val="21"/>
              </w:rPr>
              <w:t>陆春燕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53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常州市实验小学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-3"/>
                <w:sz w:val="21"/>
                <w:szCs w:val="21"/>
              </w:rPr>
              <w:t>阮霞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54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常州市实验小学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王帆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55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常州市清潭实验小学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杭介忠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56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常州市花园第二小学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符亮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57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常州市怀德苑小学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赵黎英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58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常州市钟楼实验小学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施秋莹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59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常州市五星实验小学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方卫华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60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常州市钟楼区昕弘实验学校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蒋力珂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61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常州市西林实验学校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-3"/>
                <w:sz w:val="21"/>
                <w:szCs w:val="21"/>
              </w:rPr>
              <w:t>吕建青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3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3"/>
                <w:sz w:val="21"/>
                <w:szCs w:val="21"/>
                <w:lang w:eastAsia="zh-CN"/>
              </w:rPr>
              <w:t>62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常州市武进区剑湖实验学校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孙月夏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63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常州市戚墅堰实验小学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蔡静怡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64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常州市武进区南塘桥小学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刘霁红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65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 w:hint="eastAsia"/>
                <w:spacing w:val="8"/>
                <w:sz w:val="21"/>
                <w:szCs w:val="21"/>
                <w:lang w:eastAsia="zh-CN"/>
              </w:rPr>
              <w:t>常州市武进区横山桥中心小学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李婷旭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3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3"/>
                <w:sz w:val="21"/>
                <w:szCs w:val="21"/>
                <w:lang w:eastAsia="zh-CN"/>
              </w:rPr>
              <w:t>66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常州市朝阳新村第二小学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周小彤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67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常州市武进区遥观中心小学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何华治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-4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-4"/>
                <w:sz w:val="21"/>
                <w:szCs w:val="21"/>
                <w:lang w:eastAsia="zh-CN"/>
              </w:rPr>
              <w:t>68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常州经开区初级中学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 w:hint="eastAsia"/>
                <w:spacing w:val="2"/>
                <w:sz w:val="21"/>
                <w:szCs w:val="21"/>
              </w:rPr>
              <w:t>陈逸菁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69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江苏省常州高级中学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李昭君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70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常州市第一中学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景文静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71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常州市田家炳高级中学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 w:hint="eastAsia"/>
                <w:sz w:val="21"/>
                <w:szCs w:val="21"/>
                <w:lang w:eastAsia="zh-CN"/>
              </w:rPr>
              <w:t>杨扬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72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常州市青少年活动中心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张亚明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73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pacing w:val="7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常州市青少年活动中心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pacing w:val="4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姜晖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74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常州市第二十四中学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李苏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75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常州市明德实验中学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孙钰婧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76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常州市北环中学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李芷娴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77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常州市教科院附属初级中学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2"/>
                <w:sz w:val="21"/>
                <w:szCs w:val="21"/>
              </w:rPr>
              <w:t>陈圣方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78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常州外国语学校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2"/>
                <w:sz w:val="21"/>
                <w:szCs w:val="21"/>
              </w:rPr>
              <w:t>常芸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79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常州外国语学校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3"/>
                <w:sz w:val="21"/>
                <w:szCs w:val="21"/>
              </w:rPr>
              <w:t>丁瑜</w:t>
            </w:r>
          </w:p>
        </w:tc>
      </w:tr>
      <w:tr w:rsidR="001D6025" w:rsidRPr="00E45CE7">
        <w:trPr>
          <w:trHeight w:val="454"/>
          <w:jc w:val="center"/>
        </w:trPr>
        <w:tc>
          <w:tcPr>
            <w:tcW w:w="1151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E45CE7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80</w:t>
            </w:r>
          </w:p>
        </w:tc>
        <w:tc>
          <w:tcPr>
            <w:tcW w:w="4463" w:type="dxa"/>
            <w:vAlign w:val="center"/>
          </w:tcPr>
          <w:p w:rsidR="001D6025" w:rsidRPr="00E45CE7" w:rsidRDefault="001D6025" w:rsidP="00C24E7F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E45CE7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常州市北郊初级中学</w:t>
            </w:r>
          </w:p>
        </w:tc>
        <w:tc>
          <w:tcPr>
            <w:tcW w:w="2200" w:type="dxa"/>
            <w:vAlign w:val="center"/>
          </w:tcPr>
          <w:p w:rsidR="001D6025" w:rsidRPr="00E45CE7" w:rsidRDefault="001D6025" w:rsidP="00C24E7F">
            <w:pPr>
              <w:jc w:val="center"/>
              <w:rPr>
                <w:rFonts w:ascii="仿宋_GB2312" w:eastAsia="仿宋_GB2312" w:hAnsi="宋体" w:cs="Times New Roman"/>
                <w:lang w:eastAsia="en-US"/>
              </w:rPr>
            </w:pPr>
            <w:r w:rsidRPr="00E45CE7">
              <w:rPr>
                <w:rFonts w:ascii="仿宋_GB2312" w:eastAsia="仿宋_GB2312" w:hAnsi="宋体" w:cs="仿宋_GB2312" w:hint="eastAsia"/>
              </w:rPr>
              <w:t>王晓炜</w:t>
            </w:r>
          </w:p>
        </w:tc>
      </w:tr>
    </w:tbl>
    <w:p w:rsidR="001D6025" w:rsidRDefault="001D6025">
      <w:pPr>
        <w:rPr>
          <w:rFonts w:cs="Times New Roman"/>
        </w:rPr>
      </w:pPr>
    </w:p>
    <w:sectPr w:rsidR="001D6025" w:rsidSect="00E45CE7">
      <w:footerReference w:type="default" r:id="rId6"/>
      <w:pgSz w:w="11906" w:h="16838"/>
      <w:pgMar w:top="1701" w:right="1531" w:bottom="1701" w:left="1531" w:header="851" w:footer="992" w:gutter="0"/>
      <w:pgNumType w:fmt="numberInDash" w:start="25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6025" w:rsidRDefault="001D602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1D6025" w:rsidRDefault="001D602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025" w:rsidRPr="00E45CE7" w:rsidRDefault="001D6025" w:rsidP="006379E3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E45CE7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E45CE7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E45CE7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- 25 -</w:t>
    </w:r>
    <w:r w:rsidRPr="00E45CE7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1D6025" w:rsidRDefault="001D6025" w:rsidP="00E45CE7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6025" w:rsidRDefault="001D6025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1D6025" w:rsidRDefault="001D602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mQ4ZmYxYjgyY2Q3ODc2MGNjMGM5ZDhlOWZmYjkwMmIifQ=="/>
  </w:docVars>
  <w:rsids>
    <w:rsidRoot w:val="12B91E0D"/>
    <w:rsid w:val="DFEC15C3"/>
    <w:rsid w:val="00111D29"/>
    <w:rsid w:val="001D6025"/>
    <w:rsid w:val="006379E3"/>
    <w:rsid w:val="00C24E7F"/>
    <w:rsid w:val="00DC79B4"/>
    <w:rsid w:val="00E45CE7"/>
    <w:rsid w:val="01210F87"/>
    <w:rsid w:val="03D418F0"/>
    <w:rsid w:val="102D47C9"/>
    <w:rsid w:val="10F80BA5"/>
    <w:rsid w:val="12B91E0D"/>
    <w:rsid w:val="17FF7DB0"/>
    <w:rsid w:val="1BEE6D2B"/>
    <w:rsid w:val="1E163A50"/>
    <w:rsid w:val="245E323B"/>
    <w:rsid w:val="25837A55"/>
    <w:rsid w:val="28526934"/>
    <w:rsid w:val="318623BA"/>
    <w:rsid w:val="31BB2DB3"/>
    <w:rsid w:val="39884938"/>
    <w:rsid w:val="3B97413F"/>
    <w:rsid w:val="3C761E16"/>
    <w:rsid w:val="4A816AF7"/>
    <w:rsid w:val="546D5D37"/>
    <w:rsid w:val="5FD45F11"/>
    <w:rsid w:val="66455F9E"/>
    <w:rsid w:val="694644A5"/>
    <w:rsid w:val="6E881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D29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 Text"/>
    <w:basedOn w:val="Normal"/>
    <w:uiPriority w:val="99"/>
    <w:semiHidden/>
    <w:rsid w:val="00111D29"/>
    <w:rPr>
      <w:rFonts w:ascii="宋体" w:hAnsi="宋体" w:cs="宋体"/>
      <w:sz w:val="19"/>
      <w:szCs w:val="19"/>
      <w:lang w:eastAsia="en-US"/>
    </w:rPr>
  </w:style>
  <w:style w:type="table" w:customStyle="1" w:styleId="TableNormal1">
    <w:name w:val="Table Normal1"/>
    <w:uiPriority w:val="99"/>
    <w:semiHidden/>
    <w:rsid w:val="00111D29"/>
    <w:rPr>
      <w:rFonts w:cs="Calibri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rsid w:val="00E45C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62EC9"/>
    <w:rPr>
      <w:rFonts w:cs="Calibri"/>
      <w:sz w:val="18"/>
      <w:szCs w:val="18"/>
    </w:rPr>
  </w:style>
  <w:style w:type="paragraph" w:styleId="Footer">
    <w:name w:val="footer"/>
    <w:basedOn w:val="Normal"/>
    <w:link w:val="FooterChar"/>
    <w:uiPriority w:val="99"/>
    <w:rsid w:val="00E45C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762EC9"/>
    <w:rPr>
      <w:rFonts w:cs="Calibri"/>
      <w:sz w:val="18"/>
      <w:szCs w:val="18"/>
    </w:rPr>
  </w:style>
  <w:style w:type="character" w:styleId="PageNumber">
    <w:name w:val="page number"/>
    <w:basedOn w:val="DefaultParagraphFont"/>
    <w:uiPriority w:val="99"/>
    <w:rsid w:val="00E45C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4</Pages>
  <Words>223</Words>
  <Characters>1273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tj.</dc:creator>
  <cp:keywords/>
  <dc:description/>
  <cp:lastModifiedBy>吴琳赟</cp:lastModifiedBy>
  <cp:revision>2</cp:revision>
  <cp:lastPrinted>2023-10-17T14:41:00Z</cp:lastPrinted>
  <dcterms:created xsi:type="dcterms:W3CDTF">2023-10-17T10:49:00Z</dcterms:created>
  <dcterms:modified xsi:type="dcterms:W3CDTF">2023-11-29T07:51:00Z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3BB93ECAD7474B18A5F5ED6668106EEB_13</vt:lpwstr>
  </property>
</Properties>
</file>