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9C4" w:rsidRDefault="009209C4">
      <w:pPr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3</w:t>
      </w:r>
    </w:p>
    <w:p w:rsidR="009209C4" w:rsidRDefault="009209C4">
      <w:pPr>
        <w:pStyle w:val="1"/>
        <w:spacing w:line="700" w:lineRule="exact"/>
        <w:jc w:val="center"/>
        <w:rPr>
          <w:rFonts w:ascii="方正小标宋简体" w:eastAsia="方正小标宋简体" w:hAnsi="Calibri"/>
          <w:sz w:val="44"/>
          <w:szCs w:val="44"/>
        </w:rPr>
      </w:pPr>
      <w:r>
        <w:rPr>
          <w:rFonts w:ascii="方正小标宋简体" w:eastAsia="方正小标宋简体" w:hAnsi="Calibri" w:cs="方正小标宋简体"/>
          <w:sz w:val="44"/>
          <w:szCs w:val="44"/>
        </w:rPr>
        <w:t>2023</w:t>
      </w:r>
      <w:r>
        <w:rPr>
          <w:rFonts w:ascii="方正小标宋简体" w:eastAsia="方正小标宋简体" w:hAnsi="Calibri" w:cs="方正小标宋简体" w:hint="eastAsia"/>
          <w:sz w:val="44"/>
          <w:szCs w:val="44"/>
        </w:rPr>
        <w:t>年常州市深化学校体育改革</w:t>
      </w:r>
    </w:p>
    <w:p w:rsidR="009209C4" w:rsidRDefault="009209C4">
      <w:pPr>
        <w:pStyle w:val="1"/>
        <w:spacing w:line="700" w:lineRule="exact"/>
        <w:jc w:val="center"/>
        <w:rPr>
          <w:rFonts w:ascii="方正小标宋简体" w:eastAsia="方正小标宋简体" w:hAnsi="Calibri"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Calibri" w:cs="方正小标宋简体" w:hint="eastAsia"/>
          <w:sz w:val="44"/>
          <w:szCs w:val="44"/>
        </w:rPr>
        <w:t>之爸爸妈妈跟我去运动总决赛成绩</w:t>
      </w:r>
    </w:p>
    <w:p w:rsidR="009209C4" w:rsidRDefault="009209C4">
      <w:pPr>
        <w:spacing w:line="600" w:lineRule="exact"/>
        <w:jc w:val="center"/>
        <w:rPr>
          <w:rFonts w:cs="Times New Roman"/>
          <w:b/>
          <w:bCs/>
          <w:sz w:val="28"/>
          <w:szCs w:val="28"/>
        </w:rPr>
      </w:pPr>
    </w:p>
    <w:p w:rsidR="009209C4" w:rsidRDefault="009209C4" w:rsidP="004974D3">
      <w:pPr>
        <w:spacing w:line="580" w:lineRule="exact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一等奖</w:t>
      </w:r>
    </w:p>
    <w:p w:rsidR="009209C4" w:rsidRDefault="009209C4" w:rsidP="004974D3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常州市龙城小学</w:t>
      </w:r>
    </w:p>
    <w:p w:rsidR="009209C4" w:rsidRDefault="009209C4" w:rsidP="004974D3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常州市局前街小学</w:t>
      </w:r>
    </w:p>
    <w:p w:rsidR="009209C4" w:rsidRDefault="009209C4" w:rsidP="004974D3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常州市新北区河海实验小学</w:t>
      </w:r>
    </w:p>
    <w:p w:rsidR="009209C4" w:rsidRDefault="009209C4" w:rsidP="004974D3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常州市武进区崔桥小学</w:t>
      </w:r>
    </w:p>
    <w:p w:rsidR="009209C4" w:rsidRDefault="009209C4" w:rsidP="004974D3">
      <w:pPr>
        <w:spacing w:line="580" w:lineRule="exact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二等奖</w:t>
      </w:r>
    </w:p>
    <w:p w:rsidR="009209C4" w:rsidRDefault="009209C4" w:rsidP="004974D3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常州市新北区香槟湖小学</w:t>
      </w:r>
    </w:p>
    <w:p w:rsidR="009209C4" w:rsidRDefault="009209C4" w:rsidP="004974D3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常州市戚墅堰东方小学</w:t>
      </w:r>
    </w:p>
    <w:p w:rsidR="009209C4" w:rsidRDefault="009209C4" w:rsidP="004974D3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常州市经开区小学</w:t>
      </w:r>
    </w:p>
    <w:p w:rsidR="009209C4" w:rsidRDefault="009209C4" w:rsidP="004974D3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常州市武进区湖塘桥实验小学</w:t>
      </w:r>
    </w:p>
    <w:p w:rsidR="009209C4" w:rsidRDefault="009209C4" w:rsidP="004974D3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常州市钟楼实验小学</w:t>
      </w:r>
    </w:p>
    <w:p w:rsidR="009209C4" w:rsidRDefault="009209C4" w:rsidP="004974D3">
      <w:pPr>
        <w:spacing w:line="580" w:lineRule="exact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三等奖</w:t>
      </w:r>
    </w:p>
    <w:p w:rsidR="009209C4" w:rsidRDefault="009209C4" w:rsidP="004974D3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常州市怀德苑小学</w:t>
      </w:r>
    </w:p>
    <w:p w:rsidR="009209C4" w:rsidRDefault="009209C4" w:rsidP="004974D3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常州市花园小学</w:t>
      </w:r>
    </w:p>
    <w:p w:rsidR="009209C4" w:rsidRDefault="009209C4" w:rsidP="004974D3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常州市雕庄中心小学</w:t>
      </w:r>
    </w:p>
    <w:p w:rsidR="009209C4" w:rsidRDefault="009209C4" w:rsidP="004974D3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常州市焦溪小学</w:t>
      </w:r>
    </w:p>
    <w:p w:rsidR="009209C4" w:rsidRDefault="009209C4" w:rsidP="004974D3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常州市武进区清英外国语学校</w:t>
      </w:r>
    </w:p>
    <w:p w:rsidR="009209C4" w:rsidRDefault="009209C4" w:rsidP="004974D3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常州市武进区实验小学</w:t>
      </w:r>
    </w:p>
    <w:sectPr w:rsidR="009209C4" w:rsidSect="00582111">
      <w:footerReference w:type="default" r:id="rId6"/>
      <w:pgSz w:w="11906" w:h="16838"/>
      <w:pgMar w:top="1701" w:right="1531" w:bottom="1701" w:left="1531" w:header="851" w:footer="992" w:gutter="0"/>
      <w:pgNumType w:fmt="numberInDash" w:start="1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09C4" w:rsidRDefault="009209C4" w:rsidP="0058211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9209C4" w:rsidRDefault="009209C4" w:rsidP="0058211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09C4" w:rsidRDefault="009209C4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- 10 -</w:t>
    </w:r>
    <w:r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9209C4" w:rsidRDefault="009209C4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09C4" w:rsidRDefault="009209C4" w:rsidP="00582111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9209C4" w:rsidRDefault="009209C4" w:rsidP="0058211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Q4ZmYxYjgyY2Q3ODc2MGNjMGM5ZDhlOWZmYjkwMmIifQ=="/>
  </w:docVars>
  <w:rsids>
    <w:rsidRoot w:val="008905CF"/>
    <w:rsid w:val="000041B8"/>
    <w:rsid w:val="00032D1A"/>
    <w:rsid w:val="000E0BB9"/>
    <w:rsid w:val="001C27DE"/>
    <w:rsid w:val="0021117C"/>
    <w:rsid w:val="00212B90"/>
    <w:rsid w:val="002569C9"/>
    <w:rsid w:val="00263F97"/>
    <w:rsid w:val="0027528A"/>
    <w:rsid w:val="002E5BCD"/>
    <w:rsid w:val="002F36A6"/>
    <w:rsid w:val="00346BD9"/>
    <w:rsid w:val="00383216"/>
    <w:rsid w:val="003B1973"/>
    <w:rsid w:val="003F3328"/>
    <w:rsid w:val="00486127"/>
    <w:rsid w:val="00493CF0"/>
    <w:rsid w:val="004974D3"/>
    <w:rsid w:val="004C1753"/>
    <w:rsid w:val="004C4CE0"/>
    <w:rsid w:val="0053583B"/>
    <w:rsid w:val="00582111"/>
    <w:rsid w:val="005900F1"/>
    <w:rsid w:val="006C18C1"/>
    <w:rsid w:val="006D11AE"/>
    <w:rsid w:val="006E38A1"/>
    <w:rsid w:val="0074299C"/>
    <w:rsid w:val="00766EFE"/>
    <w:rsid w:val="007A4E19"/>
    <w:rsid w:val="007E75F4"/>
    <w:rsid w:val="008403B9"/>
    <w:rsid w:val="00865928"/>
    <w:rsid w:val="008715D9"/>
    <w:rsid w:val="008905CF"/>
    <w:rsid w:val="008A7E58"/>
    <w:rsid w:val="008D4124"/>
    <w:rsid w:val="00911EE2"/>
    <w:rsid w:val="009209C4"/>
    <w:rsid w:val="00934F08"/>
    <w:rsid w:val="009923FD"/>
    <w:rsid w:val="009A7CA8"/>
    <w:rsid w:val="00A046AC"/>
    <w:rsid w:val="00A72C78"/>
    <w:rsid w:val="00B0517F"/>
    <w:rsid w:val="00B2390C"/>
    <w:rsid w:val="00B83781"/>
    <w:rsid w:val="00C336FE"/>
    <w:rsid w:val="00CE6B57"/>
    <w:rsid w:val="00D80404"/>
    <w:rsid w:val="00E03559"/>
    <w:rsid w:val="00EC2D9A"/>
    <w:rsid w:val="00ED2192"/>
    <w:rsid w:val="00F10C5A"/>
    <w:rsid w:val="1A020B2A"/>
    <w:rsid w:val="280C00C1"/>
    <w:rsid w:val="33993D95"/>
    <w:rsid w:val="4AEF503E"/>
    <w:rsid w:val="55516549"/>
    <w:rsid w:val="58953117"/>
    <w:rsid w:val="62137FB8"/>
    <w:rsid w:val="6A616DE2"/>
    <w:rsid w:val="74952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2111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82111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82111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5821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82111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582111"/>
  </w:style>
  <w:style w:type="paragraph" w:customStyle="1" w:styleId="1">
    <w:name w:val="正文1"/>
    <w:uiPriority w:val="99"/>
    <w:rsid w:val="00582111"/>
    <w:pPr>
      <w:jc w:val="both"/>
    </w:pPr>
    <w:rPr>
      <w:rFonts w:ascii="Times New Roman" w:hAnsi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157</TotalTime>
  <Pages>1</Pages>
  <Words>100</Words>
  <Characters>107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假行僧</dc:creator>
  <cp:keywords/>
  <dc:description/>
  <cp:lastModifiedBy>吴琳赟</cp:lastModifiedBy>
  <cp:revision>17</cp:revision>
  <dcterms:created xsi:type="dcterms:W3CDTF">2019-01-02T02:17:00Z</dcterms:created>
  <dcterms:modified xsi:type="dcterms:W3CDTF">2023-12-07T07:55:00Z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461BC47F20394AB1B45ED627BFB20030_12</vt:lpwstr>
  </property>
</Properties>
</file>