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FB8" w:rsidRDefault="000D1FB8">
      <w:pPr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4</w:t>
      </w:r>
    </w:p>
    <w:p w:rsidR="000D1FB8" w:rsidRDefault="000D1FB8">
      <w:pPr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>
        <w:rPr>
          <w:rFonts w:ascii="方正小标宋简体" w:eastAsia="方正小标宋简体" w:hAnsi="宋体" w:cs="方正小标宋简体"/>
          <w:sz w:val="44"/>
          <w:szCs w:val="44"/>
        </w:rPr>
        <w:t>2023</w:t>
      </w:r>
      <w:r>
        <w:rPr>
          <w:rFonts w:ascii="方正小标宋简体" w:eastAsia="方正小标宋简体" w:hAnsi="宋体" w:cs="方正小标宋简体" w:hint="eastAsia"/>
          <w:sz w:val="44"/>
          <w:szCs w:val="44"/>
        </w:rPr>
        <w:t>年常州校园体育之星十佳名单</w:t>
      </w:r>
    </w:p>
    <w:p w:rsidR="000D1FB8" w:rsidRDefault="000D1FB8">
      <w:pPr>
        <w:jc w:val="center"/>
        <w:rPr>
          <w:rFonts w:cs="Times New Roman"/>
          <w:b/>
          <w:bCs/>
        </w:rPr>
      </w:pPr>
    </w:p>
    <w:tbl>
      <w:tblPr>
        <w:tblW w:w="8269" w:type="dxa"/>
        <w:jc w:val="center"/>
        <w:tblLook w:val="00A0"/>
      </w:tblPr>
      <w:tblGrid>
        <w:gridCol w:w="851"/>
        <w:gridCol w:w="1418"/>
        <w:gridCol w:w="1500"/>
        <w:gridCol w:w="4500"/>
      </w:tblGrid>
      <w:tr w:rsidR="000D1FB8" w:rsidTr="004E4F4E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 w:hint="eastAsia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 w:hint="eastAsia"/>
                <w:b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 w:hint="eastAsia"/>
                <w:b/>
                <w:bCs/>
                <w:kern w:val="0"/>
                <w:sz w:val="28"/>
                <w:szCs w:val="28"/>
              </w:rPr>
              <w:t>单位</w:t>
            </w:r>
          </w:p>
        </w:tc>
      </w:tr>
      <w:tr w:rsidR="000D1FB8" w:rsidTr="004E4F4E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朱永琪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乒乓球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江苏省常州高级中学</w:t>
            </w:r>
          </w:p>
        </w:tc>
      </w:tr>
      <w:tr w:rsidR="000D1FB8" w:rsidTr="004E4F4E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赵瑞杰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足球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常州市田家炳高级中学</w:t>
            </w:r>
          </w:p>
        </w:tc>
      </w:tr>
      <w:tr w:rsidR="000D1FB8" w:rsidTr="004E4F4E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唐文斐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足球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常州市北郊初级中学</w:t>
            </w:r>
          </w:p>
        </w:tc>
      </w:tr>
      <w:tr w:rsidR="000D1FB8" w:rsidTr="004E4F4E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严锦程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篮球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常州市实验初级中学</w:t>
            </w:r>
          </w:p>
        </w:tc>
      </w:tr>
      <w:tr w:rsidR="000D1FB8" w:rsidTr="004E4F4E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祝一凡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手球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常州市新北区实验中学</w:t>
            </w:r>
          </w:p>
        </w:tc>
      </w:tr>
      <w:tr w:rsidR="000D1FB8" w:rsidTr="004E4F4E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陈淼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羽毛球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常州市教科院附属初级中学</w:t>
            </w:r>
          </w:p>
        </w:tc>
      </w:tr>
      <w:tr w:rsidR="000D1FB8" w:rsidTr="004E4F4E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罗乐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曲棍球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常州市武进区鸣凰中学</w:t>
            </w:r>
          </w:p>
        </w:tc>
      </w:tr>
      <w:tr w:rsidR="000D1FB8" w:rsidTr="004E4F4E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刘艺雯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篮球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常州市新北区实验中学</w:t>
            </w:r>
          </w:p>
        </w:tc>
      </w:tr>
      <w:tr w:rsidR="000D1FB8" w:rsidTr="004E4F4E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李家乐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体适能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常州市盛毓度小学</w:t>
            </w:r>
          </w:p>
        </w:tc>
      </w:tr>
      <w:tr w:rsidR="000D1FB8" w:rsidTr="004E4F4E">
        <w:trPr>
          <w:trHeight w:val="567"/>
          <w:jc w:val="center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Arial Unicode MS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索明琦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游泳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常州市新北区实验中学</w:t>
            </w:r>
          </w:p>
        </w:tc>
      </w:tr>
    </w:tbl>
    <w:p w:rsidR="000D1FB8" w:rsidRDefault="000D1FB8">
      <w:pPr>
        <w:rPr>
          <w:rFonts w:cs="Times New Roman"/>
          <w:sz w:val="28"/>
          <w:szCs w:val="28"/>
        </w:rPr>
      </w:pPr>
    </w:p>
    <w:p w:rsidR="000D1FB8" w:rsidRDefault="000D1FB8">
      <w:pPr>
        <w:rPr>
          <w:rFonts w:cs="Times New Roman"/>
          <w:sz w:val="28"/>
          <w:szCs w:val="28"/>
        </w:rPr>
      </w:pPr>
    </w:p>
    <w:p w:rsidR="000D1FB8" w:rsidRDefault="000D1FB8">
      <w:pPr>
        <w:rPr>
          <w:rFonts w:cs="Times New Roman"/>
          <w:sz w:val="28"/>
          <w:szCs w:val="28"/>
        </w:rPr>
      </w:pPr>
    </w:p>
    <w:p w:rsidR="000D1FB8" w:rsidRDefault="000D1FB8">
      <w:pPr>
        <w:rPr>
          <w:rFonts w:cs="Times New Roman"/>
          <w:sz w:val="28"/>
          <w:szCs w:val="28"/>
        </w:rPr>
      </w:pPr>
    </w:p>
    <w:p w:rsidR="000D1FB8" w:rsidRDefault="000D1FB8">
      <w:pPr>
        <w:rPr>
          <w:rFonts w:cs="Times New Roman"/>
          <w:sz w:val="28"/>
          <w:szCs w:val="28"/>
        </w:rPr>
      </w:pPr>
    </w:p>
    <w:p w:rsidR="000D1FB8" w:rsidRDefault="000D1FB8">
      <w:pPr>
        <w:rPr>
          <w:rFonts w:cs="Times New Roman"/>
          <w:sz w:val="28"/>
          <w:szCs w:val="28"/>
        </w:rPr>
      </w:pPr>
    </w:p>
    <w:p w:rsidR="000D1FB8" w:rsidRDefault="000D1FB8">
      <w:pPr>
        <w:rPr>
          <w:rFonts w:cs="Times New Roman"/>
          <w:sz w:val="28"/>
          <w:szCs w:val="28"/>
        </w:rPr>
      </w:pPr>
    </w:p>
    <w:p w:rsidR="000D1FB8" w:rsidRDefault="000D1FB8">
      <w:pPr>
        <w:jc w:val="center"/>
        <w:rPr>
          <w:rFonts w:ascii="方正小标宋简体" w:eastAsia="方正小标宋简体" w:hAnsi="宋体" w:cs="Times New Roman"/>
          <w:sz w:val="44"/>
          <w:szCs w:val="44"/>
        </w:rPr>
      </w:pPr>
      <w:r>
        <w:rPr>
          <w:rFonts w:ascii="方正小标宋简体" w:eastAsia="方正小标宋简体" w:hAnsi="宋体" w:cs="方正小标宋简体"/>
          <w:sz w:val="44"/>
          <w:szCs w:val="44"/>
        </w:rPr>
        <w:t>2023</w:t>
      </w:r>
      <w:r>
        <w:rPr>
          <w:rFonts w:ascii="方正小标宋简体" w:eastAsia="方正小标宋简体" w:hAnsi="宋体" w:cs="方正小标宋简体" w:hint="eastAsia"/>
          <w:sz w:val="44"/>
          <w:szCs w:val="44"/>
        </w:rPr>
        <w:t>年常州校园体育之星优秀名单</w:t>
      </w:r>
    </w:p>
    <w:p w:rsidR="000D1FB8" w:rsidRDefault="000D1FB8">
      <w:pPr>
        <w:jc w:val="center"/>
        <w:rPr>
          <w:rFonts w:ascii="宋体" w:cs="Times New Roman"/>
          <w:b/>
          <w:bCs/>
          <w:sz w:val="18"/>
          <w:szCs w:val="18"/>
        </w:rPr>
      </w:pPr>
    </w:p>
    <w:tbl>
      <w:tblPr>
        <w:tblW w:w="8276" w:type="dxa"/>
        <w:jc w:val="center"/>
        <w:tblLook w:val="00A0"/>
      </w:tblPr>
      <w:tblGrid>
        <w:gridCol w:w="878"/>
        <w:gridCol w:w="1400"/>
        <w:gridCol w:w="1498"/>
        <w:gridCol w:w="4500"/>
      </w:tblGrid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项目</w:t>
            </w:r>
          </w:p>
        </w:tc>
        <w:tc>
          <w:tcPr>
            <w:tcW w:w="4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单位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姜蕴凌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乒乓球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常州市田家炳初级中学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高一凡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射击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常州市实验初级中学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白欣语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武术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常州市第二实验小学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汪佩仪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现代五项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常州市第二十四中学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谢宇灏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击剑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常州外国语附属双语学校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孔云汝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棒垒球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常州市新北区新桥初级中学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闫梓昂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篮球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常州市局前街小学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周云逸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游泳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常州市龙锦小学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许梓宸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击剑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常州市龙城小学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吴中奇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游泳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常州市第二实验小学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舒昱宸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游泳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常州市解放路小学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魏梓萱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足球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常州市东青实验学校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张梦婷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赛艇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常州市武进区鸣凰中学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章梓涵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棒垒球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常州市龙城小学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刘悦悦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田径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江苏省武进高级中学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陈若曦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体操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常州市武进区刘海粟小学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庄梓祺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田径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常州市花园小学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殷梓鑫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网球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常州市龙城小学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孙文俊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篮球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常州市第</w:t>
            </w:r>
            <w:bookmarkStart w:id="0" w:name="_GoBack"/>
            <w:bookmarkEnd w:id="0"/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一中学</w:t>
            </w:r>
          </w:p>
        </w:tc>
      </w:tr>
      <w:tr w:rsidR="000D1FB8" w:rsidTr="004E4F4E">
        <w:trPr>
          <w:trHeight w:hRule="exact" w:val="567"/>
          <w:jc w:val="center"/>
        </w:trPr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spacing w:line="520" w:lineRule="exact"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孙子彬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排球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1FB8" w:rsidRDefault="000D1FB8" w:rsidP="004E4F4E">
            <w:pPr>
              <w:widowControl/>
              <w:jc w:val="center"/>
              <w:textAlignment w:val="center"/>
              <w:rPr>
                <w:rFonts w:ascii="仿宋_GB2312" w:eastAsia="仿宋_GB2312" w:hAnsi="仿宋_GB2312" w:cs="Times New Roman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8"/>
                <w:szCs w:val="28"/>
              </w:rPr>
              <w:t>常州市武进区鸣凰中学</w:t>
            </w:r>
          </w:p>
        </w:tc>
      </w:tr>
    </w:tbl>
    <w:p w:rsidR="000D1FB8" w:rsidRDefault="000D1FB8">
      <w:pPr>
        <w:spacing w:line="20" w:lineRule="exact"/>
        <w:jc w:val="center"/>
        <w:rPr>
          <w:rFonts w:ascii="宋体" w:cs="Times New Roman"/>
          <w:b/>
          <w:bCs/>
          <w:sz w:val="32"/>
          <w:szCs w:val="32"/>
        </w:rPr>
      </w:pPr>
    </w:p>
    <w:sectPr w:rsidR="000D1FB8" w:rsidSect="00C92C69">
      <w:footerReference w:type="default" r:id="rId6"/>
      <w:pgSz w:w="11906" w:h="16838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1FB8" w:rsidRDefault="000D1FB8" w:rsidP="00C92C6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0D1FB8" w:rsidRDefault="000D1FB8" w:rsidP="00C92C6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FB8" w:rsidRDefault="000D1FB8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- 11 -</w:t>
    </w:r>
    <w:r>
      <w:rPr>
        <w:rStyle w:val="PageNumber"/>
        <w:sz w:val="28"/>
        <w:szCs w:val="28"/>
      </w:rPr>
      <w:fldChar w:fldCharType="end"/>
    </w:r>
  </w:p>
  <w:p w:rsidR="000D1FB8" w:rsidRDefault="000D1FB8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1FB8" w:rsidRDefault="000D1FB8" w:rsidP="00C92C6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0D1FB8" w:rsidRDefault="000D1FB8" w:rsidP="00C92C6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50C03438"/>
    <w:rsid w:val="00031267"/>
    <w:rsid w:val="0009098A"/>
    <w:rsid w:val="000B45DA"/>
    <w:rsid w:val="000D1FB8"/>
    <w:rsid w:val="00164063"/>
    <w:rsid w:val="00164F93"/>
    <w:rsid w:val="00273968"/>
    <w:rsid w:val="002D671B"/>
    <w:rsid w:val="002F52F0"/>
    <w:rsid w:val="00302806"/>
    <w:rsid w:val="003B4EF6"/>
    <w:rsid w:val="003E289A"/>
    <w:rsid w:val="003F03F3"/>
    <w:rsid w:val="00425177"/>
    <w:rsid w:val="00486127"/>
    <w:rsid w:val="004B1593"/>
    <w:rsid w:val="004E4F4E"/>
    <w:rsid w:val="0058260F"/>
    <w:rsid w:val="006070AE"/>
    <w:rsid w:val="006F0C4A"/>
    <w:rsid w:val="007262D8"/>
    <w:rsid w:val="007717ED"/>
    <w:rsid w:val="007A14E5"/>
    <w:rsid w:val="007E4B00"/>
    <w:rsid w:val="007F07FB"/>
    <w:rsid w:val="00862B21"/>
    <w:rsid w:val="008A7DAC"/>
    <w:rsid w:val="00934B48"/>
    <w:rsid w:val="00A04243"/>
    <w:rsid w:val="00A8579C"/>
    <w:rsid w:val="00AA7BFC"/>
    <w:rsid w:val="00B560B1"/>
    <w:rsid w:val="00B92217"/>
    <w:rsid w:val="00C332C3"/>
    <w:rsid w:val="00C65796"/>
    <w:rsid w:val="00C91424"/>
    <w:rsid w:val="00C92C69"/>
    <w:rsid w:val="00D469FF"/>
    <w:rsid w:val="00D743E5"/>
    <w:rsid w:val="00E05177"/>
    <w:rsid w:val="00E06432"/>
    <w:rsid w:val="00E30EC4"/>
    <w:rsid w:val="00F314B3"/>
    <w:rsid w:val="00F846D3"/>
    <w:rsid w:val="00FF481A"/>
    <w:rsid w:val="00FF6B06"/>
    <w:rsid w:val="01B40CB6"/>
    <w:rsid w:val="0A3F7BB9"/>
    <w:rsid w:val="39B32AA4"/>
    <w:rsid w:val="50C03438"/>
    <w:rsid w:val="5C205D85"/>
    <w:rsid w:val="7DD55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C69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92C6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92C69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C92C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92C69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C92C6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340</Words>
  <Characters>358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15</cp:revision>
  <dcterms:created xsi:type="dcterms:W3CDTF">2019-12-30T03:28:00Z</dcterms:created>
  <dcterms:modified xsi:type="dcterms:W3CDTF">2023-12-07T07:56:00Z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C51E98E5100C41BDB8DDA4B350A24A23_12</vt:lpwstr>
  </property>
</Properties>
</file>