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4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cs="方正小标宋简体"/>
          <w:sz w:val="44"/>
          <w:szCs w:val="44"/>
        </w:rPr>
        <w:t>2023</w:t>
      </w:r>
      <w:r>
        <w:rPr>
          <w:rFonts w:hint="eastAsia" w:ascii="方正小标宋简体" w:eastAsia="方正小标宋简体" w:cs="方正小标宋简体"/>
          <w:sz w:val="44"/>
          <w:szCs w:val="44"/>
        </w:rPr>
        <w:t>年常州市中学生“三独”比赛获奖名单</w:t>
      </w:r>
    </w:p>
    <w:p>
      <w:pPr>
        <w:spacing w:line="240" w:lineRule="exact"/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独奏高中组一等奖（</w:t>
      </w:r>
      <w:r>
        <w:rPr>
          <w:rFonts w:ascii="黑体" w:hAnsi="黑体" w:eastAsia="黑体" w:cs="黑体"/>
          <w:sz w:val="28"/>
          <w:szCs w:val="28"/>
        </w:rPr>
        <w:t>53</w:t>
      </w:r>
      <w:r>
        <w:rPr>
          <w:rFonts w:hint="eastAsia" w:ascii="黑体" w:hAnsi="黑体" w:eastAsia="黑体" w:cs="黑体"/>
          <w:sz w:val="28"/>
          <w:szCs w:val="28"/>
        </w:rPr>
        <w:t>个）</w:t>
      </w:r>
    </w:p>
    <w:tbl>
      <w:tblPr>
        <w:tblStyle w:val="4"/>
        <w:tblW w:w="82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75"/>
        <w:gridCol w:w="3096"/>
        <w:gridCol w:w="12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演出单位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表演者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《山之舞》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常州市第五中学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万骞月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《雪山魂塑》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常州市第五中学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李元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《一枝花》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常州市第五中学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张子优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《天鹅》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常州市第五中学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徐宁沁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《一枝花》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江苏省横林高级中学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邱添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《走进快活岭》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常州市第一中学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戴陈可一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《第一二胡狂想曲》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常州市第一中学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杨逸轩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《草原小姐妹》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江苏省奔牛高级中学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童彤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《楚颂》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常州市第五中学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黄珊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《鄂尔多斯的春天》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常州市武进区洛阳高级中学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王琪瑞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《天山的节日》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常州市第一中学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张峻玮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《主题与变奏》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江苏省常州高级中学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刘政轩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Fantasia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幻想曲》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常州市戚墅堰高级中学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胡皓钦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《培多克民族主题变奏曲》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江苏省常州高级中学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殷若曦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《莫扎特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大调第五协奏曲》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常州市北郊高级中学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陈思衡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《阳光灿烂照天山》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江苏省奔牛高级中学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周佳瑗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《西班牙交响曲》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常州市正行中学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钱姝彦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《引子与回旋随想曲》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江苏省常州高级中学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宋俞彤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《圣桑的圆号音乐会》（调整）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江苏省常州高级中学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章语睿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《布鲁赫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g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小调协奏曲第一乐章》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江苏省前黄高级中学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陈昶文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《匈牙利田园幻想曲》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常州市戚墅堰高级中学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刘秭彤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《布鲁赫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g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小调协奏曲第一乐章》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江苏省常州高级中学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刘博瑀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《威尼斯水镇狂想曲》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江苏省常州高级中学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沈彦希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《斯拉维奇幻想曲》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常州外国语附属双语学校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黄翊宸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Suite for tuba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常州外国语附属双语学校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朱彦丁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《匈牙利狂想曲》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江苏省常州高级中学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吴秉珅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《匈牙利狂想曲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No.15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常州市第三中学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祁知远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《肖邦降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小调谐谑曲》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常州市北郊高级中学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沈子睿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《冬风练习曲》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江苏省前黄高级中学国际分校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庄天韵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《莱茵赫德即兴曲》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常州市戚墅堰高级中学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陆彦希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《普朗克意大利随想曲》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常州市北郊高级中学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张韵萌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《轻盈》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江苏省常州高级中学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陈妤诺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《热情的快板》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常州市北郊高级中学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韩依彤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《李斯特第十狂想曲》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常州市第五中学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李昊楠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《降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e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小调托卡塔》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常州市新桥高级中学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邵益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《音乐瞬间》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常州市武进区洛阳高级中学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阎叶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《莫什科夫斯基华尔兹》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常州市新桥高级中学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田润涵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《冬风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Op.25 No.11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江苏省溧阳中学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吕欣忆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《勃拉姆斯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b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小调狂想曲》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常州市北郊高级中学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陶可欣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《西班牙随想曲》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常州市北郊高级中学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刘子淇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《音乐瞬间》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常州市平陵高级中学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周黄思宇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《空山鸟语》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常州市田家炳高级中学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许珈银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《德彪西为钢琴而作前奏曲》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常州市北郊高级中学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陈薇尔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《夜深沉》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常州市新桥高级中学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臧洪啸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《无境》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常州市第五中学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邵柔茗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《海之波澜》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常州市武进区洛阳高级中学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邵一诺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《行者》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常州市金坛区第四中学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韦笑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《幻想曲》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常州市第一中学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孙心阳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《行者》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常州市第五中学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张子涵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《秦土情》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常州市戚墅堰高级中学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卞铭逸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《节奏之歌》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常州市金坛区金沙高级中学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谢安泽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《溟山》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常州市武进区洛阳高级中学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吴籽萱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8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《定风波》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09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常州市武进区洛阳高级中学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3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牟镜羽</w:t>
            </w:r>
          </w:p>
        </w:tc>
      </w:tr>
    </w:tbl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独奏高中组二等奖（</w:t>
      </w:r>
      <w:r>
        <w:rPr>
          <w:rFonts w:ascii="黑体" w:hAnsi="黑体" w:eastAsia="黑体" w:cs="黑体"/>
          <w:sz w:val="28"/>
          <w:szCs w:val="28"/>
        </w:rPr>
        <w:t>46</w:t>
      </w:r>
      <w:r>
        <w:rPr>
          <w:rFonts w:hint="eastAsia" w:ascii="黑体" w:hAnsi="黑体" w:eastAsia="黑体" w:cs="黑体"/>
          <w:sz w:val="28"/>
          <w:szCs w:val="28"/>
        </w:rPr>
        <w:t>个）</w:t>
      </w:r>
    </w:p>
    <w:tbl>
      <w:tblPr>
        <w:tblStyle w:val="4"/>
        <w:tblW w:w="81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54"/>
        <w:gridCol w:w="3180"/>
        <w:gridCol w:w="1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18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演出单位</w:t>
            </w:r>
          </w:p>
        </w:tc>
        <w:tc>
          <w:tcPr>
            <w:tcW w:w="10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表演者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《鄂尔多斯的春天》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常州市武进区洛阳高级中学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胡家浩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《流浪者之歌》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常州市第五中学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蒋笪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《秦川抒怀》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江苏省常州高级中学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王昊蕊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《云南回忆第三乐章》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常州市新桥高级中学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汤鑫亮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《帕米尔的春天》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常州市第一中学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李衡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《彝族舞曲》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常州市戚墅堰高级中学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朱馨瑶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《十面埋伏》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江苏省溧阳中学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刘奕欢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《金翎思》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常州市北郊高级中学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杜若水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《大波兰舞曲》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常州市新桥高级中学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谈优游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g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小调协奏曲第一乐章》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江苏省奔牛高级中学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刘梓濛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《丑角》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常州市新桥高级中学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戴禹臣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《匈牙利田园幻想曲》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江苏省横林高级中学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崔嘉予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C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大调协奏曲》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常州市武进区洛阳高级中学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毛婕妤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《威尼斯狂欢节》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江苏省常州高级中学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侯天宇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concerto in d minor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常州市戚墅堰高级中学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陈宝洋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《克莱斯顿第三乐章》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江苏省前黄高级中学国际分校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陈禹豪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《查尔达什舞曲》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常州市教科院附属高级中学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王安竹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《托卡塔与赋格》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常州市宋剑湖高级中学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蔡潇毅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《拉赫玛尼诺夫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g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小调前奏曲》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常州市新桥高级中学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田润泽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《波罗乃兹舞曲》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江苏省溧阳中学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徐州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《普罗科菲耶夫第三钢琴奏鸣曲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Op.28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》</w:t>
            </w:r>
          </w:p>
        </w:tc>
        <w:tc>
          <w:tcPr>
            <w:tcW w:w="318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江苏省常州高级中学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戚骞兮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《叹息》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常州市新桥高级中学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潘依琳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《弄臣》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常州市第五中学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朱昊华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《蝙蝠》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常州市金坛区金沙高级中学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卢顺钰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《普罗科菲耶夫钢琴第三奏鸣曲》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常州市第五中学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杨乐滢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《绣金匾》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溧阳市戴埠高级中学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谢奕辉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《门德尔松随想回旋曲》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常州市新桥高级中学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张晨阳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《莫什科夫练习曲》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江苏省前黄高级中学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王心桐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《黎明》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常州市金坛区第四中学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周莹滢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《谐谑曲》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常州市第五中学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钱润宇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《托卡塔》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常州市新桥高级中学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陆玺妍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sonata C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江苏省武进高级中学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朱志远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《即兴曲》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江苏省溧阳中学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蒋易轩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《莱茵赫德即兴曲》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常州市武进区横山桥高级中学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蒋妮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《哈恰图良托卡塔》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常州市武进区洛阳高级中学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徐璐瑶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《鼓上飞舞》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常州市第一中学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黄恩泽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《定风波》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常州市三河口高级中学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索佳琦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《幻想曲》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溧阳市光华高级中学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蒋佳吟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《黔中赋》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常州市金坛区金沙高级中学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马艺菲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katamiya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江苏省常州高级中学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韩笑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《幻想曲》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江苏省奔牛高级中学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柯婉莹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《大漠行》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常州市新桥高级中学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严钶语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《苍歌引》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常州市武进区洛阳高级中学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徐婧澜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《西域随想》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常州市武进区洛阳高级中学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孙跃旖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《临安遗恨》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江苏省奔牛高级中学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章心怡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5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funk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江苏省常州高级中学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0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蒋允喆</w:t>
            </w:r>
          </w:p>
        </w:tc>
      </w:tr>
    </w:tbl>
    <w:p>
      <w:pPr>
        <w:widowControl/>
        <w:jc w:val="center"/>
        <w:rPr>
          <w:rFonts w:ascii="仿宋_GB2312" w:hAnsi="宋体" w:eastAsia="仿宋_GB2312"/>
          <w:color w:val="000000"/>
          <w:kern w:val="0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独奏高中组三等奖（</w:t>
      </w:r>
      <w:r>
        <w:rPr>
          <w:rFonts w:ascii="黑体" w:hAnsi="黑体" w:eastAsia="黑体" w:cs="黑体"/>
          <w:sz w:val="28"/>
          <w:szCs w:val="28"/>
        </w:rPr>
        <w:t>22</w:t>
      </w:r>
      <w:r>
        <w:rPr>
          <w:rFonts w:hint="eastAsia" w:ascii="黑体" w:hAnsi="黑体" w:eastAsia="黑体" w:cs="黑体"/>
          <w:sz w:val="28"/>
          <w:szCs w:val="28"/>
        </w:rPr>
        <w:t>个）</w:t>
      </w:r>
    </w:p>
    <w:tbl>
      <w:tblPr>
        <w:tblStyle w:val="4"/>
        <w:tblW w:w="79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79"/>
        <w:gridCol w:w="3105"/>
        <w:gridCol w:w="12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10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演出单位</w:t>
            </w:r>
          </w:p>
        </w:tc>
        <w:tc>
          <w:tcPr>
            <w:tcW w:w="12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表演者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《十面埋伏》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0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常州市宋剑湖高级中学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尹玥怡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《帕米尔的春天》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0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常州市戚墅堰高级中学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谭志如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《战马奔腾》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0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常州市戚墅堰高级中学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孟冠华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《赞歌》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0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常州市北郊高级中学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张乐怡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《鸿雁》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0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常州市正行中学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杨欣霖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小调协奏曲》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0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江苏省前黄高级中学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王思涵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《查尔达什舞曲》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0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溧阳市光华高级中学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王峥杰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小调协奏曲》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0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常州市第一中学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丁宇涛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《月光曲》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0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江苏省奔牛高级中学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夏天一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《东风》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0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江苏省前黄高级中学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季杰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《思春》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0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常州市武进区横山桥高级中学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李文欣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《普罗科菲耶夫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d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小调第四乐章》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0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常州市金坛区金沙高级中学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羊思齐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《幻想即兴曲》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0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江苏省溧阳中学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刘致明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g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小调前奏曲》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0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常州市三河口高级中学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樊益希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《月光曲第三乐章》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0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江苏省奔牛高级中学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蒙宣睿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《秦土情》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0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常州市金坛区第四中学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袁祺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《幻想曲》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0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溧阳市光华高级中学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汪斯茹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《长相思》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0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常州市第二中学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方梓萱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《秋夜思》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0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常州市三河口高级中学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蒋秀颜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《林冲夜奔》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0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常州市宋剑湖高级中学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徐佳迎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Funk san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0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常州市戚墅堰高级中学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成书语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《战台风》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0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常州市第二中学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仝卓为</w:t>
            </w:r>
          </w:p>
        </w:tc>
      </w:tr>
    </w:tbl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独奏初中组一等奖（</w:t>
      </w:r>
      <w:r>
        <w:rPr>
          <w:rFonts w:ascii="黑体" w:hAnsi="黑体" w:eastAsia="黑体" w:cs="黑体"/>
          <w:sz w:val="28"/>
          <w:szCs w:val="28"/>
        </w:rPr>
        <w:t>47</w:t>
      </w:r>
      <w:r>
        <w:rPr>
          <w:rFonts w:hint="eastAsia" w:ascii="黑体" w:hAnsi="黑体" w:eastAsia="黑体" w:cs="黑体"/>
          <w:sz w:val="28"/>
          <w:szCs w:val="28"/>
        </w:rPr>
        <w:t>个）</w:t>
      </w:r>
    </w:p>
    <w:tbl>
      <w:tblPr>
        <w:tblStyle w:val="4"/>
        <w:tblW w:w="86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74"/>
        <w:gridCol w:w="4034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演出单位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表演者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《古道行》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常州市武进区湖塘实验中学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殷苏宜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《龙船》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常州市第二十四中学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业晴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《走进快活岭》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常州市武进区人民路初级中学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王旻淇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《第一二胡狂想曲》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常州市第二十四中学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谢劭旸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《春》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常州市清潭中学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陶瑀煊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《一枝花》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溧阳市燕湖初级中学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蒋礼泽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《云南回忆》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常州市钟楼外国语学校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吉星灿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《山村变了样》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常州市武进区湖塘实验中学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程义轩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《帕米尔的春天》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常州外国语学校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卞宝森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《西班牙交响乐第一乐章》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常州市教科院附属初级中学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江云昭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《海顿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C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大调协奏曲》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常州外国语学校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丁正轩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《阳光照耀在天山》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常州外国语学校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沈奕汐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《降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E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大调协奏曲》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常州市钟楼区昕弘实验学校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阮奕霖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《圣桑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小调协奏曲第一乐章》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常州市清潭中学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余沫萱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《阳光灿烂照天山》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常州市正衡中学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金雪茵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《小查尔达什舞曲》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常州外国语学校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张紫曦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Gran Jota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常州市新北区龙虎塘中学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张余亮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《我爱祖国的台湾》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常州市北郊初级中学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缪润祁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《莫扎特第一圆号协奏曲》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常州市清潭中学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许妍敏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g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小调协奏曲第一乐章》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常州市第二十四中学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邵玥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《狂想曲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Op.79 No.1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常州市教科院附属初级中学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章璐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《波罗乃兹舞曲》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溧阳市实验初级中学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蒋维熙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《波罗乃兹舞曲》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常州经开区初级中学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杨宜博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《狩猎》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溧阳市实验初级中学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吴悠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《黑键练习曲》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溧阳市实验初级中学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于越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《旱天雷》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常州市新北区龙城初级中学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邹煜祺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《樱花》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溧阳市第六中学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虞紫砚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《侏儒之舞》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常州市钟楼区昕弘实验学校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王思仪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《狩猎》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溧阳市第六中学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杨涵茜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《谐谑曲》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常州市北郊初级中学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陆佳缘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《小丑》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溧阳市实验初级中学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方游雅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《大海》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常州市武进区星辰实验学校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朱子阳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《狩猎》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常州市新北区龙城初级中学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郭艺凌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G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大调奏鸣曲》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溧阳市光华初级中学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蒋昕珂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《贝多芬热情奏鸣曲》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常州市武进区湖塘桥初级中学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郑翊菡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《即兴幻想曲（肖邦）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常州市金坛区华罗庚实验学校（初中部）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张惟茹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《梅娘曲》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常州市市北实验初级中学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朱依云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《西部主题畅想曲》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常州市中天实验学校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孟忆岚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《秦土情》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常州市新北区龙城初级中学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刘畅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《西部主题畅想曲》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常州市钟楼外国语学校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经敏儿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《行者》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常州市第二十四中学天宁分校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贾婷驿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《溟山》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常州市清潭中学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何欣琂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《幻想曲》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常州市朝阳中学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辅唯彤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《渔舟凯歌》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常州市第二十四中学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高浩博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《定风波》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常州市清潭中学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钱悠宸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《溟山》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常州市虹景中学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凌艺菲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7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《秦土情》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常州市北郊初级中学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常琦萱</w:t>
            </w:r>
          </w:p>
        </w:tc>
      </w:tr>
    </w:tbl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独奏初中组二等奖（</w:t>
      </w:r>
      <w:r>
        <w:rPr>
          <w:rFonts w:ascii="黑体" w:hAnsi="黑体" w:eastAsia="黑体" w:cs="黑体"/>
          <w:sz w:val="28"/>
          <w:szCs w:val="28"/>
        </w:rPr>
        <w:t>43</w:t>
      </w:r>
      <w:r>
        <w:rPr>
          <w:rFonts w:hint="eastAsia" w:ascii="黑体" w:hAnsi="黑体" w:eastAsia="黑体" w:cs="黑体"/>
          <w:sz w:val="28"/>
          <w:szCs w:val="28"/>
        </w:rPr>
        <w:t>个）</w:t>
      </w:r>
    </w:p>
    <w:tbl>
      <w:tblPr>
        <w:tblStyle w:val="4"/>
        <w:tblW w:w="828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63"/>
        <w:gridCol w:w="3310"/>
        <w:gridCol w:w="13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3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演出单位</w:t>
            </w:r>
          </w:p>
        </w:tc>
        <w:tc>
          <w:tcPr>
            <w:tcW w:w="130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表演者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《凤凰于飞》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常州市正衡中学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0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黄子瑄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《鹧鸪飞》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常州市第二十四中学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0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王宏屹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《大青山下》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常州市武进区湖塘实验中学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0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蔡文清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《兰花花叙事曲》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常州市第二十四中学天宁分校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0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蔡璧岭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《林冲夜奔》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常州市正衡中学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0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吴昕烨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《秦川抒怀》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常州市钟楼区昕弘实验学校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0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向子歌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《山之舞》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常州市北郊初级中学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0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《十面埋伏》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常州市武进区湖塘桥初级中学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0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吴瀚宁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《林冲夜奔》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常州市第二十四中学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0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张宁希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《天山风情》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常州市正衡中学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0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乐源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《捣衣》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节选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常州市实验初级中学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0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宦立来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《华丽圆舞曲》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常州外国语学校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0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孙子轩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《天空中的探戈》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常州市实验初级中学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0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张责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《查尔达什舞曲》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常州外国语学校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0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孙锦程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d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小调协奏曲》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第一乐章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常州市北郊初级中学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0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任一帆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《沙米娜得小协奏曲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Op.107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常州外国语学校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0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卞轲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《阳光灿烂照天山》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常州市武进区前黄实验学校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0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杨羽馨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大调协奏曲》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常州市实验初级中学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0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陆遥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《门德尔松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e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小调协奏曲第一乐章》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常州市清潭中学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0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陈昱润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大调协奏曲》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常州外国语学校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0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邹逸轩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《第五协奏曲》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常州市清潭中学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0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沈米诺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《查尔达什舞曲》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常州市第二十四中学天宁分校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0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顾舒淘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《西班牙主题与变奏》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常州市兰陵中学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0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蔡溢轩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c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小调协奏曲》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常州市中天实验学校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0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张琳尧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《西班牙舞曲》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溧阳市燕山中学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0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王子谦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g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小调无伴奏》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常州市清潭中学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0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黄嘉烨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《激流练习曲》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常州市新北区奔牛初级中学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0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姜金晶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《浏阳河》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溧阳市周城初级中学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0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杨煜达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《革命》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常州市武进区星辰实验学校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0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陈天鑫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《辉煌大圆舞曲》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常州市钟楼外国语学校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0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夏梓桓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c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小调革命练习曲》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常州市朝阳中学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0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胡轩灏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《黎明奏鸣曲》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常州外国语学校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0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高瑞嘉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《云雀》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常州市武进区湖塘实验中学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0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吴泽苏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《大漠行》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常州市新北区实验中学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0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张钰琳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《幻想曲》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常州市翠竹中学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0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王思豫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《秋夜思》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常州市武进区湖塘实验中学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0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王子萱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《鲁邦三世》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常州市新北区实验中学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0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高梓澔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《幻想曲》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常州市中天实验学校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0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黄黇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《夜深沉》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常州市武进区人民路初级中学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0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杨家远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《溟山》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常州市武进区淹城初级中学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0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石佳翌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《西部主题畅想曲》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常州市实验初级中学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0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蒋欣芝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《黔中赋》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常州市武进区前黄实验学校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0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蔡欣妤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6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《鱼跃龙门》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常州市北郊初级中学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0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吴雨霏</w:t>
            </w:r>
          </w:p>
        </w:tc>
      </w:tr>
    </w:tbl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独奏初中组三等奖（</w:t>
      </w:r>
      <w:r>
        <w:rPr>
          <w:rFonts w:ascii="黑体" w:hAnsi="黑体" w:eastAsia="黑体" w:cs="黑体"/>
          <w:sz w:val="28"/>
          <w:szCs w:val="28"/>
        </w:rPr>
        <w:t>45</w:t>
      </w:r>
      <w:r>
        <w:rPr>
          <w:rFonts w:hint="eastAsia" w:ascii="黑体" w:hAnsi="黑体" w:eastAsia="黑体" w:cs="黑体"/>
          <w:sz w:val="28"/>
          <w:szCs w:val="28"/>
        </w:rPr>
        <w:t>个）</w:t>
      </w:r>
    </w:p>
    <w:tbl>
      <w:tblPr>
        <w:tblStyle w:val="4"/>
        <w:tblW w:w="83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7"/>
        <w:gridCol w:w="3975"/>
        <w:gridCol w:w="1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0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演出单位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表演者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0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《春雨》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常州市北郊初级中学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李思婕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0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《送我一支玫瑰花》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lang w:val="en-US" w:eastAsia="zh-CN"/>
              </w:rPr>
              <w:t>常州市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正衡中学天宁分校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陆新心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0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《云南回忆》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常州市正衡中学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于沁辰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0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《三门峡畅想曲》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常州市正衡中学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万一周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0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《春雨》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常州外国语学校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倪可心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0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《秦川抒怀》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常州市花园中学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丁子航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0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《姑苏行》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常州市戚墅堰实验中学（初中部）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陆孝文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0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《山行》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常州市兰陵中学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林邱逸宁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0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《大漠》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常州市北郊初级中学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张一棠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0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《春到湘江》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常州市实验初级中学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王子豪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0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《金蛇狂舞》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常州市实验初级中学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杨亦奇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0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《早晨》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常州市武进区横林初级中学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袁皓秋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0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《江南三月》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lang w:val="en-US" w:eastAsia="zh-CN"/>
              </w:rPr>
              <w:t>常州市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正衡中学天宁分校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刘羽熙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0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《扬鞭催马运粮忙》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常州市武进区洛阳初级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蒋妍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0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Arprggione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第一乐章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常州市钟楼外国语学校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施珈乐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0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《那波里舞曲》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常州市教科院附属初级中学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鲍昕宇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0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g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小调协奏曲》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常州外国语学校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陈梓涵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0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g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小调奏鸣曲》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常州市武进区淹城初级中学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钟雨欣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0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小调协奏曲》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常州外国语学校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方润祺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0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《浪漫曲》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常州市实验初级中学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袁诚锝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0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《山丹丹花开红艳艳》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常州市北郊初级中学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孙若涵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0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《渔舟唱晚》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常州市武进区横林初级中学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徐铭佳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0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F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大调协奏曲》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常州市金坛区华罗庚实验学校（初中部）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虞钧涵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0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《查尔达什》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常州市朝阳中学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盛羽凡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0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小调大提琴协奏曲》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溧阳市燕湖初级中学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贺羽宣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0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《沉思》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常州市武进区湖塘桥初级中学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朱怡静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0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《浏阳河》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溧阳市实验初级中学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王子育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0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《彩云追月》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常州市北环中学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尹晶晶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0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《克罗地亚狂想曲》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常州市第二十四中学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陶子骞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0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《临安遗恨》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常州市清潭中学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吴文钰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0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《夜深沉》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常州市中天实验学校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孙钰瑜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0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《定风波》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常州市武进区湖塘实验中学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潘梓菡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0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《秦土情》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溧阳市实验初级中学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滕闵婕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0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《临安遗恨》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溧阳市第六中学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谢冉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0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《将军令》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常州市邹区中学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单筱雅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0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Funk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常州市同济中学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陈书涵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0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《幻想曲》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常州市田家炳初级中学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邵苏岚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0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《井冈山上太阳红》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常州市花园中学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杜锦萱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0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《定风波》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常州市实验初级中学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戴天悦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0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Meet Darth Ear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常州市教科院附属初级中学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曹博程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0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《临安遗恨》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溧阳市光华初级中学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钱姿多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0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《茉莉芬芳》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常州市实验初级中学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谈嘉怡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0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《幸福渠水到俺村》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常州市有光实验学校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李俊瑶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0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《将军令》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常州市武进区横林初级中学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高瑗瑗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0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《彝族舞曲》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常州市明德实验中学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房文洁</w:t>
            </w:r>
          </w:p>
        </w:tc>
      </w:tr>
    </w:tbl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独奏小学组一等奖（</w:t>
      </w:r>
      <w:r>
        <w:rPr>
          <w:rFonts w:ascii="黑体" w:hAnsi="黑体" w:eastAsia="黑体" w:cs="黑体"/>
          <w:sz w:val="28"/>
          <w:szCs w:val="28"/>
        </w:rPr>
        <w:t>43</w:t>
      </w:r>
      <w:r>
        <w:rPr>
          <w:rFonts w:hint="eastAsia" w:ascii="黑体" w:hAnsi="黑体" w:eastAsia="黑体" w:cs="黑体"/>
          <w:sz w:val="28"/>
          <w:szCs w:val="28"/>
        </w:rPr>
        <w:t>个）</w:t>
      </w:r>
    </w:p>
    <w:tbl>
      <w:tblPr>
        <w:tblStyle w:val="4"/>
        <w:tblW w:w="89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33"/>
        <w:gridCol w:w="3429"/>
        <w:gridCol w:w="12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3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4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演出单位</w:t>
            </w:r>
          </w:p>
        </w:tc>
        <w:tc>
          <w:tcPr>
            <w:tcW w:w="125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表演者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3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《门德尔松随想回旋曲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Op.14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选段》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常州市解放路小学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王嘉澍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3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《冬风》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常州市局前街小学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肖墨函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3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《罗马尼亚民间舞曲》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常州市觅渡桥小学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陆昶宏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3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《肖邦练习曲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F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大调》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常州市金坛区华罗庚实验学校</w:t>
            </w:r>
          </w:p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（小学部）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邓贝拉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3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《云雀》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常州市龙锦小学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辛祺韵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3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《激流》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常州市局前街小学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施皓骞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3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《浏阳河》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常州市武进区横山桥中心小学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张闿麒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3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《旋风》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常州市局前街小学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陈苏锴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3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《夏布里埃谐谑圆舞曲》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常州市觅渡桥小学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殷浩哲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3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《升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c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小调即兴曲》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常州市武进区礼河实验学校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贾梓毓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3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《瓦阿日古丽变奏曲》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常州市平冈小学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顾子涵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3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《南海小哨兵》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常州市西林实验学校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杨昕乐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3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《肖邦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Op.10 No.8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常州市龙锦小学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潘梓天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3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《罗马尼亚舞曲》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常州市武进区人民路小学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倪翊橙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3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《莫什科夫斯基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Op.72 No.6F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大调练习曲》</w:t>
            </w:r>
          </w:p>
        </w:tc>
        <w:tc>
          <w:tcPr>
            <w:tcW w:w="34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常州市龙城小学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柳佳希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3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《黑键练习曲》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张赞宇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3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《普罗科菲耶夫第二钢琴奏鸣曲第四乐章》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常州市武进区星韵学校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王梓屹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3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《三首幻想舞曲》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常州市觅渡桥小学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汤绍妃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3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《肖邦练习曲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Op.25 No.2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常州市西横街小学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纪晓峥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3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Your Success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常州市第二实验小学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李勇峤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3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《加勒比海盗组曲》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吴旻彤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3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《雪山春晓》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常州市武进区湖塘桥第三实验小学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李艺宸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3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Rosario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马林巴协奏曲第四乐章》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常州市武进区湖塘桥第二实验小学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虞镒帆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3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《行者》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常州市西新桥小学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周昕艺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3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《小奏鸣曲》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常州市武进区湖塘桥实验小学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肖雨馨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3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《瓢泼大雨》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常州市钟楼外国语学校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肖皓予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3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《游吟诗人告别故乡》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常州市平冈小学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张特垚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3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《莫扎特第五小提琴协奏曲第一乐章》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常州市第二实验小学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许誉骞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3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《维尼亚夫斯基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d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小调第二协奏曲》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常州市第二实验小学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丁馨言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3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《花儿为什么这样红》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常州市荆川小学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丁逸凡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3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《莫扎特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G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大调第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3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协奏曲第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1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乐章》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常州市局前街小学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陈庭帆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3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《布鲁赫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g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小调第一小提琴协奏曲》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常州市第二实验小学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马翊宸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3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《一枝花》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溧阳市文化小学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周子乔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3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《战马奔腾》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常州市新北区三井实验小学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祝欣渝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3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《天山诗画》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常州市博爱小学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王芊予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3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《十面埋伏》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常州市新北区龙虎塘实验小学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李紫涵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3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《三门峡畅想曲》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常州市龙锦小学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张景乔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3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《江南三月》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常州市怀德苑小学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董梁丽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3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《龙船》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常州市新北区香槟湖小学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冯舒瑶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3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《战马奔腾》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曹铵霖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3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《扬鞭催马运粮忙》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常州市怀德苑小学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高梓婷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3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《海南春晓》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常州市新北区西夏墅中心小学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戴俊毅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423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《南海渔歌》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常州市花园小学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袁桢寓</w:t>
            </w:r>
          </w:p>
        </w:tc>
      </w:tr>
    </w:tbl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独奏小学组二等奖（</w:t>
      </w:r>
      <w:r>
        <w:rPr>
          <w:rFonts w:ascii="黑体" w:hAnsi="黑体" w:eastAsia="黑体" w:cs="黑体"/>
          <w:sz w:val="28"/>
          <w:szCs w:val="28"/>
        </w:rPr>
        <w:t>49</w:t>
      </w:r>
      <w:r>
        <w:rPr>
          <w:rFonts w:hint="eastAsia" w:ascii="黑体" w:hAnsi="黑体" w:eastAsia="黑体" w:cs="黑体"/>
          <w:sz w:val="28"/>
          <w:szCs w:val="28"/>
        </w:rPr>
        <w:t>个）</w:t>
      </w:r>
    </w:p>
    <w:tbl>
      <w:tblPr>
        <w:tblStyle w:val="4"/>
        <w:tblW w:w="89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38"/>
        <w:gridCol w:w="3922"/>
        <w:gridCol w:w="12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演出单位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表演者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《巴赫二部创意曲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No.8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常州市花园小学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吴昕骐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《侏儒进行曲》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戴业伦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《幻想曲》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常州市五星实验小学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戴康昕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《谢尔盖·普罗科菲耶夫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Op.12 No.7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》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黄子杰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《月光奏鸣曲第三乐章》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常州市解放路小学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刘心言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《小奏鸣曲》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常州市新北区飞龙实验小学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郭宝儿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《幻想即兴曲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Op.66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溧阳市昆仑小学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周宸阅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《谐谑曲》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常州市新北区百草园小学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蒋雨潼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《舒伯特即兴曲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Op.90 No.2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常州市新北区香槟湖小学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曹书简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《随想曲》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常州市龙锦小学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刘安昕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《钢琴练习曲》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常州市金坛区华罗庚实验学校（小学部）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赵昕宸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《肖邦黑键练习曲》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常州市新北区百草园小学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张黎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《民间玩具》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常州市新北区新桥实验小学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鲍佩萱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《黑键练习曲》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常州市华润小学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蒋烨霖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《奏鸣曲》莫扎特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K570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第一乐章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溧阳市竹箦中心小学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谭舒窈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《解放区的天》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常州市武进区星辰实验学校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叶可欣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《黑键练习曲》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常州市河海实验学校（小学部）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戴千岚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《黑键练习曲》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常州市武进区刘海粟小学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赵科珺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《溟山》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溧阳市第二实验小学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杨慧钰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《雪山春晓》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常州市武进区横山桥中心小学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蒋泓杰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《幻想曲》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常州市朝阳新村第二小学校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王珏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《幻想曲》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溧阳市戴埠中心小学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陈盛依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《幻想曲》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常州市朝阳新村第二小学校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周甜恬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《将军令》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常州市东青实验学校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朱金仪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《恋春风》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常州市第二实验小学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贺子睿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《幻想曲》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常州市朝阳新村第二小学校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周心怡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《雪山春晓》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常州市金坛区华罗庚实验学校（小学部）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王心语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《将军令》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常州市金坛区河滨小学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王佳睿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《第四协奏曲第三乐章》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溧阳市燕湖小学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徐泠然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《布鲁赫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g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小调协奏曲》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常州市觅渡桥小学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陶一涵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《查尔达什》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常州市金坛区段玉裁实验小学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蒋皓辰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Like a star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常州市第二实验小学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朱宸恺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《暴风雨》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常州市龙城小学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周昱儒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All falls down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常州市新北区奔牛实验小学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谈梓瑶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《幽默曲》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溧阳市溧城中心小学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王子衿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《走进快活林》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常州市新北区西夏墅中心小学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吕锦荟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《篝火狂欢夜》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常州市博爱小学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崔逸涵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《牧民新歌》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常州市新北区西夏墅中心小学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薛佳恩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《战马奔腾》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常州市新北区三井实验小学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阮嘉炫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《帕米尔的春天》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陈俊羽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《野蜂飞舞》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常州市广化小学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徐悦铭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《草原小姐妹》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常州市香梅小学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王诗菡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《文成西行》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常州市武进区牛塘中心小学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周笑研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《红领巾列车奔向北京》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常州市龙锦小学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何沛鸿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《小八路勇闯封锁线》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常州市新北区春江中心小学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施周梦洁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《牧民新歌》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常州市解放路小学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陈一嘉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《十面埋伏》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溧阳市燕湖小学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吴以初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《十面埋伏》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常州市武进区运村实验学校（小学部）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华奕雯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73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《迎春》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常州市清潭实验小学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凌钰添</w:t>
            </w:r>
          </w:p>
        </w:tc>
      </w:tr>
    </w:tbl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独奏小学组三等奖（</w:t>
      </w:r>
      <w:r>
        <w:rPr>
          <w:rFonts w:ascii="黑体" w:hAnsi="黑体" w:eastAsia="黑体" w:cs="黑体"/>
          <w:sz w:val="28"/>
          <w:szCs w:val="28"/>
        </w:rPr>
        <w:t>31</w:t>
      </w:r>
      <w:r>
        <w:rPr>
          <w:rFonts w:hint="eastAsia" w:ascii="黑体" w:hAnsi="黑体" w:eastAsia="黑体" w:cs="黑体"/>
          <w:sz w:val="28"/>
          <w:szCs w:val="28"/>
        </w:rPr>
        <w:t>个）</w:t>
      </w:r>
    </w:p>
    <w:tbl>
      <w:tblPr>
        <w:tblStyle w:val="4"/>
        <w:tblW w:w="8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65"/>
        <w:gridCol w:w="3975"/>
        <w:gridCol w:w="12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演出单位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表演者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《黑键练习曲》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常州市新北区飞龙实验小学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管若骞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g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小调练习曲》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常州市解放路小学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石乐山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《肖邦升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c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小调圆舞曲》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溧阳市永平小学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胡博涵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《谷粒飞舞》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常州市金坛区华罗庚实验学校尧塘分校（小学部）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朱梓鑫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《浏阳河》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溧阳市燕湖小学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朱致璇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《彩云追月》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溧阳市西平小学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崔梓瑜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《木偶的步态舞》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常州市新北区新桥第二实验小学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朱锦尧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《威尼斯狂欢节》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常州市河海实验学校（小学部）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张馨月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《爆米花》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常州市新北区三井实验小学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高席妍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《贝多芬奏鸣曲》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常州市新北区薛家实验小学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高琳杰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《彩云追月》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常州市新北区龙虎塘实验小学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沈扬舒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《帕格尼尼主题变奏曲》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溧阳市溧城中心小学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程恒好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《牧童短笛》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常州经开区实验小学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夏雨琪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《升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c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小调幻想即兴曲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Op.66B87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》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常州市新北区香槟湖小学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陈雨琪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《降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A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大调即兴曲》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溧阳市外国语小学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葛东豪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《牧童短笛》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常州市新北区百草园小学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马怡涵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《春到湘江》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常州市新北区百草园小学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莫语欣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《浏阳河》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常州市新北区薛家实验小学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张忆恬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《战台风》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常州市中天实验学校（小学部）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何梓瑄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《战台风》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常州经开区小学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赵育萱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《战台风》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常州市新北区飞龙实验小学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王亿嘉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《临安遗恨》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常州市武进区成章小学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徐沐菡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《少年》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常州市西仓桥小学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昌清心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《临安遗恨》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常州市武进区礼嘉中心小学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曹瑜涵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《井冈山上太阳红》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常州市新北区奔牛实验小学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陈雯熙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《新疆之春》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常州市武进区横林实验小学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钱忆柠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《川江韵》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常州市钟楼区昕弘实验学校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秦天语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《走进快活岭》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常州市新北区孟河实验小学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林云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《春到湘江》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常州经开区小学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王瑾瑜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《三门峡畅想曲》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节选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常州市武进区星河实验小学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戚熙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5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《奔驰在千里草原》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7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常州市武进区清英外国语学校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冯诗宇</w:t>
            </w:r>
          </w:p>
        </w:tc>
      </w:tr>
    </w:tbl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独舞高中组一等奖（</w:t>
      </w:r>
      <w:r>
        <w:rPr>
          <w:rFonts w:ascii="黑体" w:hAnsi="黑体" w:eastAsia="黑体" w:cs="黑体"/>
          <w:sz w:val="28"/>
          <w:szCs w:val="28"/>
        </w:rPr>
        <w:t>9</w:t>
      </w:r>
      <w:r>
        <w:rPr>
          <w:rFonts w:hint="eastAsia" w:ascii="黑体" w:hAnsi="黑体" w:eastAsia="黑体" w:cs="黑体"/>
          <w:sz w:val="28"/>
          <w:szCs w:val="28"/>
        </w:rPr>
        <w:t>个）</w:t>
      </w:r>
    </w:p>
    <w:tbl>
      <w:tblPr>
        <w:tblStyle w:val="4"/>
        <w:tblW w:w="73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1"/>
        <w:gridCol w:w="3402"/>
        <w:gridCol w:w="13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演出单位</w:t>
            </w:r>
          </w:p>
        </w:tc>
        <w:tc>
          <w:tcPr>
            <w:tcW w:w="131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表演者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《俺的鼓》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常州市武进区洛阳高级中学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1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施政宇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《罗敷行》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常州市田家炳高级中学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1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吴怡嘉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《逍遥游》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常州市武进区礼嘉高级中学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1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曹善贝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Wonderful U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江苏省溧阳中学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1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冯金叶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《黑眉毛的姑娘》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溧阳市光华高级中学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1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王心懿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《生如夏花》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江苏省前黄高级中学国际分校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1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凌田依依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《灵》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江苏省前黄高级中学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1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程墨嫣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《画茶闲情抒》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常州市戚墅堰高级中学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1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朱茜媛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2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《素影南山》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常州市田家炳高级中学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1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赵可晴</w:t>
            </w:r>
          </w:p>
        </w:tc>
      </w:tr>
    </w:tbl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独舞高中组二等奖（</w:t>
      </w:r>
      <w:r>
        <w:rPr>
          <w:rFonts w:ascii="黑体" w:hAnsi="黑体" w:eastAsia="黑体" w:cs="黑体"/>
          <w:sz w:val="28"/>
          <w:szCs w:val="28"/>
        </w:rPr>
        <w:t>15</w:t>
      </w:r>
      <w:r>
        <w:rPr>
          <w:rFonts w:hint="eastAsia" w:ascii="黑体" w:hAnsi="黑体" w:eastAsia="黑体" w:cs="黑体"/>
          <w:sz w:val="28"/>
          <w:szCs w:val="28"/>
        </w:rPr>
        <w:t>个）</w:t>
      </w:r>
    </w:p>
    <w:tbl>
      <w:tblPr>
        <w:tblStyle w:val="4"/>
        <w:tblW w:w="75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4"/>
        <w:gridCol w:w="3400"/>
        <w:gridCol w:w="13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1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40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演出单位</w:t>
            </w:r>
          </w:p>
        </w:tc>
        <w:tc>
          <w:tcPr>
            <w:tcW w:w="131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表演者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1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《点绛唇》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常州市第一中学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1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贺子婕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1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《月之韵》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江苏省奔牛高级中学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1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钱语萱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1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《似是故人归》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江苏省华罗庚中学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1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张鑫怡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1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《云想衣裳》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常州市武进区洛阳高级中学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1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王一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1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《湘云飞》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溧阳市光华高级中学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1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车雨芯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1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《云中君》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常州市教科院附属高级中学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1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李念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1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《罗敷行》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江苏省前黄高级中学国际分校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1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盛薇懿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1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《萨吾尔登礼赞》</w:t>
            </w:r>
          </w:p>
        </w:tc>
        <w:tc>
          <w:tcPr>
            <w:tcW w:w="340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江苏省前黄高级中学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1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皮芸熙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1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《秋思》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江苏省奔牛高级中学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1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陈杨秋文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1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《梁祝》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江苏省奔牛高级中学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1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刘秦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1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《云裳诉》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江苏省前黄高级中学国际分校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1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余睿熙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1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《临水》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常州市武进区洛阳高级中学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1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邓美煕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1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《一条大河》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常州市武进区洛阳高级中学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1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叶家滢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1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《芳春行》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常州市戚墅堰高级中学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1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高毅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81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《红马》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常州市三河口高级中学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1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陈雨彤</w:t>
            </w:r>
          </w:p>
        </w:tc>
      </w:tr>
    </w:tbl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独舞高中组三等奖（</w:t>
      </w:r>
      <w:r>
        <w:rPr>
          <w:rFonts w:ascii="黑体" w:hAnsi="黑体" w:eastAsia="黑体" w:cs="黑体"/>
          <w:sz w:val="28"/>
          <w:szCs w:val="28"/>
        </w:rPr>
        <w:t>8</w:t>
      </w:r>
      <w:r>
        <w:rPr>
          <w:rFonts w:hint="eastAsia" w:ascii="黑体" w:hAnsi="黑体" w:eastAsia="黑体" w:cs="黑体"/>
          <w:sz w:val="28"/>
          <w:szCs w:val="28"/>
        </w:rPr>
        <w:t>个）</w:t>
      </w:r>
    </w:p>
    <w:tbl>
      <w:tblPr>
        <w:tblStyle w:val="4"/>
        <w:tblW w:w="76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57"/>
        <w:gridCol w:w="3400"/>
        <w:gridCol w:w="11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5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40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演出单位</w:t>
            </w:r>
          </w:p>
        </w:tc>
        <w:tc>
          <w:tcPr>
            <w:tcW w:w="113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表演者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5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《艺道》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常州市三河口高级中学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周雨涵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5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《大鱼》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常州市宋剑湖高级中学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陈贝蕾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5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《折枝花满衣》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常州市武进区横山桥高级中学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傅丽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5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《天若有情》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常州市武进区横山桥高级中学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何春雨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5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breaking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溧阳市南渡高级中学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秦箐忆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5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《翠狐》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江苏省横林高级中学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章文玺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5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The one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江苏省溧阳中等专业学校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张雅雯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5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NXDE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溧阳市光华高级中学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金芸竹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5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《兰若度母》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江苏省华罗庚中学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文若茜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5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modern jazz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溧阳市戴埠高级中学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13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陈芊贝</w:t>
            </w:r>
          </w:p>
        </w:tc>
      </w:tr>
    </w:tbl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独舞初中组一等奖（</w:t>
      </w:r>
      <w:r>
        <w:rPr>
          <w:rFonts w:ascii="黑体" w:hAnsi="黑体" w:eastAsia="黑体" w:cs="黑体"/>
          <w:sz w:val="28"/>
          <w:szCs w:val="28"/>
        </w:rPr>
        <w:t>26</w:t>
      </w:r>
      <w:r>
        <w:rPr>
          <w:rFonts w:hint="eastAsia" w:ascii="黑体" w:hAnsi="黑体" w:eastAsia="黑体" w:cs="黑体"/>
          <w:sz w:val="28"/>
          <w:szCs w:val="28"/>
        </w:rPr>
        <w:t>个）</w:t>
      </w:r>
    </w:p>
    <w:tbl>
      <w:tblPr>
        <w:tblStyle w:val="4"/>
        <w:tblW w:w="78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46"/>
        <w:gridCol w:w="3402"/>
        <w:gridCol w:w="12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4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演出单位</w:t>
            </w:r>
          </w:p>
        </w:tc>
        <w:tc>
          <w:tcPr>
            <w:tcW w:w="125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表演者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4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《泥土可以芬芳》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常州市泰村实验学校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徐舒涵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4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《睡美人》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变奏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常州市北郊初级中学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何炎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4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《盼归》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常州市北郊初级中学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韩雨霏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4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《梁祝》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常州市武进区星辰实验学校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殷睿轩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4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《桃花笺》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常州市新北区奔牛初级中学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陈辰月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4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《蝶儿》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常州市武进区星辰实验学校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朱徵乐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4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《爱莲说》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常州市泰村实验学校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张瑶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4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《鲜花》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常州市钟楼外国语学校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许胡妍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4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《唐印》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常州市实验初级中学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吴思谕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4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《傣族伞舞》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常州市实验初级中学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万臻妍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4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《行云令》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常州市新北区实验中学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徐欣仪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4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《红艳凝香》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常州市北环中学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戴可馨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4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《江天晓》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常州市新北区实验中学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叶晓婉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4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《伞舞》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常州市正衡中学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杨雨萌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4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《送你一朵小红花》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溧阳市南渡初级中学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杨静怡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4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《春之萌》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常州市第二十四中学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孙颢玲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4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《醉清波》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常州市实验初级中学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何奕璇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4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《爱莲说》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常州市第二十四中学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曹卓琰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4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《一砚梨花雨》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常州市实验初级中学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徐霄怿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4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《春花秋月》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常州市新北区飞龙中学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廖婧依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4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《又见盅碗舞》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常州市清潭中学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吴文茜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4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《喜上眉梢》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常州市新北区实验中学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徐雨嫣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4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《韶华》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溧阳市南渡初级中学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计羽佳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4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《在那东山顶上》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常州市新北区龙城初级中学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张欣阳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4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《锦瑟》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常州市正衡中学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汪羿昕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14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《茉莉情怀》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常州市武进区湖塘实验中学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李欣妍</w:t>
            </w:r>
          </w:p>
        </w:tc>
      </w:tr>
    </w:tbl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独舞初中组二等奖（</w:t>
      </w:r>
      <w:r>
        <w:rPr>
          <w:rFonts w:ascii="黑体" w:hAnsi="黑体" w:eastAsia="黑体" w:cs="黑体"/>
          <w:sz w:val="28"/>
          <w:szCs w:val="28"/>
        </w:rPr>
        <w:t>36</w:t>
      </w:r>
      <w:r>
        <w:rPr>
          <w:rFonts w:hint="eastAsia" w:ascii="黑体" w:hAnsi="黑体" w:eastAsia="黑体" w:cs="黑体"/>
          <w:sz w:val="28"/>
          <w:szCs w:val="28"/>
        </w:rPr>
        <w:t>个）</w:t>
      </w:r>
    </w:p>
    <w:tbl>
      <w:tblPr>
        <w:tblStyle w:val="4"/>
        <w:tblW w:w="79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9"/>
        <w:gridCol w:w="3544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演出单位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表演者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《生如夏花》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常州市清潭中学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丁一宸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《九儿》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常州市清潭中学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姜子涵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《醉清波》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常州市勤业中学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徐子禾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《一娄秋》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常州市教科院附属初级中学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卓馨悦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《海的那一边》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常州市钟楼外国语学校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李戴琦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《撷云绣锦》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常州外国语学校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刘心言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《彩云之南》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溧阳市光华初级中学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张思睿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《椿》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常州市北郊初级中学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吴漪桢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《流光》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常州市实验初级中学天宁分校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陈伊沁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《醉清波》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溧阳市实验初级中学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赵晗睿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《茉莉情怀》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常州市正衡中学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刘昱彤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《流光》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常州市田家炳初级中学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王费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《水墨语》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常州市田家炳初级中学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毕可欣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《幻世长安》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常州市新北区薛家中学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姜涵尹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《醉清波》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常州市新北区飞龙中学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沈星潼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Popping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常州市实验初级中学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冷玲玲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《灵》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常州市北郊初级中学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邓语涵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《灵》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常州市朝阳中学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胡珈琪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《醉清波》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常州市勤业中学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史宇馨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《赤伶》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常州市武进区人民路初级中学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周璟雯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《路过人间》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常州市新北区龙城初级中学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储佳瑶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《蕴色》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溧阳市实验初级中学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董心雅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《傣族伞舞》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常州市教科院附属初级中学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毛嘉辰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《点绛唇》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常州市卜弋中学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柳雨洁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《这世界那么多人》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溧阳市实验初级中学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汤佳妮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《洛神》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常州市勤业中学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王馨妍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《媚》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常州市翠竹中学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陈柏怡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《雨林》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常州市市北实验初级中学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高子媛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《咏荷》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常州市第二十四中学天宁分校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邵祺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《胡璇入画途》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常州市新北区龙城初级中学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徐思晟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《流光》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常州市武进区湖塘实验中学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王欣怡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《忆故人》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常州市清潭中学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吴阳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《九儿》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溧阳市实验初级中学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钱思含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《流光》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常州市武进区前黄实验学校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全书瑶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《锦瑟》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常州市第二十四中学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吴书韵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《生命的河》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常州市新北区新桥初级中学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乔思蕊</w:t>
            </w:r>
          </w:p>
        </w:tc>
      </w:tr>
    </w:tbl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独舞初中组三等奖（</w:t>
      </w:r>
      <w:r>
        <w:rPr>
          <w:rFonts w:ascii="黑体" w:hAnsi="黑体" w:eastAsia="黑体" w:cs="黑体"/>
          <w:sz w:val="28"/>
          <w:szCs w:val="28"/>
        </w:rPr>
        <w:t>25</w:t>
      </w:r>
      <w:r>
        <w:rPr>
          <w:rFonts w:hint="eastAsia" w:ascii="黑体" w:hAnsi="黑体" w:eastAsia="黑体" w:cs="黑体"/>
          <w:sz w:val="28"/>
          <w:szCs w:val="28"/>
        </w:rPr>
        <w:t>个）</w:t>
      </w:r>
    </w:p>
    <w:tbl>
      <w:tblPr>
        <w:tblStyle w:val="4"/>
        <w:tblW w:w="80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9"/>
        <w:gridCol w:w="3402"/>
        <w:gridCol w:w="1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演出单位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表演者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《旧梦惊城》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溧阳市光华初级中学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吕心岚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《霓裳》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常州市清潭中学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余晓然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《媚》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江理工附属牛塘实验学校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巨欣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艾尔肯《巴郎仔》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常州市虹景中学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唐忆涵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《且看行云》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常州市教科院附属初级中学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周祉含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《千丝盏》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常州市金坛区段玉裁中学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王雨萱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《飒傣》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溧阳市社渚初级中学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吴欣羽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《伞舞》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常州市武进区湖塘桥初级中学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潘一凡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《九州同》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常州市第二十四中学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史婧涵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《流光》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常州市北郊初级中学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周秉然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《蒙古顶碗舞》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常州市武进区前黄实验学校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许锘妍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《羽化林蛇》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常州市花园中学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刘佳颐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《花儿》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溧阳市上兴初级中学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李忆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《我最红》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常州市滨江中学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何妙可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《古典舞》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常州市武进区嘉泽初级中学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许雅妍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《男儿歌》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溧阳市第六中学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廖梦萱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《湘云飞》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常州市武进区鸣凰中学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孙思语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《月光下的赛日娜》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常州市实验初级中学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汪子煜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《天若有情》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常州市武进区遥观初级中学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陈艺萱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《寒依疏影》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常州市中天实验学校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庄涵伊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Feel It Still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溧阳市燕湖初级中学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王俊喆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《松石涧意》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常州市兰陵中学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刘艺璠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《灵》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常州市武进区湖塘实验中学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李歆睿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《孔雀舞》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常州市明德实验中学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马奕婷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2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《青山赋》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0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常州市明德实验中学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唐芯雨</w:t>
            </w:r>
          </w:p>
        </w:tc>
      </w:tr>
    </w:tbl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独舞小学组一等奖（</w:t>
      </w:r>
      <w:r>
        <w:rPr>
          <w:rFonts w:ascii="黑体" w:hAnsi="黑体" w:eastAsia="黑体" w:cs="黑体"/>
          <w:sz w:val="28"/>
          <w:szCs w:val="28"/>
        </w:rPr>
        <w:t>29</w:t>
      </w:r>
      <w:r>
        <w:rPr>
          <w:rFonts w:hint="eastAsia" w:ascii="黑体" w:hAnsi="黑体" w:eastAsia="黑体" w:cs="黑体"/>
          <w:sz w:val="28"/>
          <w:szCs w:val="28"/>
        </w:rPr>
        <w:t>个）</w:t>
      </w:r>
    </w:p>
    <w:tbl>
      <w:tblPr>
        <w:tblStyle w:val="4"/>
        <w:tblW w:w="82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58"/>
        <w:gridCol w:w="3566"/>
        <w:gridCol w:w="14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56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演出单位</w:t>
            </w:r>
          </w:p>
        </w:tc>
        <w:tc>
          <w:tcPr>
            <w:tcW w:w="14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表演者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《豆蔻梢头》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6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常州市东坡小学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郭子新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《丝路琴音》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6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常州市武进区星辰实验学校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黄怡丹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《放灯行》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6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常州市新北区香槟湖小学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孙浩芮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《缠》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6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常州市武进区实验小学分校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孙可怡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《云想霓裳》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6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常州市第二实验小学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董霁瑶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《人间四月》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6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常州市新北区香槟湖小学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钱怡诺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《在阳光下成长》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6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常州市武进区采菱小学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刘雅萱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《牧民心歌》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6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常州市西林实验学校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赵淑雯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《唐印》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6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常州市武进区湖塘桥第二实验小学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许伊宸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《红蜻蜓》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6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常州市清凉小学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杨雨鑫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《锦瑟》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6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常州市新北区飞龙实验小学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蒋欣妍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《儿时》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6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常州市局前街小学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施乐熹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《一条大河》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6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常州市虹景小学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黄熙茹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《桃花笺》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6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常州市第二实验小学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张婧熙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《侠骨伞影》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6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溧阳市杨庄小学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雷良辰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《采菊东篱下》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6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常州市凤凰新城实验小学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刘沁畅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《筝筝纸鸢》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6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常州市钟楼外国语学校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章熙羽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《濯海令》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6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常州市第二实验小学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林雨童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《春晓》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6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常州市武进区湖塘桥实验小学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徐靖涵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《花儿》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6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常州市中天实验学校（小学部）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吴雨轩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《寻芳》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6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溧阳市燕湖小学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叶一诺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《笛中花》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6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溧阳市燕湖小学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陈梓萱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《老爸老爸》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6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常州市武进区刘海粟小学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雷梓萱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《中国姑娘》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6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蒋潇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《马背少女》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6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常州市武进区星韵学校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欧阳甜甜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《执镜俑》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6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常州市有光实验学校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浦芮绮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《飞天》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6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常州市新北区三井实验小学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孙珺怡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《江天晓》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6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常州市博爱小学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徐可馨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5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《外婆桥》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6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常州市武进区实验小学分校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李新钰</w:t>
            </w:r>
          </w:p>
        </w:tc>
      </w:tr>
    </w:tbl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独舞小学组二等奖（</w:t>
      </w:r>
      <w:r>
        <w:rPr>
          <w:rFonts w:ascii="黑体" w:hAnsi="黑体" w:eastAsia="黑体" w:cs="黑体"/>
          <w:sz w:val="28"/>
          <w:szCs w:val="28"/>
        </w:rPr>
        <w:t>32</w:t>
      </w:r>
      <w:r>
        <w:rPr>
          <w:rFonts w:hint="eastAsia" w:ascii="黑体" w:hAnsi="黑体" w:eastAsia="黑体" w:cs="黑体"/>
          <w:sz w:val="28"/>
          <w:szCs w:val="28"/>
        </w:rPr>
        <w:t>个）</w:t>
      </w:r>
    </w:p>
    <w:tbl>
      <w:tblPr>
        <w:tblStyle w:val="4"/>
        <w:tblW w:w="79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9"/>
        <w:gridCol w:w="3544"/>
        <w:gridCol w:w="1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演出单位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表演者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《象王行》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常州市局前街小学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李梓一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《茶馆》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常州市新北区河海实验小学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卢艺文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《铃铛舞》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常州市武进区湖塘桥第三实验小学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陈欣怡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《如梦令》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常州市金坛区西城实验小学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恽雨欣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《舞乐敦煌》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常州市凤凰新城实验小学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张钰涵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《儿时》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常州市金坛区东城实验小学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王贝妮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《濯海令》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常州市龙城小学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谢诺谣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《鲜花》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贺梓萱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《秋韵》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常州市武进区卢家巷实验学校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张韵茹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《花儿》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常州市新北区新桥实验小学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李梦颖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《羽化灵蛇》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常州市新北区香槟湖小学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马梓舒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《老爸》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常州市新北区龙虎塘实验小学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赵俊迪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《湘云飞》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陶烨雯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《阿伽鼓》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常州市白云小学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陈辰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《城南旧事》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溧阳市戴埠中心小学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吴葭玥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《鹤》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常州市金坛区华城实验小学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戴湘绮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《吉普赛风情》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常州市新北区三井实验小学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闻笑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《舞姬》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常州市河海实验学校（小学部）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朱芷萱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《舞状元》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常州市新北区新桥第二实验小学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魏子浩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《万疆》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常州市武进区横山桥中心小学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刘雨潼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《儿时》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常州市金坛区东城实验小学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汪立语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《黑走马》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常州市新北区薛家实验小学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张钰萱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《扇舞风禾》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常州市怀德苑小学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李聿书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《锦瑟》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溧阳市溧城中心小学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邵美洋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《一篓秋》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常州市怀德苑小学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黄可昕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《俏》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溧阳市外国语小学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董念漪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《流光》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常州市平冈小学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严宇铠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《一杯美酒》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常州市新北区奔牛实验小学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丁蕊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《一缎丝语》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常州市新北区三井实验小学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陈昱含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《敦煌鼓乐》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常州博雅实验学校（小学部）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王馨翌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《五彩霓裳》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常州市冠英小学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褚俪宁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《湘云飞》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544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常州市龙城小学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27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张妍馨</w:t>
            </w:r>
          </w:p>
        </w:tc>
      </w:tr>
    </w:tbl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独舞小学组三等奖（</w:t>
      </w:r>
      <w:r>
        <w:rPr>
          <w:rFonts w:ascii="黑体" w:hAnsi="黑体" w:eastAsia="黑体" w:cs="黑体"/>
          <w:sz w:val="28"/>
          <w:szCs w:val="28"/>
        </w:rPr>
        <w:t>27</w:t>
      </w:r>
      <w:r>
        <w:rPr>
          <w:rFonts w:hint="eastAsia" w:ascii="黑体" w:hAnsi="黑体" w:eastAsia="黑体" w:cs="黑体"/>
          <w:sz w:val="28"/>
          <w:szCs w:val="28"/>
        </w:rPr>
        <w:t>个）</w:t>
      </w:r>
    </w:p>
    <w:tbl>
      <w:tblPr>
        <w:tblStyle w:val="4"/>
        <w:tblW w:w="80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3"/>
        <w:gridCol w:w="4018"/>
        <w:gridCol w:w="13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演出单位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表演者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《咏荷》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常州市钟楼区昕弘实验学校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刘雅心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《九儿》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溧阳市文化小学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潘思媛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《湘云飞》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常州市武进区遥观中心小学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赵烯辰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《红艳凌香》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常州市金坛区西城实验小学春风分校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王思颖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《自在幽兰》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常州市金坛区华罗庚实验学校（小学部）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包煊若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《生命的河》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溧阳市永平小学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蒋欣怡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《碇步桥》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溧阳市西平小学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胡雅婷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《桃花笺》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溧阳市大溪小学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蔡佳琦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《鱼儿》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常州市金坛区华罗庚实验学校新城分校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戴欣怡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《雲想霓裳》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溧阳市第二实验小学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狄妙柯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《碗中的草原》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常州经开区小学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赵芮浠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《抬龙王》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溧阳市文化小学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陈梓洛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《街舞精神》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常州大学附属小学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王荣翔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《破阵乐》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常州市武进区礼嘉中小学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吴桐语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《月愿》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常州市武进区戴溪小学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刘雯静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《翩翩少年》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常州市金坛区华罗庚实验学校（小学部）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严悦菡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《灵》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常州经开区第二实验小学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姚梓涵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《簪花引》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常州市金坛区华罗庚实验学校新城分校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于佳乐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《扶川入梦》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常州市金坛区段玉裁实验小学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邓贝伊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《翠狐》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溧阳市埭头中心小学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李馨雨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《街舞小子》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常州市武进区礼嘉中心小学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伍锦轩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《汉风丽影》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常州市新北区孟河中心小学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李鑫钰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《花木兰》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溧阳市永平小学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方梦晗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《入莲间》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常州市武进区南塘桥小学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郭雅萱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《酒妹》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常州市武进区剑湖实验学校（小学部）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刘笑廷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《外婆桥》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溧阳市外国语小学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姚姝羽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61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《天竺少女》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常州市武进区横林实验小学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8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张雨彤</w:t>
            </w:r>
          </w:p>
        </w:tc>
      </w:tr>
    </w:tbl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独唱高中组一等奖（</w:t>
      </w:r>
      <w:r>
        <w:rPr>
          <w:rFonts w:ascii="黑体" w:hAnsi="黑体" w:eastAsia="黑体" w:cs="黑体"/>
          <w:sz w:val="28"/>
          <w:szCs w:val="28"/>
        </w:rPr>
        <w:t>16</w:t>
      </w:r>
      <w:r>
        <w:rPr>
          <w:rFonts w:hint="eastAsia" w:ascii="黑体" w:hAnsi="黑体" w:eastAsia="黑体" w:cs="黑体"/>
          <w:sz w:val="28"/>
          <w:szCs w:val="28"/>
        </w:rPr>
        <w:t>个）</w:t>
      </w:r>
    </w:p>
    <w:tbl>
      <w:tblPr>
        <w:tblStyle w:val="4"/>
        <w:tblW w:w="81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30"/>
        <w:gridCol w:w="3626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3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62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演出单位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表演者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3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《侯爵请听》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62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常州市金坛区第四中学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沈彩艺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3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《昭君出塞》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62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溧阳市竹箦中学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胡闻轩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3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《侯爵请听》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62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常州市第五中学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张莉莉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3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《你不要再去做情郎》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62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常州市第五中学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孙一宁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3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Ganymed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62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江苏省常州高级中学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周蕴涵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3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《你可知道好妈妈》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62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常州市新桥高级中学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程彦淇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3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《七月的草原》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62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常州市金坛区第四中学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郭紫馨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3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《海恋》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62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江苏省前黄高级中学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陈昶文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3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《我的爱人你可听见》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62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常州市第五中学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谌云峰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3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《鞭打我吧》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62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常州市金坛区第四中学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诸葛雨笛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3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《七月的草原》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62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常州市平陵高级中学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邵芊语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3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《文成公主》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62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常州市金坛区第一中学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王雨晴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3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《漫步街上》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62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常州市金坛区第四中学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郑雨清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3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《锦瑟》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62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常州市正行中学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刘卉曦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3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《再看一眼亲人》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62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常州市平陵高级中学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周黄思宇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23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《我的太阳》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62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常州市戚墅堰高级中学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刘欣曈</w:t>
            </w:r>
          </w:p>
        </w:tc>
      </w:tr>
    </w:tbl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独唱高中组二等奖（</w:t>
      </w:r>
      <w:r>
        <w:rPr>
          <w:rFonts w:ascii="黑体" w:hAnsi="黑体" w:eastAsia="黑体" w:cs="黑体"/>
          <w:sz w:val="28"/>
          <w:szCs w:val="28"/>
        </w:rPr>
        <w:t>26</w:t>
      </w:r>
      <w:r>
        <w:rPr>
          <w:rFonts w:hint="eastAsia" w:ascii="黑体" w:hAnsi="黑体" w:eastAsia="黑体" w:cs="黑体"/>
          <w:sz w:val="28"/>
          <w:szCs w:val="28"/>
        </w:rPr>
        <w:t>个）</w:t>
      </w:r>
    </w:p>
    <w:tbl>
      <w:tblPr>
        <w:tblStyle w:val="4"/>
        <w:tblW w:w="81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12"/>
        <w:gridCol w:w="3465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1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4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演出单位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表演者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1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《我的深情为你守候》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常州市武进区洛阳高级中学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罗嫄嫄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1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《虞美人</w:t>
            </w:r>
            <w:r>
              <w:rPr>
                <w:rFonts w:ascii="仿宋_GB2312" w:hAnsi="宋体" w:eastAsia="仿宋_GB2312"/>
                <w:color w:val="000000"/>
                <w:kern w:val="0"/>
              </w:rPr>
              <w:t>•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听雨》</w:t>
            </w:r>
          </w:p>
        </w:tc>
        <w:tc>
          <w:tcPr>
            <w:tcW w:w="34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常州市金坛区金沙高级中学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施垚宇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1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《漫步街上》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常州市武进区洛阳高级中学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徐璐瑶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1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《火把节的欢乐》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常州市武进区洛阳高级中学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陶忆煊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1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《风萧瑟》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江苏省前黄高级中学国际分校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韩蕴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1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《多蕾塔做了什么美梦》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常州市北郊高级中学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张韵萌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1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《桐泪滴中秋》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常州市北郊高级中学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冯熠晨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1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《你不要再去做情郎》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江苏省前黄高级中学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唐希恩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1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《古老的歌》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常州市新桥高级中学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邵杨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1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《火把节的欢乐》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常州市新桥高级中学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史佳艺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1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《七月的草原》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常州市戚墅堰高级中学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李思菡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1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《为艺术，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为爱情》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常州市金坛区第四中学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李鑫鑫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1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《乌兰巴托的夜》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溧阳市南渡高级中学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秦箐忆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1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《山之高》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江苏省奔牛高级中学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夏子超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1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《每逢节日到来》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常州市新桥高级中学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刘承羽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1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《三月桃花心中开》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常州市新桥高级中学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袁景茜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1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《星夜》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常州市新桥高级中学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项麒芮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1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《人们叫我咪咪》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常州市新桥高级中学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胡欣溢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1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《敕勒歌》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常州市戚墅堰高级中学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邱钰童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1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《像天使一样美丽》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常州市第三中学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陈宇喆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1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《越人歌》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溧阳市光华高级中学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陶静怡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1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《关雎》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常州市金坛区第四中学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李欣彤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1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《春花秋月何时了》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常州市戚墅堰实验中学（高中部）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夏少杰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1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《锦瑟》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江苏省前黄高级中学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杨昱彤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1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《永远的花样年华》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常州市新桥高级中学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颜杨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1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《军营飞来一只百灵》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46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江苏省横林高级中学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邱添</w:t>
            </w:r>
          </w:p>
        </w:tc>
      </w:tr>
    </w:tbl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独唱高中组三等奖（</w:t>
      </w:r>
      <w:r>
        <w:rPr>
          <w:rFonts w:ascii="黑体" w:hAnsi="黑体" w:eastAsia="黑体" w:cs="黑体"/>
          <w:sz w:val="28"/>
          <w:szCs w:val="28"/>
        </w:rPr>
        <w:t>11</w:t>
      </w:r>
      <w:r>
        <w:rPr>
          <w:rFonts w:hint="eastAsia" w:ascii="黑体" w:hAnsi="黑体" w:eastAsia="黑体" w:cs="黑体"/>
          <w:sz w:val="28"/>
          <w:szCs w:val="28"/>
        </w:rPr>
        <w:t>个）</w:t>
      </w:r>
    </w:p>
    <w:tbl>
      <w:tblPr>
        <w:tblStyle w:val="4"/>
        <w:tblW w:w="79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5"/>
        <w:gridCol w:w="3610"/>
        <w:gridCol w:w="12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8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6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演出单位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表演者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8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《你那冰冷的心啊》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6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常州市北郊高级中学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蒋渝萱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8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《家》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6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常州市金坛区金沙高级中学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陈浩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8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《风萧瑟》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6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常州市新桥高级中学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朱子悦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8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《我爱这土地》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6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江苏省华罗庚中学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张丹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8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《在和平年代》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6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江苏省溧阳中学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徐子矜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8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《多情的土地》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6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常州市教科院附属高级中学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刘家希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8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《我怀着满腔热情》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6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常州市武进区洛阳高级中学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陈谦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8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《军营飞来一只百灵》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6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常州市武进区洛阳高级中学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许诺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8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《人世间》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6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江苏省溧阳中等专业学校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刘子婧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8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《不染》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6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溧阳市戴埠高级中学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陈鹏宇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8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《玫瑰少年》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61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溧阳市光华高级中学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76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房文琦</w:t>
            </w:r>
          </w:p>
        </w:tc>
      </w:tr>
    </w:tbl>
    <w:p>
      <w:pPr>
        <w:jc w:val="center"/>
        <w:rPr>
          <w:rFonts w:ascii="仿宋_GB2312" w:eastAsia="仿宋_GB2312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独唱初中组一等奖（</w:t>
      </w:r>
      <w:r>
        <w:rPr>
          <w:rFonts w:ascii="黑体" w:hAnsi="黑体" w:eastAsia="黑体" w:cs="黑体"/>
          <w:sz w:val="28"/>
          <w:szCs w:val="28"/>
        </w:rPr>
        <w:t>12</w:t>
      </w:r>
      <w:r>
        <w:rPr>
          <w:rFonts w:hint="eastAsia" w:ascii="黑体" w:hAnsi="黑体" w:eastAsia="黑体" w:cs="黑体"/>
          <w:sz w:val="28"/>
          <w:szCs w:val="28"/>
        </w:rPr>
        <w:t>个）</w:t>
      </w:r>
    </w:p>
    <w:tbl>
      <w:tblPr>
        <w:tblStyle w:val="4"/>
        <w:tblW w:w="81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81"/>
        <w:gridCol w:w="3269"/>
        <w:gridCol w:w="14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8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26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演出单位</w:t>
            </w:r>
          </w:p>
        </w:tc>
        <w:tc>
          <w:tcPr>
            <w:tcW w:w="140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表演者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8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《依恋时间》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26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常州市北郊初级中学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0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郑如期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8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《桃花红杏花白》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26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常州市钟楼区昕弘实验学校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0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黄熙睿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8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《山中》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26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溧阳市燕山中学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0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王樾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8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《梨花又开放》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26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常州市新北区实验中学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0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陆宇阳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8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《世上没有优丽狄茜，我怎能活》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26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常州市新北区龙城初级中学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0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杨正伊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8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《在水一方》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26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常州市邹区中学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0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胡璟恒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8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《望乡词》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26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溧阳市永平初级中学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0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吴思远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8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《敕勒歌》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26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常州市武进区湖塘实验中学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0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曹佳颖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8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《敕勒歌》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26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常州外国语学校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0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朱砚秋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8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《黑龙江岸边洁白的玫瑰花》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26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常州市金坛区第二中学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0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丁吾杰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8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《敕勒歌》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26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溧阳市燕山中学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0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陈欣蕾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48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《忆秦娥恒山月》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26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常州市第二十四中学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0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赵睿</w:t>
            </w:r>
          </w:p>
        </w:tc>
      </w:tr>
    </w:tbl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独唱初中组二等奖（</w:t>
      </w:r>
      <w:r>
        <w:rPr>
          <w:rFonts w:ascii="黑体" w:hAnsi="黑体" w:eastAsia="黑体" w:cs="黑体"/>
          <w:sz w:val="28"/>
          <w:szCs w:val="28"/>
        </w:rPr>
        <w:t>30</w:t>
      </w:r>
      <w:r>
        <w:rPr>
          <w:rFonts w:hint="eastAsia" w:ascii="黑体" w:hAnsi="黑体" w:eastAsia="黑体" w:cs="黑体"/>
          <w:sz w:val="28"/>
          <w:szCs w:val="28"/>
        </w:rPr>
        <w:t>个）</w:t>
      </w:r>
    </w:p>
    <w:tbl>
      <w:tblPr>
        <w:tblStyle w:val="4"/>
        <w:tblW w:w="81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79"/>
        <w:gridCol w:w="3349"/>
        <w:gridCol w:w="1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34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演出单位</w:t>
            </w:r>
          </w:p>
        </w:tc>
        <w:tc>
          <w:tcPr>
            <w:tcW w:w="14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表演者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《微笑的妈妈》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4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常州市河海实验学校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姚静怡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《爱永在》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4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常州市第二十四中学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杨莹欣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《节日欢歌》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4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溧阳市燕湖初级中学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陈弈蒙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《七月的草原》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4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常州市正衡中学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张轩鸣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《逆行者》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4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常州市北郊初级中学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叶佳琪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《我亲爱的》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4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常州市武进区横山桥初级中学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谢熠宁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《黑龙江岸边洁白的玫瑰花》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4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常州市兰陵中学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高兴旭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《让我痛哭吧》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4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常州市清潭中学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时田玉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《清流》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4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常州市新北区薛家中学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王茜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《灯火里的中国》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4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常州市东青实验学校（初中）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黄佳雯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《火焰在燃烧》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4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常州市教科院附属初级中学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肖晗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《唱支山歌给党听》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4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常州市武进区礼河实验学校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田思源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《西班牙女郎》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4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常州市实验初级中学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戴知闲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《长鼓敲起来》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4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常州市武进区湖塘实验中学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丁博一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《越人歌》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4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常州市武进区前黄实验学校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尤优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《老胡杨》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4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常州市武进区淹城初级中学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邱后霖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《在那东山顶上》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4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溧阳市第六中学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赵文茜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《生死相依我苦恋着你》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4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常州市武进区夏溪初级中学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张莉莱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《绒花》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4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常州市卜弋中学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杨佩茹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《越人歌》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4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常州市正衡中学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陆彦晓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memory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4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常州市新北区新桥初级中学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樊予璇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《我和我的祖国》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4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常州市武进区人民路初级中学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施圆缘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《平凡之路》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4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常州市钟楼实验中学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汪宇涵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《万疆》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4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溧阳市第六中学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钱诗恬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《无名的人》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4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溧阳市光华初级中学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张亘华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《天边》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4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常州市正衡中学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严硕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《美丽的西班牙女郎》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4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常州市武进区星辰实验学校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张涵玥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《梨花又开放》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4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常州市滨江中学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郑熙雯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《雪落下的声音》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4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常州市金坛区水北中学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石妍熙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7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《望月》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349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常州市正衡中学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4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黄梓轩</w:t>
            </w:r>
          </w:p>
        </w:tc>
      </w:tr>
    </w:tbl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独唱初中组三等奖（</w:t>
      </w:r>
      <w:r>
        <w:rPr>
          <w:rFonts w:ascii="黑体" w:hAnsi="黑体" w:eastAsia="黑体" w:cs="黑体"/>
          <w:sz w:val="28"/>
          <w:szCs w:val="28"/>
        </w:rPr>
        <w:t>20</w:t>
      </w:r>
      <w:r>
        <w:rPr>
          <w:rFonts w:hint="eastAsia" w:ascii="黑体" w:hAnsi="黑体" w:eastAsia="黑体" w:cs="黑体"/>
          <w:sz w:val="28"/>
          <w:szCs w:val="28"/>
        </w:rPr>
        <w:t>个）</w:t>
      </w:r>
    </w:p>
    <w:tbl>
      <w:tblPr>
        <w:tblStyle w:val="4"/>
        <w:tblW w:w="82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3"/>
        <w:gridCol w:w="3825"/>
        <w:gridCol w:w="1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8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演出单位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表演者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《长鼓敲起来》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8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常州市钟楼外国语学校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周怡林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《大鱼》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8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溧阳市第六中学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刘子漩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《锦瑟》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8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常州市钟楼区昕弘实验学校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朱嘉琦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《锦瑟》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8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常州市武进区洛阳初级中学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张义涵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《赤伶》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8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常州经开区初级中学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周怡婷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《梨花又开放》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8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常州市武进区礼河实验学校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张紫凝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>Speechless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8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常州市虹景中学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戴金钰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《少年如你》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8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常州市武进区前黄实验学校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周子洋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《如愿》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8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常州市武进区嘉泽初级中学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高鑫悦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《纪念》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8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常州市武进区嘉泽初级中学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竹永鑫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《阵阵喜讯天外传》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8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常州市武进区洛阳初级中学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雷春霞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《无人知晓的我》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8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常州市武进区遥观初级中学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徐菲雪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《永不失联的爱》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8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常州外国语附属双语学校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田钰涵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《越人歌》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8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常州市翠竹中学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郑语童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《望月》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8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常州市北环中学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俞思齐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《一路生花》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8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常州市武进区运村实验学校（初中部）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李欣悦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《向光而行》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8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常州市武进区运村实验学校（初中部）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陈红霞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《像小时候一样》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8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溧阳市光华初级中学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史吴优佳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《同一首歌》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8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常州市明德实验中学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陶瑶瑶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6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《保留》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82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常州市钟楼实验中学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张艺</w:t>
            </w:r>
          </w:p>
        </w:tc>
      </w:tr>
    </w:tbl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独唱小学组一等奖（</w:t>
      </w:r>
      <w:r>
        <w:rPr>
          <w:rFonts w:ascii="黑体" w:hAnsi="黑体" w:eastAsia="黑体" w:cs="黑体"/>
          <w:sz w:val="28"/>
          <w:szCs w:val="28"/>
        </w:rPr>
        <w:t>12</w:t>
      </w:r>
      <w:r>
        <w:rPr>
          <w:rFonts w:hint="eastAsia" w:ascii="黑体" w:hAnsi="黑体" w:eastAsia="黑体" w:cs="黑体"/>
          <w:sz w:val="28"/>
          <w:szCs w:val="28"/>
        </w:rPr>
        <w:t>个）</w:t>
      </w:r>
    </w:p>
    <w:tbl>
      <w:tblPr>
        <w:tblStyle w:val="4"/>
        <w:tblW w:w="83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22"/>
        <w:gridCol w:w="3182"/>
        <w:gridCol w:w="12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18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演出单位</w:t>
            </w:r>
          </w:p>
        </w:tc>
        <w:tc>
          <w:tcPr>
            <w:tcW w:w="125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表演者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《我的祖国》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常州市武进区政平小学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毕心怡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《钢嘎哈拉黑骏马》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常州市新北区香槟湖小学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仇俊懿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音乐剧《三毛流浪记》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选段《全世界》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常州市解放路小学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夏暄哲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《阿爸的萨日朗》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常州大学附属小学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季妙姝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《卓玛姐姐》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常州市武进区湖塘桥实验小学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徐境含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《格日勒阿妈》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常州市武进区星辰实验学校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陆辛夷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《草原长调》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常州市新北区三井实验小学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张津源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《莲花盛开的地方》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常州市武进区南夏墅中心小学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张嘉怡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《登上苗岭唱苗歌》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常州市龙锦小学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吴奕含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《唱支山歌给党听》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常州市冠英小学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王楚月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《黄河鼓声》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常州市龙锦小学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杭子秋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《大武生》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常州市武进区李公朴小学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钱书晗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《小孩子，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大梦想》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常州市武进区星韵学校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何董依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《阿奉姐》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常州市武进区星河实验小学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汤芷菡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《江山飞歌》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常州市新北区奔牛实验小学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邵天烁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《索玛阿杰鲁》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溧阳市昆仑小学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陆奕畅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《跟彩虹一起成长》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常州市第二实验小学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戚轩翊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《尼洋河边小阿吉》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常州市武进区星河实验小学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刘昊彤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《美格生生的山丹丹》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常州市新北区三井实验小学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王集民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92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《土里格巴人》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182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常州市朝阳新村第二小学校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51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房琳皓</w:t>
            </w:r>
          </w:p>
        </w:tc>
      </w:tr>
    </w:tbl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独唱小学组二等奖（</w:t>
      </w:r>
      <w:r>
        <w:rPr>
          <w:rFonts w:ascii="黑体" w:hAnsi="黑体" w:eastAsia="黑体" w:cs="黑体"/>
          <w:sz w:val="28"/>
          <w:szCs w:val="28"/>
        </w:rPr>
        <w:t>22</w:t>
      </w:r>
      <w:r>
        <w:rPr>
          <w:rFonts w:hint="eastAsia" w:ascii="黑体" w:hAnsi="黑体" w:eastAsia="黑体" w:cs="黑体"/>
          <w:sz w:val="28"/>
          <w:szCs w:val="28"/>
        </w:rPr>
        <w:t>个）</w:t>
      </w:r>
    </w:p>
    <w:tbl>
      <w:tblPr>
        <w:tblStyle w:val="4"/>
        <w:tblW w:w="81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30"/>
        <w:gridCol w:w="4018"/>
        <w:gridCol w:w="12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3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演出单位</w:t>
            </w:r>
          </w:p>
        </w:tc>
        <w:tc>
          <w:tcPr>
            <w:tcW w:w="120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表演者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3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《我是泼水节的水》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常州市第二实验小学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0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蒋奕萱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3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《梦中的妈妈》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溧阳市文化小学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0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方昊祺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3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《万疆》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溧阳市汤桥小学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0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王梓萱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3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《那片草原》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常州市武进区横林实验小学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0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吕歆瑶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3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《闪耀的时光》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常州市武进区采菱小学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0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王世宇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3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《爸爸的雪花》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常州市新北区新桥实验小学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0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花朵儿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3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《在那东山顶上》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常州市武进区刘海粟小学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0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朱伊涵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3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《江山飞歌》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常州市金坛区段玉裁实验小学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0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雷舒文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3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《喊老腔》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溧阳市文化小学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0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周芃汛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3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《小胡杨》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常州市金坛区华罗庚实验学校（小学部）</w:t>
            </w:r>
          </w:p>
        </w:tc>
        <w:tc>
          <w:tcPr>
            <w:tcW w:w="120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江希张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3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《红》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0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刘恬羽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3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《额吉淖尔》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溧阳市文化小学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0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周易博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3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《我仰望五星红旗》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溧阳市溧城中心小学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0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缪乐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3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《中华小戏迷》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常州市平冈小学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0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金梦溪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3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《说唱脸谱》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常州市戚墅堰东方小学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0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谷郑悠墨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3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《幸福像金达莱一样》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常州市怀德苑小学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0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邹乐欣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3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《半生雪》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常州市中天实验学校（小学部）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0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周逸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3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《我是妈妈写的诗》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常州市龙城小学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0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宋思娴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3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《杨家将》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常州市金坛区西城实验小学春风分校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0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韩奕霖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3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《央金马》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常州市龙城小学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0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黄梓萱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3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《我仰望五星红旗》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溧阳市东升小学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0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尹鸿硕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3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《那片草原》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4018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常州市武进区遥观中心小学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20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刘洵礼</w:t>
            </w:r>
          </w:p>
        </w:tc>
      </w:tr>
    </w:tbl>
    <w:p>
      <w:pPr>
        <w:jc w:val="center"/>
        <w:rPr>
          <w:rFonts w:ascii="黑体" w:hAnsi="黑体" w:eastAsia="黑体"/>
          <w:sz w:val="28"/>
          <w:szCs w:val="28"/>
        </w:rPr>
      </w:pPr>
    </w:p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独唱小学组三等奖（</w:t>
      </w:r>
      <w:r>
        <w:rPr>
          <w:rFonts w:ascii="黑体" w:hAnsi="黑体" w:eastAsia="黑体" w:cs="黑体"/>
          <w:sz w:val="28"/>
          <w:szCs w:val="28"/>
        </w:rPr>
        <w:t>27</w:t>
      </w:r>
      <w:r>
        <w:rPr>
          <w:rFonts w:hint="eastAsia" w:ascii="黑体" w:hAnsi="黑体" w:eastAsia="黑体" w:cs="黑体"/>
          <w:sz w:val="28"/>
          <w:szCs w:val="28"/>
        </w:rPr>
        <w:t>个）</w:t>
      </w:r>
    </w:p>
    <w:tbl>
      <w:tblPr>
        <w:tblStyle w:val="4"/>
        <w:tblW w:w="82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5"/>
        <w:gridCol w:w="3943"/>
        <w:gridCol w:w="1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9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演出单位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000000"/>
                <w:kern w:val="0"/>
              </w:rPr>
              <w:t>表演者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《我和我的祖国》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常州市金坛区河滨小学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耿思涵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《小胡杨》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常州市新北区香槟湖小学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徐馨怡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《声声慢》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常州市新北区西夏墅中心小学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蒋承好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《把未来点亮》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常州市金坛区东城实验小学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陈伊一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《闪耀的时光》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溧阳市外国语小学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张宇俊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《假如我是一条小溪》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常州市武进区雪堰中心小学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殷齐尧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《索玛阿杰鲁》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常州大学附属小学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刘谨郗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《幸福花开》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常州市金坛区薛埠中心小学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谢祉瑞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《央金玛》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黄艺乔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《你的答案》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常州市新北区西夏墅中心小学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孙辰逸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《在那东山顶上》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溧阳市第二实验小学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虞晨馨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《星空》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王芯悦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《翅膀》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常州市新北区西夏墅中心小学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夏栩杰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《想变成一棵树》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常州市钟楼外国语学校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戚晏耘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《西塘西》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溧阳市燕湖小学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施超然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《梨花又开放》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溧阳市第二实验小学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宋瑞恩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《阿爸的背篼》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常州市金坛区华罗庚实验学校新城分校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方梓萱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《梨花又开放》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常州市金坛区华罗庚实验学校滨湖分校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景甜齐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《红枣树》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常州市怀德苑小学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曹雨桐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《我的呼伦贝尔》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常州市新北区河海实验小学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马艺涵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《万水千山》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常州市钟楼区第二实验小学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孙翰升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《梨花又开放》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溧阳市文化小学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周芷屹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《左手右手》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常州市卜弋小学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卓怡伶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《有你就幸福》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常州市新北区奔牛实验小学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郑羽情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《花开忘忧》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常州市金坛区华城实验小学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欧阳睿骏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《喊老腔》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常州市武进区南塘桥小学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王雅晴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945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《我的世界》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3943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溧阳市第二实验小学</w:t>
            </w:r>
            <w:r>
              <w:rPr>
                <w:rFonts w:ascii="仿宋_GB2312" w:hAnsi="宋体" w:eastAsia="仿宋_GB2312" w:cs="仿宋_GB2312"/>
                <w:color w:val="000000"/>
                <w:kern w:val="0"/>
              </w:rPr>
              <w:t xml:space="preserve"> </w:t>
            </w:r>
          </w:p>
        </w:tc>
        <w:tc>
          <w:tcPr>
            <w:tcW w:w="1340" w:type="dxa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</w:rPr>
              <w:t>马子泷</w:t>
            </w:r>
          </w:p>
        </w:tc>
      </w:tr>
    </w:tbl>
    <w:p>
      <w:pPr>
        <w:widowControl/>
        <w:jc w:val="center"/>
        <w:rPr>
          <w:rFonts w:ascii="仿宋_GB2312" w:hAnsi="宋体" w:eastAsia="仿宋_GB2312"/>
          <w:color w:val="000000"/>
          <w:kern w:val="0"/>
        </w:rPr>
      </w:pPr>
    </w:p>
    <w:sectPr>
      <w:footerReference r:id="rId3" w:type="default"/>
      <w:pgSz w:w="11906" w:h="16838"/>
      <w:pgMar w:top="1701" w:right="1531" w:bottom="1701" w:left="1531" w:header="851" w:footer="992" w:gutter="0"/>
      <w:pgNumType w:fmt="numberInDash" w:start="43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uto" w:vAnchor="text" w:hAnchor="margin" w:xAlign="outside" w:y="1"/>
      <w:rPr>
        <w:rStyle w:val="6"/>
        <w:rFonts w:ascii="Times New Roman" w:hAnsi="Times New Roman" w:cs="Times New Roman"/>
        <w:sz w:val="28"/>
        <w:szCs w:val="28"/>
      </w:rPr>
    </w:pPr>
    <w:r>
      <w:rPr>
        <w:rStyle w:val="6"/>
        <w:rFonts w:ascii="Times New Roman" w:hAnsi="Times New Roman" w:cs="Times New Roman"/>
        <w:sz w:val="28"/>
        <w:szCs w:val="28"/>
      </w:rPr>
      <w:fldChar w:fldCharType="begin"/>
    </w:r>
    <w:r>
      <w:rPr>
        <w:rStyle w:val="6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6"/>
        <w:rFonts w:ascii="Times New Roman" w:hAnsi="Times New Roman" w:cs="Times New Roman"/>
        <w:sz w:val="28"/>
        <w:szCs w:val="28"/>
      </w:rPr>
      <w:fldChar w:fldCharType="separate"/>
    </w:r>
    <w:r>
      <w:rPr>
        <w:rStyle w:val="6"/>
        <w:rFonts w:ascii="Times New Roman" w:hAnsi="Times New Roman" w:cs="Times New Roman"/>
        <w:sz w:val="28"/>
        <w:szCs w:val="28"/>
      </w:rPr>
      <w:t>- 73 -</w:t>
    </w:r>
    <w:r>
      <w:rPr>
        <w:rStyle w:val="6"/>
        <w:rFonts w:ascii="Times New Roman" w:hAnsi="Times New Roman" w:cs="Times New Roman"/>
        <w:sz w:val="28"/>
        <w:szCs w:val="28"/>
      </w:rPr>
      <w:fldChar w:fldCharType="end"/>
    </w:r>
  </w:p>
  <w:p>
    <w:pPr>
      <w:pStyle w:val="2"/>
      <w:ind w:right="360" w:firstLine="360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Q4ZmYxYjgyY2Q3ODc2MGNjMGM5ZDhlOWZmYjkwMmIifQ=="/>
  </w:docVars>
  <w:rsids>
    <w:rsidRoot w:val="0074429F"/>
    <w:rsid w:val="000335F3"/>
    <w:rsid w:val="00040518"/>
    <w:rsid w:val="000F3C53"/>
    <w:rsid w:val="001941DF"/>
    <w:rsid w:val="001A3BE0"/>
    <w:rsid w:val="00295A7A"/>
    <w:rsid w:val="00360308"/>
    <w:rsid w:val="003F3FB8"/>
    <w:rsid w:val="0041419C"/>
    <w:rsid w:val="004362D5"/>
    <w:rsid w:val="004B25B1"/>
    <w:rsid w:val="00531AA6"/>
    <w:rsid w:val="005961E0"/>
    <w:rsid w:val="00680ABE"/>
    <w:rsid w:val="0068670C"/>
    <w:rsid w:val="006A4F34"/>
    <w:rsid w:val="006D633C"/>
    <w:rsid w:val="0074429F"/>
    <w:rsid w:val="007E5357"/>
    <w:rsid w:val="007F2F0A"/>
    <w:rsid w:val="00880261"/>
    <w:rsid w:val="008C4CC4"/>
    <w:rsid w:val="00911628"/>
    <w:rsid w:val="0098315F"/>
    <w:rsid w:val="009B2BDA"/>
    <w:rsid w:val="00A61A28"/>
    <w:rsid w:val="00B03698"/>
    <w:rsid w:val="00B31B14"/>
    <w:rsid w:val="00B4423B"/>
    <w:rsid w:val="00B84FFD"/>
    <w:rsid w:val="00CA35B7"/>
    <w:rsid w:val="00CF3530"/>
    <w:rsid w:val="00D643F8"/>
    <w:rsid w:val="00D70A48"/>
    <w:rsid w:val="00DC1732"/>
    <w:rsid w:val="00E365A6"/>
    <w:rsid w:val="00E76368"/>
    <w:rsid w:val="00E94607"/>
    <w:rsid w:val="00F30A6F"/>
    <w:rsid w:val="00F35461"/>
    <w:rsid w:val="00F80DB7"/>
    <w:rsid w:val="1F62515F"/>
    <w:rsid w:val="391F00CC"/>
    <w:rsid w:val="3BE233A5"/>
    <w:rsid w:val="7BCA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 w:cs="等线"/>
      <w:sz w:val="18"/>
      <w:szCs w:val="18"/>
    </w:rPr>
  </w:style>
  <w:style w:type="paragraph" w:styleId="3">
    <w:name w:val="header"/>
    <w:basedOn w:val="1"/>
    <w:link w:val="10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rFonts w:ascii="等线" w:hAnsi="等线" w:eastAsia="等线" w:cs="等线"/>
      <w:sz w:val="18"/>
      <w:szCs w:val="18"/>
    </w:rPr>
  </w:style>
  <w:style w:type="character" w:styleId="6">
    <w:name w:val="page number"/>
    <w:basedOn w:val="5"/>
    <w:uiPriority w:val="99"/>
  </w:style>
  <w:style w:type="character" w:customStyle="1" w:styleId="7">
    <w:name w:val="Footer Char"/>
    <w:basedOn w:val="5"/>
    <w:link w:val="2"/>
    <w:locked/>
    <w:uiPriority w:val="99"/>
    <w:rPr>
      <w:rFonts w:ascii="等线" w:hAnsi="等线" w:eastAsia="等线" w:cs="等线"/>
      <w:sz w:val="24"/>
      <w:szCs w:val="24"/>
    </w:rPr>
  </w:style>
  <w:style w:type="character" w:customStyle="1" w:styleId="8">
    <w:name w:val="Header Char"/>
    <w:basedOn w:val="5"/>
    <w:link w:val="3"/>
    <w:locked/>
    <w:uiPriority w:val="99"/>
    <w:rPr>
      <w:rFonts w:ascii="等线" w:hAnsi="等线" w:eastAsia="等线" w:cs="等线"/>
      <w:sz w:val="24"/>
      <w:szCs w:val="24"/>
    </w:rPr>
  </w:style>
  <w:style w:type="character" w:customStyle="1" w:styleId="9">
    <w:name w:val="Footer Char1"/>
    <w:basedOn w:val="5"/>
    <w:link w:val="2"/>
    <w:semiHidden/>
    <w:locked/>
    <w:uiPriority w:val="99"/>
    <w:rPr>
      <w:sz w:val="18"/>
      <w:szCs w:val="18"/>
    </w:rPr>
  </w:style>
  <w:style w:type="character" w:customStyle="1" w:styleId="10">
    <w:name w:val="Header Char1"/>
    <w:basedOn w:val="5"/>
    <w:link w:val="3"/>
    <w:semiHidden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Micorosoft</Company>
  <Pages>31</Pages>
  <Words>3070</Words>
  <Characters>17500</Characters>
  <Lines>0</Lines>
  <Paragraphs>0</Paragraphs>
  <TotalTime>10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2022-12-09T03:42:00Z</dcterms:created>
  <dc:creator>Windows 用户</dc:creator>
  <cp:lastModifiedBy>czbjadu</cp:lastModifiedBy>
  <dcterms:modified xsi:type="dcterms:W3CDTF">2024-01-03T07:01:09Z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F393A89B923249C09317E4ABC0C7B4C3_12</vt:lpwstr>
  </property>
</Properties>
</file>