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2E" w:rsidRDefault="0039592E">
      <w:pPr>
        <w:pStyle w:val="Default"/>
        <w:spacing w:line="600" w:lineRule="exact"/>
        <w:rPr>
          <w:rFonts w:ascii="黑体" w:eastAsia="黑体" w:hAnsi="黑体" w:cs="黑体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附件</w:t>
      </w:r>
      <w:bookmarkStart w:id="0" w:name="_GoBack"/>
      <w:bookmarkEnd w:id="0"/>
      <w:r>
        <w:rPr>
          <w:rFonts w:ascii="黑体" w:eastAsia="黑体" w:hAnsi="黑体" w:cs="黑体"/>
          <w:color w:val="auto"/>
          <w:sz w:val="32"/>
          <w:szCs w:val="32"/>
        </w:rPr>
        <w:t>1</w:t>
      </w:r>
    </w:p>
    <w:p w:rsidR="0039592E" w:rsidRPr="001315BE" w:rsidRDefault="0039592E" w:rsidP="001315BE">
      <w:pPr>
        <w:tabs>
          <w:tab w:val="center" w:pos="4535"/>
          <w:tab w:val="left" w:pos="7905"/>
        </w:tabs>
        <w:overflowPunct w:val="0"/>
        <w:topLinePunct/>
        <w:autoSpaceDE w:val="0"/>
        <w:autoSpaceDN w:val="0"/>
        <w:adjustRightInd w:val="0"/>
        <w:snapToGrid w:val="0"/>
        <w:spacing w:line="700" w:lineRule="exact"/>
        <w:jc w:val="center"/>
        <w:rPr>
          <w:rFonts w:ascii="方正小标宋简体" w:eastAsia="方正小标宋简体" w:cs="Times New Roman"/>
          <w:spacing w:val="-10"/>
          <w:sz w:val="44"/>
          <w:szCs w:val="44"/>
        </w:rPr>
      </w:pPr>
      <w:r w:rsidRPr="001315BE">
        <w:rPr>
          <w:rFonts w:ascii="方正小标宋简体" w:eastAsia="方正小标宋简体" w:cs="方正小标宋简体" w:hint="eastAsia"/>
          <w:spacing w:val="-10"/>
          <w:sz w:val="44"/>
          <w:szCs w:val="44"/>
        </w:rPr>
        <w:t>消防安全集中除患攻坚大整治行动自查表</w:t>
      </w:r>
    </w:p>
    <w:p w:rsidR="0039592E" w:rsidRDefault="0039592E" w:rsidP="001315BE">
      <w:pPr>
        <w:tabs>
          <w:tab w:val="center" w:pos="4535"/>
          <w:tab w:val="left" w:pos="7905"/>
        </w:tabs>
        <w:overflowPunct w:val="0"/>
        <w:topLinePunct/>
        <w:autoSpaceDE w:val="0"/>
        <w:autoSpaceDN w:val="0"/>
        <w:adjustRightInd w:val="0"/>
        <w:snapToGrid w:val="0"/>
        <w:spacing w:line="400" w:lineRule="exact"/>
        <w:rPr>
          <w:rFonts w:ascii="仿宋_GB2312" w:eastAsia="仿宋_GB2312" w:cs="Times New Roman"/>
        </w:rPr>
      </w:pPr>
    </w:p>
    <w:p w:rsidR="0039592E" w:rsidRPr="001315BE" w:rsidRDefault="0039592E">
      <w:pPr>
        <w:tabs>
          <w:tab w:val="center" w:pos="4535"/>
          <w:tab w:val="left" w:pos="7905"/>
        </w:tabs>
        <w:overflowPunct w:val="0"/>
        <w:topLinePunct/>
        <w:autoSpaceDE w:val="0"/>
        <w:autoSpaceDN w:val="0"/>
        <w:adjustRightInd w:val="0"/>
        <w:snapToGrid w:val="0"/>
        <w:rPr>
          <w:rFonts w:ascii="仿宋_GB2312" w:eastAsia="仿宋_GB2312" w:cs="Times New Roman"/>
        </w:rPr>
      </w:pPr>
      <w:r w:rsidRPr="001315BE">
        <w:rPr>
          <w:rFonts w:ascii="仿宋_GB2312" w:eastAsia="仿宋_GB2312" w:cs="仿宋_GB2312" w:hint="eastAsia"/>
        </w:rPr>
        <w:t>单位名称（盖章）：</w:t>
      </w:r>
      <w:r>
        <w:rPr>
          <w:rFonts w:ascii="仿宋_GB2312" w:eastAsia="仿宋_GB2312" w:cs="仿宋_GB2312"/>
        </w:rPr>
        <w:t xml:space="preserve">                                    </w:t>
      </w:r>
      <w:r w:rsidRPr="001315BE">
        <w:rPr>
          <w:rFonts w:ascii="仿宋_GB2312" w:eastAsia="仿宋_GB2312" w:cs="仿宋_GB2312" w:hint="eastAsia"/>
        </w:rPr>
        <w:t>单位法定代表人（签字）：</w:t>
      </w:r>
    </w:p>
    <w:tbl>
      <w:tblPr>
        <w:tblW w:w="13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6"/>
        <w:gridCol w:w="7371"/>
        <w:gridCol w:w="2557"/>
        <w:gridCol w:w="1730"/>
      </w:tblGrid>
      <w:tr w:rsidR="0039592E" w:rsidRPr="0054312B">
        <w:trPr>
          <w:trHeight w:val="482"/>
          <w:jc w:val="center"/>
        </w:trPr>
        <w:tc>
          <w:tcPr>
            <w:tcW w:w="2136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4312B">
              <w:rPr>
                <w:rFonts w:ascii="仿宋_GB2312" w:eastAsia="仿宋_GB2312" w:cs="仿宋_GB2312" w:hint="eastAsia"/>
                <w:b/>
                <w:bCs/>
              </w:rPr>
              <w:t>隐患类别</w:t>
            </w: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4312B">
              <w:rPr>
                <w:rFonts w:ascii="仿宋_GB2312" w:eastAsia="仿宋_GB2312" w:cs="仿宋_GB2312" w:hint="eastAsia"/>
                <w:b/>
                <w:bCs/>
              </w:rPr>
              <w:t>检查内容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4312B">
              <w:rPr>
                <w:rFonts w:ascii="仿宋_GB2312" w:eastAsia="仿宋_GB2312" w:cs="仿宋_GB2312" w:hint="eastAsia"/>
                <w:b/>
                <w:bCs/>
              </w:rPr>
              <w:t>存在问题</w:t>
            </w: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4312B">
              <w:rPr>
                <w:rFonts w:ascii="仿宋_GB2312" w:eastAsia="仿宋_GB2312" w:cs="仿宋_GB2312" w:hint="eastAsia"/>
                <w:b/>
                <w:bCs/>
              </w:rPr>
              <w:t>整改责任、措施、资金、时限、</w:t>
            </w:r>
          </w:p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54312B">
              <w:rPr>
                <w:rFonts w:ascii="仿宋_GB2312" w:eastAsia="仿宋_GB2312" w:cs="仿宋_GB2312" w:hint="eastAsia"/>
                <w:b/>
                <w:bCs/>
              </w:rPr>
              <w:t>预案落实情况</w:t>
            </w: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 w:val="restart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（一）消防安全管理措施落实不到位</w:t>
            </w: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1.</w:t>
            </w:r>
            <w:r w:rsidRPr="0054312B">
              <w:rPr>
                <w:rFonts w:ascii="仿宋_GB2312" w:eastAsia="仿宋_GB2312" w:cs="仿宋_GB2312" w:hint="eastAsia"/>
              </w:rPr>
              <w:t>消防安全责任人、管理人、消防工作管理部门（具体工作人员）及其职责是否明确，消防安全管理制度是否健全，是否逐级按岗位建立消防安全责任制。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2.</w:t>
            </w:r>
            <w:r w:rsidRPr="0054312B">
              <w:rPr>
                <w:rFonts w:ascii="仿宋_GB2312" w:eastAsia="仿宋_GB2312" w:cs="仿宋_GB2312" w:hint="eastAsia"/>
              </w:rPr>
              <w:t>消防安全责任人、管理人是否知晓消防安全职责，是否掌握本单位主要风险区域的相关火灾风险；实验室、图书馆、计算机房、食堂、宿舍等重点部位责任人是否掌握相应场所的消防安全管理要求。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3.</w:t>
            </w:r>
            <w:r w:rsidRPr="0054312B">
              <w:rPr>
                <w:rFonts w:ascii="仿宋_GB2312" w:eastAsia="仿宋_GB2312" w:cs="仿宋_GB2312" w:hint="eastAsia"/>
              </w:rPr>
              <w:t>消防巡查检查、隐患整改等工作记录是否及时、齐全，火灾隐患整改是否“闭环”管理。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4.</w:t>
            </w:r>
            <w:r w:rsidRPr="0054312B">
              <w:rPr>
                <w:rFonts w:ascii="仿宋_GB2312" w:eastAsia="仿宋_GB2312" w:cs="仿宋_GB2312" w:hint="eastAsia"/>
              </w:rPr>
              <w:t>设有消防控制室的学校，是否落实双人持证值班要求；进行电气安装、维护的电工是否取得相应资质。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 w:val="restart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（二）火灾风险源</w:t>
            </w:r>
          </w:p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管控不严格</w:t>
            </w: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1.</w:t>
            </w:r>
            <w:r w:rsidRPr="0054312B">
              <w:rPr>
                <w:rFonts w:ascii="仿宋_GB2312" w:eastAsia="仿宋_GB2312" w:cs="仿宋_GB2312" w:hint="eastAsia"/>
              </w:rPr>
              <w:t>是否存在未经审批施工作业、无证施工作业、违规拆除作业、违规层层转包施工作业、未落实作业安全措施冒险作业；施工现场是否存在违规使用明火或者电焊、气焊作业，动火、电焊、气焊作业人员未持证上岗，电焊、气焊作业未办理动火审批手续，作业现场未采取相应的消防安全措施，动火动焊作业、带火花作业与具有火灾、爆炸风险作业交叉进行；校内建筑是否采用彩钢板尤其是易燃可燃夹芯彩钢板搭建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2.</w:t>
            </w:r>
            <w:r w:rsidRPr="0054312B">
              <w:rPr>
                <w:rFonts w:ascii="仿宋_GB2312" w:eastAsia="仿宋_GB2312" w:cs="仿宋_GB2312" w:hint="eastAsia"/>
              </w:rPr>
              <w:t>电气线路是否存在线路老化、绝缘层破损、线路受潮、水浸等问题，是否存在过热、烧损、熔焊、电腐蚀等痕迹，是否未按要求安装使用漏电保护装置、防雷击保护装置。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3.</w:t>
            </w:r>
            <w:r w:rsidRPr="0054312B">
              <w:rPr>
                <w:rFonts w:ascii="仿宋_GB2312" w:eastAsia="仿宋_GB2312" w:cs="仿宋_GB2312" w:hint="eastAsia"/>
              </w:rPr>
              <w:t>是否存在电动自行车、电瓶车、电动平衡车等使用蓄电池的交通工具违规在室内、楼梯间、公共走道、门厅等部位停放和充电，违规将蓄电池带至室内充电。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4.</w:t>
            </w:r>
            <w:r w:rsidRPr="0054312B">
              <w:rPr>
                <w:rFonts w:ascii="仿宋_GB2312" w:eastAsia="仿宋_GB2312" w:cs="仿宋_GB2312" w:hint="eastAsia"/>
              </w:rPr>
              <w:t>是否存在对携带火种及违规吸烟等行为的检查和监管不力，违规设置明火设施，违规使用、储存火灾危险性为甲、乙类的物品，违规使用瓶装液化石油气、小型液化气炉、油气炉等其他甲、乙类液体燃料。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 w:val="restart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（三）安全疏散条件不足</w:t>
            </w: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1.</w:t>
            </w:r>
            <w:r w:rsidRPr="0054312B">
              <w:rPr>
                <w:rFonts w:ascii="仿宋_GB2312" w:eastAsia="仿宋_GB2312" w:cs="仿宋_GB2312" w:hint="eastAsia"/>
              </w:rPr>
              <w:t>是否存在占用、堵塞、封闭疏散通道、安全出口和消防车通道。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2.</w:t>
            </w:r>
            <w:r w:rsidRPr="0054312B">
              <w:rPr>
                <w:rFonts w:ascii="仿宋_GB2312" w:eastAsia="仿宋_GB2312" w:cs="仿宋_GB2312" w:hint="eastAsia"/>
              </w:rPr>
              <w:t>是否存在安全出口和疏散楼梯数量不足、宽度不够。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3.</w:t>
            </w:r>
            <w:r w:rsidRPr="0054312B">
              <w:rPr>
                <w:rFonts w:ascii="仿宋_GB2312" w:eastAsia="仿宋_GB2312" w:cs="仿宋_GB2312" w:hint="eastAsia"/>
              </w:rPr>
              <w:t>是否存在应急广播、应急照明、疏散指示标志缺失、损坏。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4.</w:t>
            </w:r>
            <w:r w:rsidRPr="0054312B">
              <w:rPr>
                <w:rFonts w:ascii="仿宋_GB2312" w:eastAsia="仿宋_GB2312" w:cs="仿宋_GB2312" w:hint="eastAsia"/>
              </w:rPr>
              <w:t>是否存在人员密集场所在门窗上设置影响逃生和灭火救援的防盗网、铁栅栏、广告牌等障碍物。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5.</w:t>
            </w:r>
            <w:r w:rsidRPr="0054312B">
              <w:rPr>
                <w:rFonts w:ascii="仿宋_GB2312" w:eastAsia="仿宋_GB2312" w:cs="仿宋_GB2312" w:hint="eastAsia"/>
              </w:rPr>
              <w:t>是否未结合实际制定灭火和应急疏散预案，师生、宿管员不掌握初起火灾扑救和组织疏散逃生技能。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6.</w:t>
            </w:r>
            <w:r w:rsidRPr="0054312B">
              <w:rPr>
                <w:rFonts w:ascii="仿宋_GB2312" w:eastAsia="仿宋_GB2312" w:cs="仿宋_GB2312" w:hint="eastAsia"/>
              </w:rPr>
              <w:t>是否存在共用区域未明确责任人对共用的疏散通道、安全出口进行统一管理。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 w:val="restart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（四）重点场所及</w:t>
            </w:r>
          </w:p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部位管理不力</w:t>
            </w: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1.</w:t>
            </w:r>
            <w:r w:rsidRPr="0054312B">
              <w:rPr>
                <w:rFonts w:ascii="仿宋_GB2312" w:eastAsia="仿宋_GB2312" w:cs="仿宋_GB2312" w:hint="eastAsia"/>
              </w:rPr>
              <w:t>学生宿舍是否存在：面积、人数不符合《中小学设计规范》（</w:t>
            </w:r>
            <w:r w:rsidRPr="0054312B">
              <w:rPr>
                <w:rFonts w:ascii="仿宋_GB2312" w:eastAsia="仿宋_GB2312" w:cs="仿宋_GB2312"/>
              </w:rPr>
              <w:t>GB50099-2011</w:t>
            </w:r>
            <w:r w:rsidRPr="0054312B">
              <w:rPr>
                <w:rFonts w:ascii="仿宋_GB2312" w:eastAsia="仿宋_GB2312" w:cs="仿宋_GB2312" w:hint="eastAsia"/>
              </w:rPr>
              <w:t>）、《农村寄宿制学校生活卫生设施建设与管理规范》（教体艺〔</w:t>
            </w:r>
            <w:r w:rsidRPr="0054312B">
              <w:rPr>
                <w:rFonts w:ascii="仿宋_GB2312" w:eastAsia="仿宋_GB2312" w:cs="仿宋_GB2312"/>
              </w:rPr>
              <w:t>2011</w:t>
            </w:r>
            <w:r w:rsidRPr="0054312B">
              <w:rPr>
                <w:rFonts w:ascii="仿宋_GB2312" w:eastAsia="仿宋_GB2312" w:cs="仿宋_GB2312" w:hint="eastAsia"/>
              </w:rPr>
              <w:t>〕</w:t>
            </w:r>
            <w:r w:rsidRPr="0054312B">
              <w:rPr>
                <w:rFonts w:ascii="仿宋_GB2312" w:eastAsia="仿宋_GB2312" w:cs="仿宋_GB2312"/>
              </w:rPr>
              <w:t>5</w:t>
            </w:r>
            <w:r w:rsidRPr="0054312B">
              <w:rPr>
                <w:rFonts w:ascii="仿宋_GB2312" w:eastAsia="仿宋_GB2312" w:cs="仿宋_GB2312" w:hint="eastAsia"/>
              </w:rPr>
              <w:t>号）要求；私自接拉电线、使用电炉、电取暖、热得快等大功率电器设备，每间宿舍未设置用电过载保护装置；违规采用电暖器、电热毯取暖；违规使用蜡烛、酒精炉等明火器具；宿舍值班室未配置灭火器、喊话器、消防过滤式自救呼吸器、对讲机等消防器材；寄宿制学校、幼儿园未按要求至少每两小时组织开展一次夜间防火巡查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2.</w:t>
            </w:r>
            <w:r w:rsidRPr="0054312B">
              <w:rPr>
                <w:rFonts w:ascii="仿宋_GB2312" w:eastAsia="仿宋_GB2312" w:cs="仿宋_GB2312" w:hint="eastAsia"/>
              </w:rPr>
              <w:t>实验室（实习实训基地）是否存在：重要危险源未配备专职或兼职管理人员；安全信息牌内容不全面；燃烧、腐蚀等风险的区域未按要求配备应急喷淋和洗眼设备，应急喷淋进水阀未设为常开状态；气瓶、气瓶柜、排风、检测报警装置未正常工作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3.</w:t>
            </w:r>
            <w:r w:rsidRPr="0054312B">
              <w:rPr>
                <w:rFonts w:ascii="仿宋_GB2312" w:eastAsia="仿宋_GB2312" w:cs="仿宋_GB2312" w:hint="eastAsia"/>
              </w:rPr>
              <w:t>计算机房是否存在：未设置禁止吸烟、禁止使用明火、禁止使用电炉和生活用电加热器等明显标志；存放腐蚀性物品、易燃易爆品和其他引起安全隐患的物品；未严格控制维修机器使用的酒精、丙酮等易燃溶剂；存在使用易燃易爆品擦拭、清洗带电设备等行为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4.</w:t>
            </w:r>
            <w:r w:rsidRPr="0054312B">
              <w:rPr>
                <w:rFonts w:ascii="仿宋_GB2312" w:eastAsia="仿宋_GB2312" w:cs="仿宋_GB2312" w:hint="eastAsia"/>
              </w:rPr>
              <w:t>图书馆是否存在：未设置禁止吸烟、禁止携带易燃易爆危险品入内以及防火标志；管理人员下班，未及时关好门窗、关闭电灯开关及电器设备。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482"/>
          <w:jc w:val="center"/>
        </w:trPr>
        <w:tc>
          <w:tcPr>
            <w:tcW w:w="2136" w:type="dxa"/>
            <w:vMerge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71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/>
              </w:rPr>
              <w:t>5.</w:t>
            </w:r>
            <w:r w:rsidRPr="0054312B">
              <w:rPr>
                <w:rFonts w:ascii="仿宋_GB2312" w:eastAsia="仿宋_GB2312" w:cs="仿宋_GB2312" w:hint="eastAsia"/>
              </w:rPr>
              <w:t>食堂是否存在：厨房未与其他区域采取防火分隔措施；燃气管道、连接软管、法兰接头、仪表、阀门存在破损、泄漏和老化现象；未规范安装、使用可燃气体探测器及燃气紧切断阀；违规使用“环保油”等醇基燃料；炉具未定期检测和保养；液化石油气钢瓶未定期检测，存在存放气瓶总重量超过</w:t>
            </w:r>
            <w:r w:rsidRPr="0054312B">
              <w:rPr>
                <w:rFonts w:ascii="仿宋_GB2312" w:eastAsia="仿宋_GB2312" w:cs="仿宋_GB2312"/>
              </w:rPr>
              <w:t xml:space="preserve">100kg </w:t>
            </w:r>
            <w:r w:rsidRPr="0054312B">
              <w:rPr>
                <w:rFonts w:ascii="仿宋_GB2312" w:eastAsia="仿宋_GB2312" w:cs="仿宋_GB2312" w:hint="eastAsia"/>
              </w:rPr>
              <w:t>但未设置专用气瓶间、在用气瓶和备用气瓶未分开放置，连接软管长度超过</w:t>
            </w:r>
            <w:r w:rsidRPr="0054312B">
              <w:rPr>
                <w:rFonts w:ascii="仿宋_GB2312" w:eastAsia="仿宋_GB2312" w:cs="仿宋_GB2312"/>
              </w:rPr>
              <w:t xml:space="preserve">2 </w:t>
            </w:r>
            <w:r w:rsidRPr="0054312B">
              <w:rPr>
                <w:rFonts w:ascii="仿宋_GB2312" w:eastAsia="仿宋_GB2312" w:cs="仿宋_GB2312" w:hint="eastAsia"/>
              </w:rPr>
              <w:t>米、私接“三通”或穿越墙体、门窗、顶棚和地面等违规情况。</w:t>
            </w:r>
          </w:p>
        </w:tc>
        <w:tc>
          <w:tcPr>
            <w:tcW w:w="2557" w:type="dxa"/>
            <w:vAlign w:val="center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39592E" w:rsidRPr="0054312B">
        <w:trPr>
          <w:trHeight w:val="1322"/>
          <w:jc w:val="center"/>
        </w:trPr>
        <w:tc>
          <w:tcPr>
            <w:tcW w:w="2136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（五）其他</w:t>
            </w:r>
          </w:p>
        </w:tc>
        <w:tc>
          <w:tcPr>
            <w:tcW w:w="9928" w:type="dxa"/>
            <w:gridSpan w:val="2"/>
          </w:tcPr>
          <w:p w:rsidR="0039592E" w:rsidRPr="0054312B" w:rsidRDefault="0039592E" w:rsidP="001315BE">
            <w:pPr>
              <w:spacing w:line="300" w:lineRule="exact"/>
              <w:rPr>
                <w:rFonts w:ascii="仿宋_GB2312" w:eastAsia="仿宋_GB2312" w:cs="Times New Roman"/>
              </w:rPr>
            </w:pPr>
            <w:r w:rsidRPr="0054312B">
              <w:rPr>
                <w:rFonts w:ascii="仿宋_GB2312" w:eastAsia="仿宋_GB2312" w:cs="仿宋_GB2312" w:hint="eastAsia"/>
              </w:rPr>
              <w:t>其他问题：</w:t>
            </w:r>
          </w:p>
        </w:tc>
        <w:tc>
          <w:tcPr>
            <w:tcW w:w="1730" w:type="dxa"/>
            <w:vAlign w:val="center"/>
          </w:tcPr>
          <w:p w:rsidR="0039592E" w:rsidRPr="0054312B" w:rsidRDefault="0039592E" w:rsidP="001315BE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39592E" w:rsidRPr="001315BE" w:rsidRDefault="0039592E" w:rsidP="001315BE">
      <w:pPr>
        <w:adjustRightInd w:val="0"/>
        <w:snapToGrid w:val="0"/>
        <w:spacing w:line="360" w:lineRule="exact"/>
        <w:rPr>
          <w:rFonts w:ascii="仿宋_GB2312" w:eastAsia="仿宋_GB2312" w:cs="Times New Roman"/>
        </w:rPr>
      </w:pPr>
      <w:r w:rsidRPr="001315BE">
        <w:rPr>
          <w:rFonts w:ascii="仿宋_GB2312" w:eastAsia="仿宋_GB2312" w:cs="仿宋_GB2312" w:hint="eastAsia"/>
          <w:b/>
          <w:bCs/>
        </w:rPr>
        <w:t>自查人员（签字）：</w:t>
      </w:r>
      <w:r>
        <w:rPr>
          <w:rFonts w:ascii="仿宋_GB2312" w:eastAsia="仿宋_GB2312" w:cs="仿宋_GB2312"/>
          <w:b/>
          <w:bCs/>
        </w:rPr>
        <w:t xml:space="preserve">                                           </w:t>
      </w:r>
      <w:r w:rsidRPr="001315BE">
        <w:rPr>
          <w:rFonts w:ascii="仿宋_GB2312" w:eastAsia="仿宋_GB2312" w:cs="仿宋_GB2312" w:hint="eastAsia"/>
          <w:b/>
          <w:bCs/>
        </w:rPr>
        <w:t>自查时间：</w:t>
      </w:r>
    </w:p>
    <w:p w:rsidR="0039592E" w:rsidRPr="001315BE" w:rsidRDefault="0039592E" w:rsidP="0074775C">
      <w:pPr>
        <w:pStyle w:val="Default"/>
        <w:spacing w:line="240" w:lineRule="exact"/>
        <w:ind w:firstLineChars="200" w:firstLine="31680"/>
        <w:rPr>
          <w:rFonts w:ascii="仿宋_GB2312"/>
          <w:b/>
          <w:bCs/>
          <w:color w:val="auto"/>
          <w:sz w:val="21"/>
          <w:szCs w:val="21"/>
        </w:rPr>
      </w:pPr>
    </w:p>
    <w:p w:rsidR="0039592E" w:rsidRPr="001315BE" w:rsidRDefault="0039592E">
      <w:pPr>
        <w:pStyle w:val="Default"/>
        <w:spacing w:line="240" w:lineRule="exact"/>
        <w:rPr>
          <w:rFonts w:ascii="仿宋_GB2312"/>
          <w:color w:val="auto"/>
          <w:sz w:val="21"/>
          <w:szCs w:val="21"/>
        </w:rPr>
      </w:pPr>
      <w:r w:rsidRPr="001315BE">
        <w:rPr>
          <w:rFonts w:ascii="仿宋_GB2312" w:cs="仿宋_GB2312" w:hint="eastAsia"/>
          <w:b/>
          <w:bCs/>
          <w:color w:val="auto"/>
          <w:sz w:val="21"/>
          <w:szCs w:val="21"/>
        </w:rPr>
        <w:t>注</w:t>
      </w:r>
      <w:r w:rsidRPr="001315BE">
        <w:rPr>
          <w:rFonts w:ascii="仿宋_GB2312" w:cs="仿宋_GB2312" w:hint="eastAsia"/>
          <w:color w:val="auto"/>
          <w:sz w:val="21"/>
          <w:szCs w:val="21"/>
        </w:rPr>
        <w:t>：此自查表</w:t>
      </w:r>
      <w:r w:rsidRPr="001315BE">
        <w:rPr>
          <w:rFonts w:ascii="仿宋_GB2312" w:hAnsi="方正仿宋_GBK" w:cs="仿宋_GB2312" w:hint="eastAsia"/>
          <w:color w:val="auto"/>
          <w:sz w:val="21"/>
          <w:szCs w:val="21"/>
        </w:rPr>
        <w:t>采用</w:t>
      </w:r>
      <w:r w:rsidRPr="001315BE">
        <w:rPr>
          <w:rFonts w:ascii="仿宋_GB2312" w:cs="仿宋_GB2312"/>
          <w:color w:val="auto"/>
          <w:sz w:val="21"/>
          <w:szCs w:val="21"/>
        </w:rPr>
        <w:t>A4</w:t>
      </w:r>
      <w:r w:rsidRPr="001315BE">
        <w:rPr>
          <w:rFonts w:ascii="仿宋_GB2312" w:cs="仿宋_GB2312" w:hint="eastAsia"/>
          <w:color w:val="auto"/>
          <w:sz w:val="21"/>
          <w:szCs w:val="21"/>
        </w:rPr>
        <w:t>纸</w:t>
      </w:r>
      <w:r w:rsidRPr="001315BE">
        <w:rPr>
          <w:rFonts w:ascii="仿宋_GB2312" w:hAnsi="方正仿宋_GBK" w:cs="仿宋_GB2312" w:hint="eastAsia"/>
          <w:color w:val="auto"/>
          <w:sz w:val="21"/>
          <w:szCs w:val="21"/>
        </w:rPr>
        <w:t>打印，一式</w:t>
      </w:r>
      <w:r w:rsidRPr="001315BE">
        <w:rPr>
          <w:rFonts w:ascii="仿宋_GB2312" w:cs="仿宋_GB2312"/>
          <w:color w:val="auto"/>
          <w:sz w:val="21"/>
          <w:szCs w:val="21"/>
        </w:rPr>
        <w:t>2</w:t>
      </w:r>
      <w:r w:rsidRPr="001315BE">
        <w:rPr>
          <w:rFonts w:ascii="仿宋_GB2312" w:hAnsi="方正仿宋_GBK" w:cs="仿宋_GB2312" w:hint="eastAsia"/>
          <w:color w:val="auto"/>
          <w:sz w:val="21"/>
          <w:szCs w:val="21"/>
        </w:rPr>
        <w:t>份，由单位负责人填写并加盖公章，</w:t>
      </w:r>
      <w:r w:rsidRPr="001315BE">
        <w:rPr>
          <w:rFonts w:ascii="仿宋_GB2312" w:cs="仿宋_GB2312"/>
          <w:color w:val="auto"/>
          <w:sz w:val="21"/>
          <w:szCs w:val="21"/>
        </w:rPr>
        <w:t>1</w:t>
      </w:r>
      <w:r w:rsidRPr="001315BE">
        <w:rPr>
          <w:rFonts w:ascii="仿宋_GB2312" w:cs="仿宋_GB2312" w:hint="eastAsia"/>
          <w:color w:val="auto"/>
          <w:sz w:val="21"/>
          <w:szCs w:val="21"/>
        </w:rPr>
        <w:t>份</w:t>
      </w:r>
      <w:r w:rsidRPr="001315BE">
        <w:rPr>
          <w:rFonts w:ascii="仿宋_GB2312" w:hAnsi="方正仿宋_GBK" w:cs="仿宋_GB2312" w:hint="eastAsia"/>
          <w:color w:val="auto"/>
          <w:sz w:val="21"/>
          <w:szCs w:val="21"/>
        </w:rPr>
        <w:t>张贴于该单位醒目位置，</w:t>
      </w:r>
      <w:r w:rsidRPr="001315BE">
        <w:rPr>
          <w:rFonts w:ascii="仿宋_GB2312" w:cs="仿宋_GB2312"/>
          <w:color w:val="auto"/>
          <w:sz w:val="21"/>
          <w:szCs w:val="21"/>
        </w:rPr>
        <w:t>1</w:t>
      </w:r>
      <w:r w:rsidRPr="001315BE">
        <w:rPr>
          <w:rFonts w:ascii="仿宋_GB2312" w:hAnsi="方正仿宋_GBK" w:cs="仿宋_GB2312" w:hint="eastAsia"/>
          <w:color w:val="auto"/>
          <w:sz w:val="21"/>
          <w:szCs w:val="21"/>
        </w:rPr>
        <w:t>份单位存档留存。</w:t>
      </w:r>
    </w:p>
    <w:sectPr w:rsidR="0039592E" w:rsidRPr="001315BE" w:rsidSect="0074775C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2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92E" w:rsidRDefault="0039592E" w:rsidP="001315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9592E" w:rsidRDefault="0039592E" w:rsidP="001315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2E" w:rsidRPr="0074775C" w:rsidRDefault="0039592E" w:rsidP="0038789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4775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4775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4775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74775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9592E" w:rsidRDefault="0039592E" w:rsidP="0074775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92E" w:rsidRDefault="0039592E" w:rsidP="001315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9592E" w:rsidRDefault="0039592E" w:rsidP="001315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A90"/>
    <w:rsid w:val="00061AC0"/>
    <w:rsid w:val="00097847"/>
    <w:rsid w:val="000F779D"/>
    <w:rsid w:val="0010341B"/>
    <w:rsid w:val="001315BE"/>
    <w:rsid w:val="0015607B"/>
    <w:rsid w:val="001C1197"/>
    <w:rsid w:val="0038789B"/>
    <w:rsid w:val="0039372D"/>
    <w:rsid w:val="0039592E"/>
    <w:rsid w:val="00436DAE"/>
    <w:rsid w:val="00480CEE"/>
    <w:rsid w:val="004911A0"/>
    <w:rsid w:val="0049211C"/>
    <w:rsid w:val="004B3F61"/>
    <w:rsid w:val="004C56AE"/>
    <w:rsid w:val="004F77B4"/>
    <w:rsid w:val="0054312B"/>
    <w:rsid w:val="00574D76"/>
    <w:rsid w:val="005A16C6"/>
    <w:rsid w:val="00681A2F"/>
    <w:rsid w:val="006E3C68"/>
    <w:rsid w:val="0070298D"/>
    <w:rsid w:val="0074775C"/>
    <w:rsid w:val="0076722B"/>
    <w:rsid w:val="007A38BA"/>
    <w:rsid w:val="007C5BD8"/>
    <w:rsid w:val="007F394D"/>
    <w:rsid w:val="008870A3"/>
    <w:rsid w:val="008A3AF9"/>
    <w:rsid w:val="008E2BD4"/>
    <w:rsid w:val="0092319A"/>
    <w:rsid w:val="00A90B14"/>
    <w:rsid w:val="00AF1709"/>
    <w:rsid w:val="00AF2A90"/>
    <w:rsid w:val="00B103AC"/>
    <w:rsid w:val="00B23185"/>
    <w:rsid w:val="00B451A6"/>
    <w:rsid w:val="00B6545D"/>
    <w:rsid w:val="00B93B72"/>
    <w:rsid w:val="00BA1EED"/>
    <w:rsid w:val="00BC0678"/>
    <w:rsid w:val="00BF4665"/>
    <w:rsid w:val="00BF6280"/>
    <w:rsid w:val="00C66F9E"/>
    <w:rsid w:val="00CC2C86"/>
    <w:rsid w:val="00CC4630"/>
    <w:rsid w:val="00CC7189"/>
    <w:rsid w:val="00CF416F"/>
    <w:rsid w:val="00D15ECD"/>
    <w:rsid w:val="00DB1D9C"/>
    <w:rsid w:val="00E06941"/>
    <w:rsid w:val="00E22633"/>
    <w:rsid w:val="00E56ED1"/>
    <w:rsid w:val="00E60A31"/>
    <w:rsid w:val="00E96E07"/>
    <w:rsid w:val="00F00BEE"/>
    <w:rsid w:val="00F1154A"/>
    <w:rsid w:val="00F44C98"/>
    <w:rsid w:val="00FD0EEB"/>
    <w:rsid w:val="3FDFC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E07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96E07"/>
    <w:pPr>
      <w:tabs>
        <w:tab w:val="left" w:pos="3476"/>
      </w:tabs>
      <w:spacing w:before="240" w:line="420" w:lineRule="exact"/>
    </w:pPr>
    <w:rPr>
      <w:rFonts w:ascii="宋体" w:eastAsia="宋体" w:hAnsi="宋体" w:cs="宋体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96E07"/>
    <w:rPr>
      <w:rFonts w:ascii="宋体" w:eastAsia="宋体" w:hAnsi="宋体" w:cs="宋体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E96E0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6E0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96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6E07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E96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6E07"/>
    <w:rPr>
      <w:sz w:val="18"/>
      <w:szCs w:val="18"/>
    </w:rPr>
  </w:style>
  <w:style w:type="character" w:styleId="Hyperlink">
    <w:name w:val="Hyperlink"/>
    <w:basedOn w:val="DefaultParagraphFont"/>
    <w:uiPriority w:val="99"/>
    <w:rsid w:val="00E96E07"/>
    <w:rPr>
      <w:color w:val="auto"/>
      <w:u w:val="single"/>
    </w:rPr>
  </w:style>
  <w:style w:type="paragraph" w:customStyle="1" w:styleId="Default">
    <w:name w:val="Default"/>
    <w:uiPriority w:val="99"/>
    <w:rsid w:val="00E96E07"/>
    <w:pPr>
      <w:widowControl w:val="0"/>
      <w:autoSpaceDE w:val="0"/>
      <w:autoSpaceDN w:val="0"/>
      <w:adjustRightInd w:val="0"/>
    </w:pPr>
    <w:rPr>
      <w:rFonts w:ascii="Times New Roman" w:eastAsia="仿宋_GB2312" w:hAnsi="Times New Roman"/>
      <w:color w:val="000000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747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483</TotalTime>
  <Pages>3</Pages>
  <Words>298</Words>
  <Characters>1699</Characters>
  <Application>Microsoft Office Outlook</Application>
  <DocSecurity>0</DocSecurity>
  <Lines>0</Lines>
  <Paragraphs>0</Paragraphs>
  <ScaleCrop>false</ScaleCrop>
  <Company>江苏省教育厅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10</cp:revision>
  <dcterms:created xsi:type="dcterms:W3CDTF">2024-02-02T10:04:00Z</dcterms:created>
  <dcterms:modified xsi:type="dcterms:W3CDTF">2024-02-07T02:59:00Z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