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56" w:rsidRDefault="00257356" w:rsidP="005971B7">
      <w:pPr>
        <w:spacing w:line="520" w:lineRule="exac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5</w:t>
      </w:r>
    </w:p>
    <w:p w:rsidR="00257356" w:rsidRPr="001B319B" w:rsidRDefault="00257356" w:rsidP="001B319B">
      <w:pPr>
        <w:spacing w:line="7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1B319B">
        <w:rPr>
          <w:rFonts w:ascii="方正小标宋简体" w:eastAsia="方正小标宋简体" w:hAnsi="方正小标宋简体" w:cs="方正小标宋简体"/>
          <w:sz w:val="44"/>
          <w:szCs w:val="44"/>
        </w:rPr>
        <w:t>2024</w:t>
      </w:r>
      <w:r w:rsidRPr="001B319B"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年常州市中小学生优秀书法作品遴选</w:t>
      </w:r>
    </w:p>
    <w:p w:rsidR="00257356" w:rsidRDefault="00257356" w:rsidP="001B319B">
      <w:pPr>
        <w:spacing w:line="7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1B319B">
        <w:rPr>
          <w:rFonts w:ascii="方正小标宋简体" w:eastAsia="方正小标宋简体" w:hAnsi="方正小标宋简体" w:cs="方正小标宋简体" w:hint="eastAsia"/>
          <w:sz w:val="44"/>
          <w:szCs w:val="44"/>
        </w:rPr>
        <w:t>优秀组织奖获奖名单</w:t>
      </w:r>
    </w:p>
    <w:p w:rsidR="00257356" w:rsidRPr="001B319B" w:rsidRDefault="00257356" w:rsidP="001B319B">
      <w:pPr>
        <w:spacing w:line="58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</w:p>
    <w:tbl>
      <w:tblPr>
        <w:tblW w:w="7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6609"/>
      </w:tblGrid>
      <w:tr w:rsidR="00257356" w:rsidRPr="001B319B">
        <w:trPr>
          <w:trHeight w:hRule="exact" w:val="510"/>
          <w:jc w:val="center"/>
        </w:trPr>
        <w:tc>
          <w:tcPr>
            <w:tcW w:w="893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6609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学校</w:t>
            </w:r>
          </w:p>
        </w:tc>
      </w:tr>
      <w:tr w:rsidR="00257356" w:rsidRPr="001B319B">
        <w:trPr>
          <w:trHeight w:hRule="exact" w:val="510"/>
          <w:jc w:val="center"/>
        </w:trPr>
        <w:tc>
          <w:tcPr>
            <w:tcW w:w="893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6609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溧阳市文化小学</w:t>
            </w:r>
          </w:p>
        </w:tc>
      </w:tr>
      <w:tr w:rsidR="00257356" w:rsidRPr="001B319B">
        <w:trPr>
          <w:trHeight w:hRule="exact" w:val="510"/>
          <w:jc w:val="center"/>
        </w:trPr>
        <w:tc>
          <w:tcPr>
            <w:tcW w:w="893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09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常州市金坛区华城实验小学</w:t>
            </w:r>
            <w:bookmarkStart w:id="0" w:name="_GoBack"/>
            <w:bookmarkEnd w:id="0"/>
          </w:p>
        </w:tc>
      </w:tr>
      <w:tr w:rsidR="00257356" w:rsidRPr="001B319B">
        <w:trPr>
          <w:trHeight w:hRule="exact" w:val="510"/>
          <w:jc w:val="center"/>
        </w:trPr>
        <w:tc>
          <w:tcPr>
            <w:tcW w:w="893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09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常州市武进区湖塘桥实验小学</w:t>
            </w:r>
          </w:p>
        </w:tc>
      </w:tr>
      <w:tr w:rsidR="00257356" w:rsidRPr="001B319B">
        <w:trPr>
          <w:trHeight w:hRule="exact" w:val="510"/>
          <w:jc w:val="center"/>
        </w:trPr>
        <w:tc>
          <w:tcPr>
            <w:tcW w:w="893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09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</w:tr>
      <w:tr w:rsidR="00257356" w:rsidRPr="001B319B">
        <w:trPr>
          <w:trHeight w:hRule="exact" w:val="510"/>
          <w:jc w:val="center"/>
        </w:trPr>
        <w:tc>
          <w:tcPr>
            <w:tcW w:w="893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09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常州市武进区实验小学</w:t>
            </w:r>
          </w:p>
        </w:tc>
      </w:tr>
      <w:tr w:rsidR="00257356" w:rsidRPr="001B319B">
        <w:trPr>
          <w:trHeight w:hRule="exact" w:val="510"/>
          <w:jc w:val="center"/>
        </w:trPr>
        <w:tc>
          <w:tcPr>
            <w:tcW w:w="893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09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常州市武进区湖塘桥第二实验小学</w:t>
            </w:r>
          </w:p>
        </w:tc>
      </w:tr>
      <w:tr w:rsidR="00257356" w:rsidRPr="001B319B">
        <w:trPr>
          <w:trHeight w:hRule="exact" w:val="510"/>
          <w:jc w:val="center"/>
        </w:trPr>
        <w:tc>
          <w:tcPr>
            <w:tcW w:w="893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09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常州市武进区星韵学校</w:t>
            </w:r>
          </w:p>
        </w:tc>
      </w:tr>
      <w:tr w:rsidR="00257356" w:rsidRPr="001B319B">
        <w:trPr>
          <w:trHeight w:hRule="exact" w:val="510"/>
          <w:jc w:val="center"/>
        </w:trPr>
        <w:tc>
          <w:tcPr>
            <w:tcW w:w="893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09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常州市武进区湟里初级中学</w:t>
            </w:r>
          </w:p>
        </w:tc>
      </w:tr>
      <w:tr w:rsidR="00257356" w:rsidRPr="001B319B">
        <w:trPr>
          <w:trHeight w:hRule="exact" w:val="510"/>
          <w:jc w:val="center"/>
        </w:trPr>
        <w:tc>
          <w:tcPr>
            <w:tcW w:w="893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09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常州市武进区湖塘实验中学</w:t>
            </w:r>
          </w:p>
        </w:tc>
      </w:tr>
      <w:tr w:rsidR="00257356" w:rsidRPr="001B319B">
        <w:trPr>
          <w:trHeight w:hRule="exact" w:val="510"/>
          <w:jc w:val="center"/>
        </w:trPr>
        <w:tc>
          <w:tcPr>
            <w:tcW w:w="893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09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常州市新北区河海实验小学</w:t>
            </w:r>
          </w:p>
        </w:tc>
      </w:tr>
      <w:tr w:rsidR="00257356" w:rsidRPr="001B319B">
        <w:trPr>
          <w:trHeight w:hRule="exact" w:val="510"/>
          <w:jc w:val="center"/>
        </w:trPr>
        <w:tc>
          <w:tcPr>
            <w:tcW w:w="893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09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常州市新北区新桥第二实验小学</w:t>
            </w:r>
          </w:p>
        </w:tc>
      </w:tr>
      <w:tr w:rsidR="00257356" w:rsidRPr="001B319B">
        <w:trPr>
          <w:trHeight w:hRule="exact" w:val="510"/>
          <w:jc w:val="center"/>
        </w:trPr>
        <w:tc>
          <w:tcPr>
            <w:tcW w:w="893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609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常州市新北区奔牛实验小学</w:t>
            </w:r>
          </w:p>
        </w:tc>
      </w:tr>
      <w:tr w:rsidR="00257356" w:rsidRPr="001B319B">
        <w:trPr>
          <w:trHeight w:hRule="exact" w:val="510"/>
          <w:jc w:val="center"/>
        </w:trPr>
        <w:tc>
          <w:tcPr>
            <w:tcW w:w="893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609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</w:tr>
      <w:tr w:rsidR="00257356" w:rsidRPr="001B319B">
        <w:trPr>
          <w:trHeight w:hRule="exact" w:val="510"/>
          <w:jc w:val="center"/>
        </w:trPr>
        <w:tc>
          <w:tcPr>
            <w:tcW w:w="893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609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常州市局前街小学</w:t>
            </w:r>
          </w:p>
        </w:tc>
      </w:tr>
      <w:tr w:rsidR="00257356" w:rsidRPr="001B319B">
        <w:trPr>
          <w:trHeight w:hRule="exact" w:val="510"/>
          <w:jc w:val="center"/>
        </w:trPr>
        <w:tc>
          <w:tcPr>
            <w:tcW w:w="893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09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</w:tr>
      <w:tr w:rsidR="00257356" w:rsidRPr="001B319B">
        <w:trPr>
          <w:trHeight w:hRule="exact" w:val="510"/>
          <w:jc w:val="center"/>
        </w:trPr>
        <w:tc>
          <w:tcPr>
            <w:tcW w:w="893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609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kern w:val="2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常州市正衡中学</w:t>
            </w:r>
          </w:p>
        </w:tc>
      </w:tr>
      <w:tr w:rsidR="00257356" w:rsidRPr="001B319B">
        <w:trPr>
          <w:trHeight w:hRule="exact" w:val="510"/>
          <w:jc w:val="center"/>
        </w:trPr>
        <w:tc>
          <w:tcPr>
            <w:tcW w:w="893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609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常州市怀德苑小学</w:t>
            </w:r>
          </w:p>
        </w:tc>
      </w:tr>
      <w:tr w:rsidR="00257356" w:rsidRPr="001B319B">
        <w:trPr>
          <w:trHeight w:hRule="exact" w:val="510"/>
          <w:jc w:val="center"/>
        </w:trPr>
        <w:tc>
          <w:tcPr>
            <w:tcW w:w="893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609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常州市钟楼实验小学</w:t>
            </w:r>
          </w:p>
        </w:tc>
      </w:tr>
      <w:tr w:rsidR="00257356" w:rsidRPr="001B319B">
        <w:trPr>
          <w:trHeight w:hRule="exact" w:val="510"/>
          <w:jc w:val="center"/>
        </w:trPr>
        <w:tc>
          <w:tcPr>
            <w:tcW w:w="893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609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常州市觅渡桥小学</w:t>
            </w:r>
          </w:p>
        </w:tc>
      </w:tr>
      <w:tr w:rsidR="00257356" w:rsidRPr="001B319B">
        <w:trPr>
          <w:trHeight w:hRule="exact" w:val="510"/>
          <w:jc w:val="center"/>
        </w:trPr>
        <w:tc>
          <w:tcPr>
            <w:tcW w:w="893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09" w:type="dxa"/>
            <w:vAlign w:val="center"/>
          </w:tcPr>
          <w:p w:rsidR="00257356" w:rsidRPr="001B319B" w:rsidRDefault="00257356" w:rsidP="001B319B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1B319B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</w:tr>
    </w:tbl>
    <w:p w:rsidR="00257356" w:rsidRDefault="00257356" w:rsidP="00C035E0">
      <w:pPr>
        <w:spacing w:line="20" w:lineRule="exact"/>
        <w:rPr>
          <w:rFonts w:cs="Times New Roman"/>
        </w:rPr>
      </w:pPr>
    </w:p>
    <w:sectPr w:rsidR="00257356" w:rsidSect="001B319B">
      <w:footerReference w:type="default" r:id="rId6"/>
      <w:pgSz w:w="11906" w:h="16838"/>
      <w:pgMar w:top="1701" w:right="1531" w:bottom="1701" w:left="1531" w:header="851" w:footer="992" w:gutter="0"/>
      <w:pgNumType w:fmt="numberInDash" w:start="4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356" w:rsidRDefault="0025735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57356" w:rsidRDefault="0025735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356" w:rsidRPr="001B319B" w:rsidRDefault="00257356" w:rsidP="00900E7C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1B319B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1B319B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1B319B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- 47 -</w:t>
    </w:r>
    <w:r w:rsidRPr="001B319B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257356" w:rsidRDefault="00257356" w:rsidP="001B319B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356" w:rsidRDefault="0025735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57356" w:rsidRDefault="0025735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7ADE7D2F"/>
    <w:rsid w:val="001B319B"/>
    <w:rsid w:val="001C0C05"/>
    <w:rsid w:val="001F4246"/>
    <w:rsid w:val="00257356"/>
    <w:rsid w:val="005971B7"/>
    <w:rsid w:val="0062289E"/>
    <w:rsid w:val="006A7008"/>
    <w:rsid w:val="006E78C6"/>
    <w:rsid w:val="00900E7C"/>
    <w:rsid w:val="00B277B1"/>
    <w:rsid w:val="00C035E0"/>
    <w:rsid w:val="00F521ED"/>
    <w:rsid w:val="00FD6C9F"/>
    <w:rsid w:val="0BF05825"/>
    <w:rsid w:val="19950B5F"/>
    <w:rsid w:val="21614546"/>
    <w:rsid w:val="339B077F"/>
    <w:rsid w:val="355A011A"/>
    <w:rsid w:val="502E69EF"/>
    <w:rsid w:val="59320879"/>
    <w:rsid w:val="634A36E8"/>
    <w:rsid w:val="65AB605E"/>
    <w:rsid w:val="6DD147FF"/>
    <w:rsid w:val="6E470807"/>
    <w:rsid w:val="7077072C"/>
    <w:rsid w:val="750654AD"/>
    <w:rsid w:val="757C4F58"/>
    <w:rsid w:val="7ADE7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1ED"/>
    <w:pPr>
      <w:widowControl w:val="0"/>
      <w:jc w:val="both"/>
    </w:pPr>
    <w:rPr>
      <w:rFonts w:ascii="宋体" w:hAnsi="宋体" w:cs="宋体"/>
      <w:kern w:val="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521ED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B31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宋体" w:eastAsia="宋体" w:cs="宋体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1B31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宋体" w:eastAsia="宋体" w:cs="宋体"/>
      <w:kern w:val="0"/>
      <w:sz w:val="18"/>
      <w:szCs w:val="18"/>
    </w:rPr>
  </w:style>
  <w:style w:type="character" w:styleId="PageNumber">
    <w:name w:val="page number"/>
    <w:basedOn w:val="DefaultParagraphFont"/>
    <w:uiPriority w:val="99"/>
    <w:rsid w:val="001B31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50</Words>
  <Characters>287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tj.</dc:creator>
  <cp:keywords/>
  <dc:description/>
  <cp:lastModifiedBy>吴琳赟</cp:lastModifiedBy>
  <cp:revision>5</cp:revision>
  <dcterms:created xsi:type="dcterms:W3CDTF">2024-03-09T06:36:00Z</dcterms:created>
  <dcterms:modified xsi:type="dcterms:W3CDTF">2024-03-18T02:24:00Z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049A49A25A36430A80A81A42BEE29E89_13</vt:lpwstr>
  </property>
</Properties>
</file>