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F1" w:rsidRDefault="008919F1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8919F1" w:rsidRPr="00ED2C25" w:rsidRDefault="008919F1" w:rsidP="00CE0BA7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宋体" w:cs="Times New Roman"/>
          <w:spacing w:val="-4"/>
          <w:sz w:val="44"/>
          <w:szCs w:val="44"/>
        </w:rPr>
      </w:pPr>
      <w:r w:rsidRPr="00ED2C25">
        <w:rPr>
          <w:rFonts w:ascii="方正小标宋简体" w:eastAsia="方正小标宋简体" w:hAnsi="宋体" w:cs="方正小标宋简体" w:hint="eastAsia"/>
          <w:spacing w:val="-4"/>
          <w:sz w:val="44"/>
          <w:szCs w:val="44"/>
        </w:rPr>
        <w:t>第十七届“生命之水”主题教育活动作品标签</w:t>
      </w:r>
    </w:p>
    <w:p w:rsidR="008919F1" w:rsidRPr="00ED2C25" w:rsidRDefault="008919F1">
      <w:pPr>
        <w:adjustRightInd w:val="0"/>
        <w:snapToGrid w:val="0"/>
        <w:spacing w:line="560" w:lineRule="exact"/>
        <w:rPr>
          <w:rFonts w:ascii="仿宋_GB2312" w:eastAsia="仿宋_GB2312" w:hAnsi="宋体" w:cs="Times New Roman"/>
          <w:b/>
          <w:bCs/>
          <w:kern w:val="0"/>
          <w:sz w:val="28"/>
          <w:szCs w:val="28"/>
        </w:rPr>
      </w:pP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4"/>
        <w:gridCol w:w="1469"/>
        <w:gridCol w:w="1418"/>
        <w:gridCol w:w="1843"/>
        <w:gridCol w:w="1444"/>
        <w:gridCol w:w="2080"/>
      </w:tblGrid>
      <w:tr w:rsidR="008919F1" w:rsidRPr="00ED2C25">
        <w:trPr>
          <w:trHeight w:val="1021"/>
          <w:jc w:val="center"/>
        </w:trPr>
        <w:tc>
          <w:tcPr>
            <w:tcW w:w="9048" w:type="dxa"/>
            <w:gridSpan w:val="6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辖市（区）</w:t>
            </w:r>
            <w:r w:rsidRPr="00ED2C25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/</w:t>
            </w:r>
            <w:r w:rsidRPr="00ED2C25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局属学校：</w:t>
            </w:r>
          </w:p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学校全称：</w:t>
            </w:r>
          </w:p>
        </w:tc>
      </w:tr>
      <w:tr w:rsidR="008919F1" w:rsidRPr="00ED2C25">
        <w:trPr>
          <w:trHeight w:val="1021"/>
          <w:jc w:val="center"/>
        </w:trPr>
        <w:tc>
          <w:tcPr>
            <w:tcW w:w="794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469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作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品</w:t>
            </w:r>
          </w:p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名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称</w:t>
            </w:r>
          </w:p>
        </w:tc>
        <w:tc>
          <w:tcPr>
            <w:tcW w:w="1418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作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者</w:t>
            </w:r>
          </w:p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姓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1843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所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在</w:t>
            </w:r>
          </w:p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年（班）级</w:t>
            </w:r>
          </w:p>
        </w:tc>
        <w:tc>
          <w:tcPr>
            <w:tcW w:w="1444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指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导</w:t>
            </w:r>
          </w:p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教</w:t>
            </w:r>
            <w:r w:rsidRPr="00ED2C25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师</w:t>
            </w:r>
          </w:p>
        </w:tc>
        <w:tc>
          <w:tcPr>
            <w:tcW w:w="2080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联系方式</w:t>
            </w:r>
          </w:p>
        </w:tc>
      </w:tr>
      <w:tr w:rsidR="008919F1" w:rsidRPr="00ED2C25">
        <w:trPr>
          <w:trHeight w:val="1021"/>
          <w:jc w:val="center"/>
        </w:trPr>
        <w:tc>
          <w:tcPr>
            <w:tcW w:w="794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2C25">
              <w:rPr>
                <w:rFonts w:ascii="仿宋_GB2312" w:eastAsia="仿宋_GB2312" w:hAnsi="宋体" w:cs="仿宋_GB2312" w:hint="eastAsia"/>
                <w:sz w:val="28"/>
                <w:szCs w:val="28"/>
              </w:rPr>
              <w:t>绘画</w:t>
            </w:r>
          </w:p>
        </w:tc>
        <w:tc>
          <w:tcPr>
            <w:tcW w:w="1469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80" w:type="dxa"/>
            <w:vAlign w:val="center"/>
          </w:tcPr>
          <w:p w:rsidR="008919F1" w:rsidRPr="00ED2C25" w:rsidRDefault="008919F1" w:rsidP="00CF269F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</w:p>
        </w:tc>
      </w:tr>
    </w:tbl>
    <w:p w:rsidR="008919F1" w:rsidRPr="00ED2C25" w:rsidRDefault="008919F1">
      <w:pPr>
        <w:spacing w:line="560" w:lineRule="exact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ED2C25">
        <w:rPr>
          <w:rFonts w:ascii="仿宋_GB2312" w:eastAsia="仿宋_GB2312" w:hAnsi="宋体" w:cs="仿宋_GB2312" w:hint="eastAsia"/>
          <w:b/>
          <w:bCs/>
          <w:sz w:val="28"/>
          <w:szCs w:val="28"/>
        </w:rPr>
        <w:t>请将此表格填好后打印贴在作品反面，电子稿请将此标签电子版和作品一起打包发送。</w:t>
      </w:r>
      <w:bookmarkStart w:id="0" w:name="_GoBack"/>
      <w:bookmarkEnd w:id="0"/>
    </w:p>
    <w:p w:rsidR="008919F1" w:rsidRPr="00ED2C25" w:rsidRDefault="008919F1">
      <w:pPr>
        <w:rPr>
          <w:rFonts w:ascii="Times New Roman" w:hAnsi="Times New Roman" w:cs="Times New Roman"/>
          <w:sz w:val="28"/>
          <w:szCs w:val="28"/>
        </w:rPr>
      </w:pPr>
    </w:p>
    <w:sectPr w:rsidR="008919F1" w:rsidRPr="00ED2C25" w:rsidSect="00AB5549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9F1" w:rsidRDefault="008919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919F1" w:rsidRDefault="008919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F1" w:rsidRPr="00AB5549" w:rsidRDefault="008919F1" w:rsidP="00F60C0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B554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B554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B554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AB554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919F1" w:rsidRDefault="008919F1" w:rsidP="00AB554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9F1" w:rsidRDefault="008919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919F1" w:rsidRDefault="008919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E1ZDIyZDYxMDZkNDliYTBiNmVlNmI2NTM2MjkyY2EifQ=="/>
  </w:docVars>
  <w:rsids>
    <w:rsidRoot w:val="003D2323"/>
    <w:rsid w:val="BFB70D62"/>
    <w:rsid w:val="00050C97"/>
    <w:rsid w:val="00155E4E"/>
    <w:rsid w:val="0027374D"/>
    <w:rsid w:val="003D2323"/>
    <w:rsid w:val="004878AB"/>
    <w:rsid w:val="004B5A53"/>
    <w:rsid w:val="008919F1"/>
    <w:rsid w:val="008A2AC3"/>
    <w:rsid w:val="009A1305"/>
    <w:rsid w:val="00A81711"/>
    <w:rsid w:val="00AB5549"/>
    <w:rsid w:val="00C63C83"/>
    <w:rsid w:val="00CE0BA7"/>
    <w:rsid w:val="00CF269F"/>
    <w:rsid w:val="00ED2C25"/>
    <w:rsid w:val="00F50468"/>
    <w:rsid w:val="00F60C0A"/>
    <w:rsid w:val="7528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C97"/>
    <w:pPr>
      <w:widowControl w:val="0"/>
      <w:jc w:val="both"/>
    </w:pPr>
    <w:rPr>
      <w:rFonts w:cs="??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2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D2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AB5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21</Words>
  <Characters>123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6</cp:revision>
  <dcterms:created xsi:type="dcterms:W3CDTF">2022-06-24T11:18:00Z</dcterms:created>
  <dcterms:modified xsi:type="dcterms:W3CDTF">2024-09-20T06:20:00Z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2FFC23FC786C47E8A977F346EB4B577B_12</vt:lpwstr>
  </property>
</Properties>
</file>