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2D" w:rsidRDefault="000F192D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0F192D" w:rsidRDefault="000F192D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第十七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44"/>
          <w:szCs w:val="44"/>
        </w:rPr>
        <w:t>届“生命之水”主题视频征集申报表</w:t>
      </w:r>
    </w:p>
    <w:p w:rsidR="000F192D" w:rsidRDefault="000F192D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</w:rPr>
      </w:pPr>
    </w:p>
    <w:p w:rsidR="000F192D" w:rsidRDefault="000F192D">
      <w:pPr>
        <w:spacing w:line="560" w:lineRule="exact"/>
        <w:jc w:val="left"/>
        <w:rPr>
          <w:rFonts w:ascii="仿宋_GB2312" w:eastAsia="仿宋_GB2312" w:hAnsi="宋体" w:cs="Times New Roman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辖市（区）</w:t>
      </w:r>
      <w:r>
        <w:rPr>
          <w:rFonts w:ascii="仿宋_GB2312" w:eastAsia="仿宋_GB2312" w:hAnsi="宋体" w:cs="仿宋_GB2312"/>
          <w:sz w:val="28"/>
          <w:szCs w:val="28"/>
        </w:rPr>
        <w:t>/</w:t>
      </w:r>
      <w:r>
        <w:rPr>
          <w:rFonts w:ascii="仿宋_GB2312" w:eastAsia="仿宋_GB2312" w:hAnsi="宋体" w:cs="仿宋_GB2312" w:hint="eastAsia"/>
          <w:sz w:val="28"/>
          <w:szCs w:val="28"/>
        </w:rPr>
        <w:t>局属学校：</w:t>
      </w: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2532"/>
        <w:gridCol w:w="2212"/>
        <w:gridCol w:w="2648"/>
      </w:tblGrid>
      <w:tr w:rsidR="000F192D">
        <w:trPr>
          <w:trHeight w:val="567"/>
          <w:jc w:val="center"/>
        </w:trPr>
        <w:tc>
          <w:tcPr>
            <w:tcW w:w="1661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作者姓名</w:t>
            </w:r>
          </w:p>
        </w:tc>
        <w:tc>
          <w:tcPr>
            <w:tcW w:w="2532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所在年（班）级</w:t>
            </w:r>
          </w:p>
        </w:tc>
        <w:tc>
          <w:tcPr>
            <w:tcW w:w="2648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0F192D">
        <w:trPr>
          <w:trHeight w:val="567"/>
          <w:jc w:val="center"/>
        </w:trPr>
        <w:tc>
          <w:tcPr>
            <w:tcW w:w="1661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学校全称</w:t>
            </w:r>
          </w:p>
        </w:tc>
        <w:tc>
          <w:tcPr>
            <w:tcW w:w="7392" w:type="dxa"/>
            <w:gridSpan w:val="3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0F192D">
        <w:trPr>
          <w:trHeight w:val="567"/>
          <w:jc w:val="center"/>
        </w:trPr>
        <w:tc>
          <w:tcPr>
            <w:tcW w:w="1661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指导教师</w:t>
            </w:r>
          </w:p>
        </w:tc>
        <w:tc>
          <w:tcPr>
            <w:tcW w:w="2532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648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0F192D">
        <w:trPr>
          <w:trHeight w:val="567"/>
          <w:jc w:val="center"/>
        </w:trPr>
        <w:tc>
          <w:tcPr>
            <w:tcW w:w="1661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视频提交</w:t>
            </w:r>
          </w:p>
        </w:tc>
        <w:tc>
          <w:tcPr>
            <w:tcW w:w="7392" w:type="dxa"/>
            <w:gridSpan w:val="3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（以百度网盘形式提交，填写链接）</w:t>
            </w:r>
          </w:p>
        </w:tc>
      </w:tr>
      <w:tr w:rsidR="000F192D">
        <w:trPr>
          <w:trHeight w:val="567"/>
          <w:jc w:val="center"/>
        </w:trPr>
        <w:tc>
          <w:tcPr>
            <w:tcW w:w="1661" w:type="dxa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视频简介</w:t>
            </w:r>
          </w:p>
        </w:tc>
        <w:tc>
          <w:tcPr>
            <w:tcW w:w="7392" w:type="dxa"/>
            <w:gridSpan w:val="3"/>
            <w:vAlign w:val="center"/>
          </w:tcPr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  <w:p w:rsidR="000F192D" w:rsidRDefault="000F192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</w:tbl>
    <w:p w:rsidR="000F192D" w:rsidRDefault="000F192D">
      <w:pPr>
        <w:rPr>
          <w:rFonts w:cs="Times New Roman"/>
        </w:rPr>
      </w:pPr>
    </w:p>
    <w:sectPr w:rsidR="000F192D" w:rsidSect="00A27228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92D" w:rsidRDefault="000F19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F192D" w:rsidRDefault="000F19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2D" w:rsidRPr="00A27228" w:rsidRDefault="000F192D" w:rsidP="006F781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2722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2722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2722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A2722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F192D" w:rsidRDefault="000F192D" w:rsidP="00A2722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92D" w:rsidRDefault="000F19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F192D" w:rsidRDefault="000F19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E1ZDIyZDYxMDZkNDliYTBiNmVlNmI2NTM2MjkyY2EifQ=="/>
  </w:docVars>
  <w:rsids>
    <w:rsidRoot w:val="265B7427"/>
    <w:rsid w:val="000F192D"/>
    <w:rsid w:val="004756B6"/>
    <w:rsid w:val="005F4009"/>
    <w:rsid w:val="006A3804"/>
    <w:rsid w:val="006F781C"/>
    <w:rsid w:val="007E1342"/>
    <w:rsid w:val="00A11EC2"/>
    <w:rsid w:val="00A27228"/>
    <w:rsid w:val="00A74E7D"/>
    <w:rsid w:val="00E6564B"/>
    <w:rsid w:val="265B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A11EC2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13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等线" w:eastAsia="等线" w:hAnsi="等线"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7E13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等线" w:eastAsia="等线" w:hAnsi="等线"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A272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18</Words>
  <Characters>105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Detox1410497559</dc:creator>
  <cp:keywords/>
  <dc:description/>
  <cp:lastModifiedBy>吴琳赟</cp:lastModifiedBy>
  <cp:revision>3</cp:revision>
  <dcterms:created xsi:type="dcterms:W3CDTF">2024-09-02T07:39:00Z</dcterms:created>
  <dcterms:modified xsi:type="dcterms:W3CDTF">2024-09-20T06:22:00Z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B61952BB0ABF4C3DBE8B59DB48483860_11</vt:lpwstr>
  </property>
</Properties>
</file>